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EE4880"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УЧАСТИЕ В </w:t>
      </w:r>
      <w:proofErr w:type="gramStart"/>
      <w:r w:rsidR="00EE4880"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="00EE4880"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EE4880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880">
        <w:rPr>
          <w:rFonts w:ascii="Times New Roman" w:eastAsia="Times New Roman" w:hAnsi="Times New Roman" w:cs="Times New Roman"/>
          <w:b/>
          <w:sz w:val="28"/>
          <w:szCs w:val="28"/>
        </w:rPr>
        <w:t>НА ПОСТАВКУ АСБЕСТОТЕХНИЧЕСКИХ И РЕЗИНОТЕХНИЧЕСКИХ ИЗДЕЛИЙ ДЛЯ ПОПОЛНЕНИЯ АВАРИЙНОГО ЗАПАСА ПАО «МОЭК»</w:t>
      </w:r>
    </w:p>
    <w:p w:rsidR="00D37178" w:rsidRPr="00EE4880" w:rsidRDefault="00EE4880" w:rsidP="00710D1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Pr="00EE4880">
        <w:rPr>
          <w:rFonts w:ascii="Times New Roman" w:eastAsia="Times New Roman" w:hAnsi="Times New Roman" w:cs="Times New Roman"/>
          <w:b/>
          <w:sz w:val="28"/>
          <w:szCs w:val="28"/>
        </w:rPr>
        <w:t>11115/В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D1D" w:rsidRPr="00EE4880" w:rsidRDefault="00710D1D" w:rsidP="00EE48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1270280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EE4880" w:rsidRDefault="00A47A59" w:rsidP="000D0B4C">
      <w:pPr>
        <w:spacing w:after="0" w:line="240" w:lineRule="auto"/>
        <w:jc w:val="both"/>
        <w:rPr>
          <w:bCs/>
          <w:i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="00710D1D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EE4880">
        <w:rPr>
          <w:bCs/>
          <w:i/>
        </w:rPr>
        <w:t xml:space="preserve">поставка </w:t>
      </w:r>
      <w:r w:rsidR="00EE4880" w:rsidRPr="00EE4880">
        <w:rPr>
          <w:bCs/>
          <w:i/>
        </w:rPr>
        <w:t xml:space="preserve">асбестотехнических </w:t>
      </w:r>
      <w:r w:rsidR="00EE4880">
        <w:rPr>
          <w:bCs/>
          <w:i/>
        </w:rPr>
        <w:t>и/или</w:t>
      </w:r>
      <w:r w:rsidR="00EE4880" w:rsidRPr="00EE4880">
        <w:rPr>
          <w:bCs/>
          <w:i/>
        </w:rPr>
        <w:t xml:space="preserve"> резинотехнических изделий</w:t>
      </w:r>
      <w:r w:rsidR="00EE4880">
        <w:rPr>
          <w:bCs/>
          <w:i/>
        </w:rPr>
        <w:t>.</w:t>
      </w: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51270281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880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EE4880" w:rsidRPr="00EE4880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11115/В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0D1D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E4880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DD69D-19DD-45F9-B5D2-4F49AFB4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Савин Александр Александрович</cp:lastModifiedBy>
  <cp:revision>18</cp:revision>
  <cp:lastPrinted>2016-04-11T07:45:00Z</cp:lastPrinted>
  <dcterms:created xsi:type="dcterms:W3CDTF">2016-08-12T11:38:00Z</dcterms:created>
  <dcterms:modified xsi:type="dcterms:W3CDTF">2017-03-17T12:38:00Z</dcterms:modified>
</cp:coreProperties>
</file>