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3ED0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0074E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:rsidR="00B65B24" w:rsidRPr="00B65B24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 </w:t>
      </w:r>
    </w:p>
    <w:p w:rsidR="00B65B24" w:rsidRPr="00D37178" w:rsidRDefault="009A2D2F" w:rsidP="0082202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47A59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ПОСТАВКУ </w:t>
      </w:r>
      <w:r w:rsidR="00C614C0">
        <w:rPr>
          <w:rFonts w:ascii="Times New Roman" w:eastAsia="Times New Roman" w:hAnsi="Times New Roman" w:cs="Times New Roman"/>
          <w:b/>
          <w:sz w:val="28"/>
          <w:szCs w:val="28"/>
        </w:rPr>
        <w:t xml:space="preserve">ПОДШИПНИКОВ ДЛЯ </w:t>
      </w:r>
      <w:r w:rsidR="00A54866">
        <w:rPr>
          <w:rFonts w:ascii="Times New Roman" w:eastAsia="Times New Roman" w:hAnsi="Times New Roman" w:cs="Times New Roman"/>
          <w:b/>
          <w:sz w:val="28"/>
          <w:szCs w:val="28"/>
        </w:rPr>
        <w:t>НУЖД ПАО «МОЭК»</w:t>
      </w:r>
    </w:p>
    <w:p w:rsidR="00D37178" w:rsidRPr="00D37178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A54866">
        <w:rPr>
          <w:rFonts w:ascii="Times New Roman" w:eastAsia="Times New Roman" w:hAnsi="Times New Roman" w:cs="Times New Roman"/>
          <w:b/>
          <w:sz w:val="28"/>
          <w:szCs w:val="28"/>
        </w:rPr>
        <w:t>1112</w:t>
      </w:r>
      <w:r w:rsidR="00C614C0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A54866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:rsidR="00A2448A" w:rsidRPr="00E3219B" w:rsidRDefault="00D37178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4CC3">
        <w:rPr>
          <w:rFonts w:ascii="Times New Roman" w:eastAsia="Times New Roman" w:hAnsi="Times New Roman" w:cs="Times New Roman"/>
          <w:b/>
          <w:caps/>
          <w:sz w:val="27"/>
          <w:szCs w:val="27"/>
        </w:rPr>
        <w:t>Закупка только для субъектов малого и среднего предпринимательства</w:t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52A" w:rsidRDefault="00CE352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8171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8"/>
          <w:footerReference w:type="default" r:id="rId9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0090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E3219B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1.    </w:t>
      </w:r>
      <w:proofErr w:type="gramStart"/>
      <w:r w:rsidRPr="00E3219B">
        <w:rPr>
          <w:rFonts w:ascii="Times New Roman" w:hAnsi="Times New Roman" w:cs="Times New Roman"/>
          <w:sz w:val="24"/>
          <w:szCs w:val="24"/>
        </w:rPr>
        <w:t>Стоимостной.</w:t>
      </w:r>
      <w:proofErr w:type="gramEnd"/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2.    </w:t>
      </w:r>
      <w:proofErr w:type="spellStart"/>
      <w:r w:rsidRPr="00E3219B">
        <w:rPr>
          <w:rFonts w:ascii="Times New Roman" w:hAnsi="Times New Roman" w:cs="Times New Roman"/>
          <w:sz w:val="24"/>
          <w:szCs w:val="24"/>
        </w:rPr>
        <w:t>Нестоимостной</w:t>
      </w:r>
      <w:proofErr w:type="spellEnd"/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5pt;height:20.25pt" o:ole="" fillcolor="window">
                  <v:imagedata r:id="rId10" o:title=""/>
                </v:shape>
                <o:OLEObject Type="Embed" ProgID="Equation.3" ShapeID="_x0000_i1025" DrawAspect="Content" ObjectID="_1550995301" r:id="rId11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20455" w:rsidRPr="00E3219B" w:rsidTr="00C80C64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20455" w:rsidRPr="00E3219B" w:rsidTr="00A2448A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F20455" w:rsidRPr="00E3219B" w:rsidTr="00CA4D6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A4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CA4D65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65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F20455" w:rsidRPr="00E3219B" w:rsidRDefault="00F20455" w:rsidP="00121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В = 10 </w:t>
            </w:r>
            <w:r w:rsidR="00121217" w:rsidRPr="00E321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20455" w:rsidRPr="00E3219B" w:rsidRDefault="00F20455" w:rsidP="00121217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F20455" w:rsidRPr="00E3219B" w:rsidRDefault="00F20455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– минимальная цена заявки участников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НДС.</w:t>
            </w:r>
          </w:p>
          <w:p w:rsidR="00F20455" w:rsidRPr="00E3219B" w:rsidRDefault="00F20455" w:rsidP="00E90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</w:t>
            </w:r>
            <w:r w:rsidR="00135D3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135D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</w:t>
      </w:r>
      <w:r w:rsidR="00135D3E" w:rsidRPr="00135D3E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поставке товаров российского происхождения, по стоимостному </w:t>
      </w:r>
      <w:proofErr w:type="gramStart"/>
      <w:r w:rsidR="00135D3E" w:rsidRPr="00135D3E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135D3E" w:rsidRPr="00135D3E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C30DFB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0DFB" w:rsidRDefault="00C30DFB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Pr="00E3219B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t xml:space="preserve">2. Оценка </w:t>
      </w:r>
      <w:proofErr w:type="spellStart"/>
      <w:r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</w: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 = А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="00685257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685257">
              <w:rPr>
                <w:rFonts w:ascii="Times New Roman" w:hAnsi="Times New Roman" w:cs="Times New Roman"/>
                <w:sz w:val="18"/>
                <w:szCs w:val="18"/>
              </w:rPr>
              <w:t>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Опыт поставки товаров,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proofErr w:type="gramStart"/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proofErr w:type="gramStart"/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нц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  <w:proofErr w:type="gramEnd"/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</w:t>
            </w:r>
            <w:proofErr w:type="gramEnd"/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736FA6" w:rsidRPr="005B2F37" w:rsidRDefault="00736FA6" w:rsidP="006E3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Неисполнение 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энергохолдинг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 договорам (в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736FA6" w:rsidRPr="003F7C71" w:rsidRDefault="00736FA6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736F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736FA6" w:rsidRPr="00715908" w:rsidRDefault="00736FA6" w:rsidP="005B2F3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736FA6" w:rsidRPr="00EB3729" w:rsidRDefault="00736FA6" w:rsidP="005B2F3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3C3177" w:rsidP="005B2F37">
      <w:pPr>
        <w:pStyle w:val="a9"/>
        <w:ind w:left="0" w:firstLine="709"/>
        <w:jc w:val="both"/>
        <w:rPr>
          <w:b/>
          <w:sz w:val="20"/>
        </w:rPr>
      </w:pPr>
      <w:r>
        <w:rPr>
          <w:b/>
          <w:sz w:val="20"/>
        </w:rPr>
        <w:br w:type="textWrapping" w:clear="all"/>
      </w: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5B2F37" w:rsidRDefault="005B2F37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1290F" w:rsidRDefault="00E1290F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0D0B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7178" w:rsidRPr="00D37178" w:rsidRDefault="00A47A59" w:rsidP="000D0B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18A1">
        <w:rPr>
          <w:bCs/>
          <w:i/>
        </w:rPr>
        <w:t>*</w:t>
      </w:r>
      <w:r>
        <w:rPr>
          <w:bCs/>
          <w:i/>
        </w:rPr>
        <w:t xml:space="preserve"> </w:t>
      </w:r>
      <w:r w:rsidRPr="001C4A1C">
        <w:rPr>
          <w:bCs/>
          <w:i/>
        </w:rPr>
        <w:t xml:space="preserve">Опыт поставки товаров, аналогичных предмету запроса предложений – поставка </w:t>
      </w:r>
      <w:r w:rsidR="00D0760D">
        <w:rPr>
          <w:bCs/>
          <w:i/>
        </w:rPr>
        <w:t>подшипников и/или роликовых подшипников</w:t>
      </w:r>
      <w:bookmarkStart w:id="0" w:name="_GoBack"/>
      <w:bookmarkEnd w:id="0"/>
      <w:r w:rsidRPr="001C4A1C">
        <w:rPr>
          <w:bCs/>
          <w:i/>
        </w:rPr>
        <w:t>.</w:t>
      </w:r>
    </w:p>
    <w:p w:rsidR="005B2F37" w:rsidRDefault="005B2F3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3F7C71" w:rsidRPr="00E3219B" w:rsidRDefault="003F7C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7C71" w:rsidRPr="00E3219B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. «А» Сводная оценка </w:t>
      </w:r>
      <w:proofErr w:type="spellStart"/>
      <w:r w:rsidR="00E1290F"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нестоимостному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1.75pt;height:35.25pt" o:ole="">
                  <v:imagedata r:id="rId12" o:title=""/>
                </v:shape>
                <o:OLEObject Type="Embed" ProgID="Equation.3" ShapeID="_x0000_i1026" DrawAspect="Content" ObjectID="_1550995302" r:id="rId13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53F" w:rsidRDefault="00E4753F" w:rsidP="00F20455">
      <w:pPr>
        <w:spacing w:after="0" w:line="240" w:lineRule="auto"/>
      </w:pPr>
      <w:r>
        <w:separator/>
      </w:r>
    </w:p>
  </w:endnote>
  <w:endnote w:type="continuationSeparator" w:id="0">
    <w:p w:rsidR="00E4753F" w:rsidRDefault="00E4753F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60D">
          <w:rPr>
            <w:noProof/>
          </w:rPr>
          <w:t>6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53F" w:rsidRDefault="00E4753F" w:rsidP="00F20455">
      <w:pPr>
        <w:spacing w:after="0" w:line="240" w:lineRule="auto"/>
      </w:pPr>
      <w:r>
        <w:separator/>
      </w:r>
    </w:p>
  </w:footnote>
  <w:footnote w:type="continuationSeparator" w:id="0">
    <w:p w:rsidR="00E4753F" w:rsidRDefault="00E4753F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 xml:space="preserve">В </w:t>
      </w:r>
      <w:proofErr w:type="gramStart"/>
      <w:r w:rsidRPr="00033303">
        <w:rPr>
          <w:rFonts w:ascii="Times New Roman" w:hAnsi="Times New Roman" w:cs="Times New Roman"/>
          <w:sz w:val="18"/>
          <w:szCs w:val="18"/>
        </w:rPr>
        <w:t>случае</w:t>
      </w:r>
      <w:proofErr w:type="gramEnd"/>
      <w:r w:rsidRPr="00033303">
        <w:rPr>
          <w:rFonts w:ascii="Times New Roman" w:hAnsi="Times New Roman" w:cs="Times New Roman"/>
          <w:sz w:val="18"/>
          <w:szCs w:val="18"/>
        </w:rPr>
        <w:t xml:space="preserve"> привлечения организаций Субпоставщиков оценка критерия 2 (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</w:t>
    </w:r>
    <w:proofErr w:type="gramStart"/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критерии оценки</w:t>
    </w:r>
    <w:proofErr w:type="gramEnd"/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B13284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</w:t>
    </w:r>
    <w:r w:rsidR="00A47A59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</w:t>
    </w:r>
    <w:r w:rsidR="00D0760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120</w:t>
    </w:r>
    <w:r w:rsidR="00B13284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/</w:t>
    </w:r>
    <w:r w:rsidR="00D0760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В</w:t>
    </w:r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2272B"/>
    <w:rsid w:val="00033303"/>
    <w:rsid w:val="00036545"/>
    <w:rsid w:val="00040F43"/>
    <w:rsid w:val="0007687C"/>
    <w:rsid w:val="00086054"/>
    <w:rsid w:val="000974D9"/>
    <w:rsid w:val="000A03F1"/>
    <w:rsid w:val="000C653C"/>
    <w:rsid w:val="000D0259"/>
    <w:rsid w:val="000D0B4C"/>
    <w:rsid w:val="000E7B7C"/>
    <w:rsid w:val="0010724A"/>
    <w:rsid w:val="00111455"/>
    <w:rsid w:val="00111FF1"/>
    <w:rsid w:val="00115283"/>
    <w:rsid w:val="00121217"/>
    <w:rsid w:val="00135D3E"/>
    <w:rsid w:val="00136022"/>
    <w:rsid w:val="00150144"/>
    <w:rsid w:val="00162546"/>
    <w:rsid w:val="00170230"/>
    <w:rsid w:val="001C4A1C"/>
    <w:rsid w:val="001D531B"/>
    <w:rsid w:val="00201712"/>
    <w:rsid w:val="00204775"/>
    <w:rsid w:val="00216470"/>
    <w:rsid w:val="002211C2"/>
    <w:rsid w:val="00224936"/>
    <w:rsid w:val="002359CE"/>
    <w:rsid w:val="00243D06"/>
    <w:rsid w:val="00250757"/>
    <w:rsid w:val="00256245"/>
    <w:rsid w:val="002564E8"/>
    <w:rsid w:val="00257278"/>
    <w:rsid w:val="0026002A"/>
    <w:rsid w:val="00261FD6"/>
    <w:rsid w:val="00274B83"/>
    <w:rsid w:val="00283C25"/>
    <w:rsid w:val="002E0AC8"/>
    <w:rsid w:val="002E7914"/>
    <w:rsid w:val="00317D8C"/>
    <w:rsid w:val="00323D19"/>
    <w:rsid w:val="00332A6B"/>
    <w:rsid w:val="003367E6"/>
    <w:rsid w:val="0035327D"/>
    <w:rsid w:val="003578C1"/>
    <w:rsid w:val="00362058"/>
    <w:rsid w:val="003B41FE"/>
    <w:rsid w:val="003C3177"/>
    <w:rsid w:val="003D0B7F"/>
    <w:rsid w:val="003E3F0B"/>
    <w:rsid w:val="003F7C71"/>
    <w:rsid w:val="00405A07"/>
    <w:rsid w:val="004125FB"/>
    <w:rsid w:val="004374D9"/>
    <w:rsid w:val="00443E75"/>
    <w:rsid w:val="0044660A"/>
    <w:rsid w:val="00474D4D"/>
    <w:rsid w:val="00483BA6"/>
    <w:rsid w:val="004901ED"/>
    <w:rsid w:val="0049365F"/>
    <w:rsid w:val="004F1098"/>
    <w:rsid w:val="00502686"/>
    <w:rsid w:val="0050709A"/>
    <w:rsid w:val="00507505"/>
    <w:rsid w:val="00514AAA"/>
    <w:rsid w:val="00544E1D"/>
    <w:rsid w:val="0058171F"/>
    <w:rsid w:val="005818B3"/>
    <w:rsid w:val="00584090"/>
    <w:rsid w:val="00587C46"/>
    <w:rsid w:val="005A43F8"/>
    <w:rsid w:val="005A5040"/>
    <w:rsid w:val="005A5F3B"/>
    <w:rsid w:val="005B2F37"/>
    <w:rsid w:val="005C1035"/>
    <w:rsid w:val="005C1D21"/>
    <w:rsid w:val="005C5517"/>
    <w:rsid w:val="005F4369"/>
    <w:rsid w:val="00626628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E1522"/>
    <w:rsid w:val="006E28A4"/>
    <w:rsid w:val="006E3ED0"/>
    <w:rsid w:val="006F36A8"/>
    <w:rsid w:val="006F5A96"/>
    <w:rsid w:val="00716685"/>
    <w:rsid w:val="00720591"/>
    <w:rsid w:val="00736FA6"/>
    <w:rsid w:val="00755573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10FAB"/>
    <w:rsid w:val="0082202F"/>
    <w:rsid w:val="00825F3D"/>
    <w:rsid w:val="008334B8"/>
    <w:rsid w:val="00851E3F"/>
    <w:rsid w:val="00852D1C"/>
    <w:rsid w:val="008B5DD1"/>
    <w:rsid w:val="008D1BD6"/>
    <w:rsid w:val="008D287C"/>
    <w:rsid w:val="009060D3"/>
    <w:rsid w:val="009068CE"/>
    <w:rsid w:val="00912533"/>
    <w:rsid w:val="00913D13"/>
    <w:rsid w:val="0094224E"/>
    <w:rsid w:val="009666F8"/>
    <w:rsid w:val="00985235"/>
    <w:rsid w:val="00985DFC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47A59"/>
    <w:rsid w:val="00A54866"/>
    <w:rsid w:val="00A5515D"/>
    <w:rsid w:val="00A66CC5"/>
    <w:rsid w:val="00A75BB5"/>
    <w:rsid w:val="00A81BCF"/>
    <w:rsid w:val="00A91BB3"/>
    <w:rsid w:val="00AB52F6"/>
    <w:rsid w:val="00AC166F"/>
    <w:rsid w:val="00B02A67"/>
    <w:rsid w:val="00B05931"/>
    <w:rsid w:val="00B13284"/>
    <w:rsid w:val="00B26C2A"/>
    <w:rsid w:val="00B4042F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090A"/>
    <w:rsid w:val="00C07B5B"/>
    <w:rsid w:val="00C156F9"/>
    <w:rsid w:val="00C20896"/>
    <w:rsid w:val="00C30DFB"/>
    <w:rsid w:val="00C327D5"/>
    <w:rsid w:val="00C336DE"/>
    <w:rsid w:val="00C60381"/>
    <w:rsid w:val="00C614C0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D0760D"/>
    <w:rsid w:val="00D36847"/>
    <w:rsid w:val="00D37178"/>
    <w:rsid w:val="00D51814"/>
    <w:rsid w:val="00D65935"/>
    <w:rsid w:val="00D67BA7"/>
    <w:rsid w:val="00D72A8B"/>
    <w:rsid w:val="00D774EC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3219B"/>
    <w:rsid w:val="00E4753F"/>
    <w:rsid w:val="00E47731"/>
    <w:rsid w:val="00E7008C"/>
    <w:rsid w:val="00E86EC1"/>
    <w:rsid w:val="00E906F2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10F47-7B5A-48E3-B389-92522D367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1415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9469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Бурая Елена Евгеньевна</cp:lastModifiedBy>
  <cp:revision>20</cp:revision>
  <cp:lastPrinted>2016-04-11T07:45:00Z</cp:lastPrinted>
  <dcterms:created xsi:type="dcterms:W3CDTF">2016-08-12T11:38:00Z</dcterms:created>
  <dcterms:modified xsi:type="dcterms:W3CDTF">2017-03-14T08:15:00Z</dcterms:modified>
</cp:coreProperties>
</file>