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60" w:rsidRDefault="00D95A60" w:rsidP="00D95A60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</w:t>
      </w:r>
      <w:r w:rsidRPr="004143CA">
        <w:t xml:space="preserve">Приложение № </w:t>
      </w:r>
      <w:r>
        <w:t>1</w:t>
      </w:r>
    </w:p>
    <w:p w:rsidR="00D95A60" w:rsidRPr="004143CA" w:rsidRDefault="00D95A60" w:rsidP="00D95A60">
      <w:pPr>
        <w:jc w:val="right"/>
      </w:pPr>
      <w:r>
        <w:t>к Договору № ___ от «___» _____</w:t>
      </w:r>
    </w:p>
    <w:p w:rsidR="00D95A60" w:rsidRPr="004143CA" w:rsidRDefault="00D95A60" w:rsidP="00D95A60"/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D95A60" w:rsidRPr="004143CA" w:rsidTr="004738DC">
        <w:tc>
          <w:tcPr>
            <w:tcW w:w="5245" w:type="dxa"/>
            <w:shd w:val="clear" w:color="auto" w:fill="auto"/>
          </w:tcPr>
          <w:p w:rsidR="00D95A60" w:rsidRPr="004143CA" w:rsidRDefault="00D95A60" w:rsidP="004738DC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D95A60" w:rsidRPr="004143CA" w:rsidRDefault="00D95A60" w:rsidP="004738DC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D95A60" w:rsidRDefault="00D95A60" w:rsidP="004738DC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Подрядчик</w:t>
            </w: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/_______</w:t>
            </w:r>
            <w:r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_______/</w:t>
            </w: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D95A60" w:rsidRPr="004143CA" w:rsidRDefault="00D95A60" w:rsidP="004738DC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D95A60" w:rsidRPr="004143CA" w:rsidRDefault="00D95A60" w:rsidP="004738DC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Заказчик </w:t>
            </w:r>
          </w:p>
          <w:p w:rsidR="00D95A60" w:rsidRDefault="00D95A60" w:rsidP="004738DC">
            <w:pPr>
              <w:rPr>
                <w:rFonts w:eastAsia="Times New Roman"/>
                <w:bCs/>
                <w:lang w:eastAsia="ru-RU"/>
              </w:rPr>
            </w:pP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</w:p>
          <w:p w:rsidR="00D95A60" w:rsidRPr="004143CA" w:rsidRDefault="00D95A60" w:rsidP="004738DC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/_____________________/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4143CA">
              <w:rPr>
                <w:rFonts w:eastAsia="Times New Roman"/>
                <w:bCs/>
                <w:lang w:eastAsia="ru-RU"/>
              </w:rPr>
              <w:t>м.п.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C34048" w:rsidRPr="004143CA" w:rsidRDefault="00C34048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C34048" w:rsidRPr="00C34048" w:rsidRDefault="00C34048" w:rsidP="00C3404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C34048">
        <w:rPr>
          <w:rFonts w:eastAsia="Times New Roman"/>
          <w:b/>
          <w:bCs/>
          <w:sz w:val="28"/>
          <w:szCs w:val="28"/>
          <w:lang w:eastAsia="ru-RU"/>
        </w:rPr>
        <w:t>для объекта реконструкции теплового ввода</w:t>
      </w:r>
    </w:p>
    <w:p w:rsidR="00C34048" w:rsidRPr="00C34048" w:rsidRDefault="00CC221F" w:rsidP="00C3404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по адресу: г. Москва, ул.</w:t>
      </w:r>
      <w:r w:rsidR="008E6F92" w:rsidRPr="008E6F92">
        <w:rPr>
          <w:rFonts w:eastAsia="Times New Roman"/>
          <w:b/>
          <w:bCs/>
          <w:sz w:val="28"/>
          <w:szCs w:val="28"/>
          <w:lang w:eastAsia="ru-RU"/>
        </w:rPr>
        <w:t xml:space="preserve"> Гамалеи, д.11, корп.1</w:t>
      </w:r>
      <w:r w:rsidR="00C34048" w:rsidRPr="00C34048">
        <w:rPr>
          <w:rFonts w:eastAsia="Times New Roman"/>
          <w:b/>
          <w:bCs/>
          <w:sz w:val="28"/>
          <w:szCs w:val="28"/>
          <w:lang w:eastAsia="ru-RU"/>
        </w:rPr>
        <w:t xml:space="preserve">, аб.№ </w:t>
      </w:r>
      <w:r w:rsidR="008E6F92" w:rsidRPr="008E6F92">
        <w:rPr>
          <w:rFonts w:eastAsia="Times New Roman"/>
          <w:b/>
          <w:bCs/>
          <w:sz w:val="28"/>
          <w:szCs w:val="28"/>
          <w:lang w:eastAsia="ru-RU"/>
        </w:rPr>
        <w:t>09-02-0317/002</w:t>
      </w:r>
    </w:p>
    <w:p w:rsidR="00114271" w:rsidRPr="004143CA" w:rsidRDefault="00C34048" w:rsidP="00C34048">
      <w:pPr>
        <w:jc w:val="center"/>
      </w:pPr>
      <w:r w:rsidRPr="00C34048">
        <w:rPr>
          <w:rFonts w:eastAsia="Times New Roman"/>
          <w:b/>
          <w:bCs/>
          <w:sz w:val="28"/>
          <w:szCs w:val="28"/>
          <w:lang w:eastAsia="ru-RU"/>
        </w:rPr>
        <w:t>Предприятие № 2 Филиала № 9 ПАО «МОЭК»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C34048" w:rsidP="00182041">
            <w:r>
              <w:t>Филиала № 9</w:t>
            </w:r>
            <w:r w:rsidR="00054DE0" w:rsidRPr="004143CA">
              <w:t xml:space="preserve">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</w:t>
            </w:r>
            <w:r w:rsidR="00C34048" w:rsidRPr="00C34048">
              <w:t>М.В. Карандеев</w:t>
            </w:r>
          </w:p>
          <w:p w:rsidR="00182041" w:rsidRPr="004143CA" w:rsidRDefault="00182041" w:rsidP="00182041"/>
          <w:p w:rsidR="005F5964" w:rsidRPr="004143CA" w:rsidRDefault="00DC5128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C34048">
              <w:t>№ 9</w:t>
            </w:r>
            <w:r w:rsidR="00054DE0" w:rsidRPr="004143CA">
              <w:t xml:space="preserve">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</w:t>
            </w:r>
            <w:r w:rsidR="00C34048" w:rsidRPr="00C34048">
              <w:t>Т.А. Корнев</w:t>
            </w:r>
          </w:p>
          <w:p w:rsidR="00182041" w:rsidRPr="004143CA" w:rsidRDefault="00182041" w:rsidP="00182041"/>
          <w:p w:rsidR="005F5964" w:rsidRPr="004143CA" w:rsidRDefault="00DC5128">
            <w:r>
              <w:t>«____»___________2016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D95A60" w:rsidRPr="004143CA" w:rsidRDefault="00D95A60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</w:tblGrid>
      <w:tr w:rsidR="004143CA" w:rsidRPr="004143CA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D5FE7" w:rsidP="00B46E3E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теплового ввода</w:t>
            </w:r>
            <w:r w:rsidR="00D87827" w:rsidRPr="004143CA">
              <w:t>…</w:t>
            </w:r>
          </w:p>
          <w:p w:rsidR="00C9625B" w:rsidRPr="004143CA" w:rsidRDefault="00C9625B" w:rsidP="00B46E3E"/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D5FE7" w:rsidP="00E03D29">
            <w:r>
              <w:t xml:space="preserve">№ </w:t>
            </w:r>
            <w:r w:rsidR="00282361" w:rsidRPr="00282361">
              <w:t>09-001995</w:t>
            </w:r>
          </w:p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C34048" w:rsidRDefault="00660F2D" w:rsidP="00AE5896">
            <w:r w:rsidRPr="004143CA">
              <w:t xml:space="preserve">Номер инвестиционного проекта </w:t>
            </w:r>
          </w:p>
          <w:p w:rsidR="00660F2D" w:rsidRPr="004143CA" w:rsidRDefault="00116FEC" w:rsidP="00AE5896">
            <w:r w:rsidRPr="004143CA">
              <w:t xml:space="preserve">(СПП) </w:t>
            </w:r>
            <w:r w:rsidR="00660F2D" w:rsidRPr="004143CA">
              <w:t>№</w:t>
            </w:r>
            <w:r w:rsidR="00C34048">
              <w:t xml:space="preserve"> </w:t>
            </w:r>
            <w:r w:rsidR="00C34048" w:rsidRPr="00C34048">
              <w:t>M-20-1B0-09-02-000056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DC5128">
            <w:r w:rsidRPr="004143CA">
              <w:t>г. Москва,</w:t>
            </w:r>
            <w:r w:rsidR="00282361">
              <w:t>ул. Гамалеи., д.11 к.1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D5FE7" w:rsidP="00B46E3E">
            <w:pPr>
              <w:rPr>
                <w:i/>
              </w:rPr>
            </w:pPr>
            <w:r>
              <w:t>«Северо-Западный</w:t>
            </w:r>
            <w:r w:rsidR="00660F2D" w:rsidRPr="004143CA">
              <w:t>»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D5FE7" w:rsidP="00B46E3E">
            <w:r>
              <w:t>«Щукино</w:t>
            </w:r>
            <w:r w:rsidR="00660F2D" w:rsidRPr="004143CA">
              <w:t>»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</w:t>
            </w:r>
            <w:r w:rsidR="001D5FE7">
              <w:rPr>
                <w:i/>
              </w:rPr>
              <w:t>лового ввода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282361" w:rsidP="00AE009B">
            <w:r>
              <w:t>№ 09-02-0317/002</w:t>
            </w:r>
          </w:p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85F67" w:rsidRDefault="00F85F67" w:rsidP="00F85F67">
            <w:pPr>
              <w:jc w:val="both"/>
            </w:pPr>
            <w:r>
              <w:t>Двухстадийное проектирование</w:t>
            </w:r>
          </w:p>
          <w:p w:rsidR="00F85F67" w:rsidRDefault="00F85F67" w:rsidP="00F85F67">
            <w:pPr>
              <w:jc w:val="both"/>
            </w:pPr>
            <w:r>
              <w:t>Рабочий проект (РП)</w:t>
            </w:r>
          </w:p>
          <w:p w:rsidR="00F85F67" w:rsidRDefault="00F85F67" w:rsidP="00F85F67">
            <w:pPr>
              <w:jc w:val="both"/>
            </w:pPr>
            <w:r>
              <w:t>- Утверждаемая ( РП)</w:t>
            </w:r>
          </w:p>
          <w:p w:rsidR="00660F2D" w:rsidRPr="004143CA" w:rsidRDefault="00F85F67" w:rsidP="00F85F67">
            <w:r>
              <w:t>- Рабочая документация (РД)</w:t>
            </w:r>
          </w:p>
        </w:tc>
      </w:tr>
      <w:tr w:rsidR="004143CA" w:rsidRPr="004143CA" w:rsidTr="0057308F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C34048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C34048">
              <w:t>конструкции</w:t>
            </w:r>
            <w:r w:rsidR="00730CA2" w:rsidRPr="00C34048">
              <w:t xml:space="preserve"> </w:t>
            </w:r>
            <w:r w:rsidR="00730CA2" w:rsidRPr="00C34048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C34048">
              <w:t>- Ситуационный план тепловых сетей 1 : 2000</w:t>
            </w:r>
            <w:r w:rsidR="00E50DE1" w:rsidRPr="00C34048">
              <w:t xml:space="preserve">, </w:t>
            </w:r>
            <w:r w:rsidR="0006653C" w:rsidRPr="00C34048">
              <w:t>копию</w:t>
            </w:r>
            <w:r w:rsidRPr="00C34048">
              <w:t xml:space="preserve"> Кадастрового паспорта</w:t>
            </w:r>
            <w:r w:rsidR="0006653C" w:rsidRPr="00C34048">
              <w:t xml:space="preserve"> или копию</w:t>
            </w:r>
            <w:r w:rsidR="00E50DE1" w:rsidRPr="00C34048">
              <w:t xml:space="preserve"> Плана подземных</w:t>
            </w:r>
            <w:r w:rsidR="00E50DE1" w:rsidRPr="004143CA">
              <w:t xml:space="preserve">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r w:rsidR="00C16C30">
              <w:rPr>
                <w:i/>
              </w:rPr>
              <w:t>аб. №09-02-0317/002</w:t>
            </w:r>
            <w:r w:rsidRPr="004143CA">
              <w:t xml:space="preserve"> Филиала №11 «Горэнергосбыт»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>, в т.ч: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r w:rsidRPr="004143CA">
              <w:t>Мосводосток</w:t>
            </w:r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>(указано для примера, для конкретных объектов могут различаться)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D6056A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  <w:r w:rsidR="00D6056A" w:rsidRPr="004143CA">
              <w:t>(с указанием характеристик</w:t>
            </w:r>
            <w:r w:rsidR="00730CA2" w:rsidRPr="004143CA">
              <w:t xml:space="preserve"> камер-</w:t>
            </w:r>
            <w:r w:rsidR="00D6056A" w:rsidRPr="004143CA">
              <w:t>монтируемых и демонтируемых-</w:t>
            </w:r>
            <w:r w:rsidR="00730CA2" w:rsidRPr="004143CA">
              <w:t xml:space="preserve"> сборн/монолит</w:t>
            </w:r>
            <w:r w:rsidR="00D6056A" w:rsidRPr="004143CA">
              <w:t>,</w:t>
            </w:r>
            <w:r w:rsidR="00730CA2" w:rsidRPr="004143CA">
              <w:t xml:space="preserve"> строит.объемы хар-ки технологии узла</w:t>
            </w:r>
            <w:r w:rsidR="00730CA2" w:rsidRPr="004143CA">
              <w:rPr>
                <w:b/>
              </w:rPr>
              <w:t xml:space="preserve">) </w:t>
            </w:r>
            <w:r w:rsidRPr="004143CA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82361" w:rsidP="00EF1F19">
            <w:r>
              <w:t>кам. к1740 - аб. 09-02-0317/002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E03D29" w:rsidP="00EF1F19">
            <w:pPr>
              <w:jc w:val="center"/>
            </w:pPr>
            <w:r>
              <w:t>2Ду 65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pPr>
              <w:jc w:val="center"/>
            </w:pPr>
            <w:r>
              <w:t>17</w:t>
            </w:r>
            <w:r w:rsidR="00660F2D" w:rsidRPr="004143CA">
              <w:t>,0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D5FE7" w:rsidP="00EF1F19">
            <w:pPr>
              <w:jc w:val="center"/>
            </w:pPr>
            <w:r>
              <w:t>Непроходной канал, мин.вата.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r w:rsidRPr="004143CA">
              <w:t>Р</w:t>
            </w:r>
            <w:r w:rsidRPr="004143CA">
              <w:rPr>
                <w:vertAlign w:val="subscript"/>
              </w:rPr>
              <w:t>1</w:t>
            </w:r>
            <w:r w:rsidR="00541963" w:rsidRPr="004143CA">
              <w:t xml:space="preserve"> =</w:t>
            </w:r>
            <w:r w:rsidR="00E03D29">
              <w:t xml:space="preserve"> 6,7</w:t>
            </w:r>
            <w:r w:rsidRPr="004143CA">
              <w:t xml:space="preserve"> атм., Р</w:t>
            </w:r>
            <w:r w:rsidRPr="004143CA">
              <w:rPr>
                <w:vertAlign w:val="subscript"/>
              </w:rPr>
              <w:t>2</w:t>
            </w:r>
            <w:r w:rsidR="00541963" w:rsidRPr="004143CA">
              <w:t xml:space="preserve"> =</w:t>
            </w:r>
            <w:r w:rsidR="00E03D29">
              <w:t xml:space="preserve"> 4,5</w:t>
            </w:r>
            <w:r w:rsidRPr="004143CA">
              <w:t xml:space="preserve"> атм.</w:t>
            </w:r>
          </w:p>
          <w:p w:rsidR="00660F2D" w:rsidRPr="004143CA" w:rsidRDefault="00660F2D" w:rsidP="00CE5157">
            <w:r w:rsidRPr="004143CA">
              <w:t>Р</w:t>
            </w:r>
            <w:r w:rsidRPr="004143CA">
              <w:rPr>
                <w:vertAlign w:val="subscript"/>
              </w:rPr>
              <w:t xml:space="preserve">исп  </w:t>
            </w:r>
            <w:r w:rsidRPr="004143CA">
              <w:t>= 22 атм.</w:t>
            </w:r>
          </w:p>
        </w:tc>
      </w:tr>
      <w:tr w:rsidR="00AE5896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C5128" w:rsidP="0006653C">
            <w:r>
              <w:t>Тепловой ввод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CE5157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DC5128">
              <w:rPr>
                <w:i/>
              </w:rPr>
              <w:t>№ 09-02-0317/057</w:t>
            </w:r>
            <w:r w:rsidR="00660F2D" w:rsidRPr="004143CA">
              <w:t xml:space="preserve"> Филиала №11  «Горэнергосбыт»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  <w:r w:rsidRPr="004143CA">
              <w:rPr>
                <w:i/>
              </w:rPr>
              <w:t>(Допускается указывать значения нагрузок в Гкал/час по каждому реконструируемому участку теплосети непосредственно в данной ячейке)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  <w:r w:rsidRPr="004143CA">
              <w:rPr>
                <w:i/>
              </w:rPr>
              <w:t>(с указанием 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r w:rsidRPr="00C16C30">
              <w:t>кам. к1740 - аб. 09-02-0317/002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A1F81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A1F81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A1F81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AE5896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внутридворовыми проездами выполнить в каналах, в футлярах – по согласованию с Заказчиком. При необходимости (по геологическим условиям) – использовать ж.б. основание.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E5157"/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1F81" w:rsidRPr="004143CA" w:rsidRDefault="00C16C30" w:rsidP="00422311">
            <w:r w:rsidRPr="00C16C30">
              <w:t>кам</w:t>
            </w:r>
            <w:r>
              <w:t>ера</w:t>
            </w:r>
            <w:r w:rsidRPr="00C16C30">
              <w:t xml:space="preserve">. к1740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DC5128" w:rsidP="001A1F81">
            <w:pPr>
              <w:jc w:val="center"/>
            </w:pPr>
            <w:r w:rsidRPr="00DC51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DC5128" w:rsidP="001A1F81">
            <w:pPr>
              <w:jc w:val="center"/>
            </w:pPr>
            <w:r w:rsidRPr="00DC51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4DC6" w:rsidP="001A1F81">
            <w:pPr>
              <w:jc w:val="center"/>
            </w:pPr>
            <w:r w:rsidRPr="004143CA">
              <w:t>Определяется проектом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422311">
            <w:pPr>
              <w:rPr>
                <w:b/>
              </w:rPr>
            </w:pPr>
            <w:r w:rsidRPr="004143CA">
              <w:rPr>
                <w:b/>
              </w:rPr>
              <w:t xml:space="preserve">Водовыпуск: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1A1F81" w:rsidP="001A1F81">
            <w:r w:rsidRPr="004143CA">
              <w:t xml:space="preserve">Предусмотреть самотечный водовыпуск сетевой воды и водоудаление из строительных конструкций в существующий или проектируемый водосток. Иные решения согласовать в установленном порядке с </w:t>
            </w:r>
            <w:r w:rsidRPr="004143CA">
              <w:lastRenderedPageBreak/>
              <w:t>эксплуатирующей организацией (при обосновании).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lastRenderedPageBreak/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710281" w:rsidP="00422311">
            <w:pPr>
              <w:rPr>
                <w:b/>
              </w:rPr>
            </w:pPr>
            <w:r w:rsidRPr="004143CA">
              <w:rPr>
                <w:b/>
              </w:rPr>
              <w:t xml:space="preserve">Мероприятия по </w:t>
            </w:r>
            <w:r w:rsidR="00660F2D" w:rsidRPr="004143CA">
              <w:rPr>
                <w:b/>
              </w:rPr>
              <w:t>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E5157"/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Минимально-необходимый диаметр байпаса, мм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r w:rsidRPr="00C16C30">
              <w:t>кам. к1740 - аб. 09-02-0317/002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D5FE7" w:rsidRPr="004143CA" w:rsidRDefault="001A1F81" w:rsidP="001D5FE7">
            <w:pPr>
              <w:jc w:val="center"/>
            </w:pPr>
            <w:r w:rsidRPr="004143CA">
              <w:rPr>
                <w:bCs/>
              </w:rPr>
              <w:t>Требуется</w:t>
            </w:r>
          </w:p>
          <w:p w:rsidR="00660F2D" w:rsidRPr="004143CA" w:rsidRDefault="00660F2D" w:rsidP="001A1F81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8838DF" w:rsidP="001A1F81">
            <w:r w:rsidRPr="008838DF">
              <w:t>Предусмотреть СОДК состояния ППУ- изоляции с передачей сигналов в ДО эксплуатирующего филиала ПАО «МОЭК».  Обеспечить совместную работу СОДК на прилегающих участках в ППУ-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C16C30" w:rsidP="00EF1F19">
            <w:pPr>
              <w:jc w:val="center"/>
            </w:pPr>
            <w:r w:rsidRPr="00C16C30">
              <w:t>кам. к1740 - аб. 09-02-0317/002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A30D8F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1D5FE7" w:rsidP="00A30D8F">
            <w:pPr>
              <w:jc w:val="center"/>
            </w:pPr>
            <w:r w:rsidRPr="001D5FE7">
              <w:t>Определяется проектом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502C9" w:rsidRDefault="00B15BFB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81CEF" w:rsidRDefault="00B15BFB" w:rsidP="0006653C"/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502C9" w:rsidRDefault="00B15BFB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781CEF" w:rsidRDefault="00B15BFB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3.11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Default="00B15BFB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B15BFB" w:rsidRDefault="00B15BFB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B15BFB" w:rsidRDefault="00B15BFB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B15BFB" w:rsidRDefault="00B15BFB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B15BFB" w:rsidRDefault="00B15BFB" w:rsidP="00B15BFB">
            <w:r>
              <w:t>4. Применение запорной арматуры по критериям ПАО «МОЭК» (Справочник ПАО «МОЭК»).</w:t>
            </w:r>
          </w:p>
          <w:p w:rsidR="00B805FB" w:rsidRPr="00AE5896" w:rsidRDefault="00B15BFB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AE5896" w:rsidP="004F1B07">
            <w:r w:rsidRPr="00AE5896">
              <w:t xml:space="preserve">Выполнить инженерно-геодезические, инженерно-геологические и инженерно-экологические изыскания в объеме необходимом и достаточном для производства </w:t>
            </w:r>
            <w:r w:rsidRPr="00AE5896">
              <w:lastRenderedPageBreak/>
              <w:t>строительно-монтажных работ.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75669E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481D" w:rsidRPr="00221004" w:rsidRDefault="00221004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4143CA" w:rsidRPr="004143CA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4.3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C34048" w:rsidRDefault="00B15BFB" w:rsidP="00B15BFB">
            <w:r w:rsidRPr="00C34048">
              <w:t>Проектную и рабочую документацию выполнить в соответствии с нормативными документами, действующими на момент проектирования в т.ч. постановлением Правительства РФ № 87 от 16.02.2008 и ГОСТ Р 21.1101-2009.</w:t>
            </w:r>
          </w:p>
          <w:p w:rsidR="00B15BFB" w:rsidRPr="00C34048" w:rsidRDefault="00B15BFB" w:rsidP="00B15BFB">
            <w:r w:rsidRPr="00C34048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B15BFB" w:rsidRPr="00C34048" w:rsidRDefault="00B15BFB" w:rsidP="00B15BFB">
            <w:r w:rsidRPr="00C34048">
              <w:t>определения стоимости строительства и получения необходимых согласований.</w:t>
            </w:r>
          </w:p>
          <w:p w:rsidR="00660F2D" w:rsidRPr="00C34048" w:rsidRDefault="00B15BFB" w:rsidP="00B15BFB">
            <w:r w:rsidRPr="00C34048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</w:t>
            </w:r>
            <w:r w:rsidR="004F1B07" w:rsidRPr="00C34048">
              <w:t xml:space="preserve"> объеме необходимом и достаточном для производства строительно-монтажных работ</w:t>
            </w:r>
            <w:r w:rsidRPr="00C34048">
              <w:t>.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C34048" w:rsidRDefault="00B15BFB" w:rsidP="0006653C">
            <w:r w:rsidRPr="00C34048"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4.3.3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Требуется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4.3.4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4.3.5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4.3.6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 xml:space="preserve">Требуется т.ч. </w:t>
            </w:r>
            <w:r w:rsidRPr="00781CEF">
              <w:t>расчет водоотведения, водопонижения, дождевых стоков (л/с), схема водоотведения (в соответствии с постановлением от 04.11.2004 №2217-РП)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4.3.7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необходимости.</w:t>
            </w:r>
          </w:p>
          <w:p w:rsidR="00B15BFB" w:rsidRPr="00781CEF" w:rsidRDefault="00B15BFB" w:rsidP="0006653C"/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4.3.8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</w:t>
            </w:r>
            <w:r w:rsidRPr="00781CEF">
              <w:lastRenderedPageBreak/>
              <w:t>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lastRenderedPageBreak/>
              <w:t>Требуется при необходимости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lastRenderedPageBreak/>
              <w:t>4.3.9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4.3.10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Требуется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852912" w:rsidP="0006653C">
            <w:r>
              <w:t>4.3.11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«Дендроплан существующих зеленых насаждений и перечетная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 xml:space="preserve">Требуется 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4.</w:t>
            </w:r>
            <w:r w:rsidR="00852912"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4.</w:t>
            </w:r>
            <w:r w:rsidR="00852912"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необходимости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C354D3" w:rsidP="0006653C">
            <w:r>
              <w:t>4.3.14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C354D3" w:rsidP="0006653C">
            <w:r>
              <w:t>4.3.15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</w:t>
            </w:r>
          </w:p>
        </w:tc>
      </w:tr>
      <w:tr w:rsidR="00B15BFB" w:rsidRPr="00781CEF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C354D3" w:rsidP="0006653C">
            <w:r>
              <w:t>4.3.16</w:t>
            </w:r>
            <w:r w:rsidR="00B15BFB"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781CEF" w:rsidRDefault="00B15BFB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4.4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F61">
            <w:r w:rsidRPr="004143CA">
              <w:t>Требования к разделу «Смета</w:t>
            </w:r>
          </w:p>
          <w:p w:rsidR="00660F2D" w:rsidRPr="004143CA" w:rsidRDefault="00660F2D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21004" w:rsidRPr="00C34048" w:rsidRDefault="00221004" w:rsidP="00221004">
            <w:r w:rsidRPr="00C34048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  <w:p w:rsidR="00221004" w:rsidRPr="00C34048" w:rsidRDefault="00221004" w:rsidP="00221004">
            <w:r w:rsidRPr="00C34048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221004" w:rsidRPr="00C34048" w:rsidRDefault="00221004" w:rsidP="00221004">
            <w:r w:rsidRPr="00C34048">
              <w:t>- затраты на порубочный билет (ДПиООС),</w:t>
            </w:r>
          </w:p>
          <w:p w:rsidR="00221004" w:rsidRPr="00C34048" w:rsidRDefault="00221004" w:rsidP="00221004">
            <w:r w:rsidRPr="00C34048">
              <w:t>- затраты на договор водоотведения (Мосводосток),</w:t>
            </w:r>
          </w:p>
          <w:p w:rsidR="00221004" w:rsidRPr="00C34048" w:rsidRDefault="00221004" w:rsidP="00221004">
            <w:r w:rsidRPr="00C34048">
              <w:t>- затраты на контрольно-геодезическую съемку, согласование исполнительного чертежа, выполнение технического плана (Мосгоргеотрест),</w:t>
            </w:r>
          </w:p>
          <w:p w:rsidR="00221004" w:rsidRPr="00C34048" w:rsidRDefault="00221004" w:rsidP="00221004">
            <w:r w:rsidRPr="00C34048">
              <w:t>- затраты на авторский надзор,</w:t>
            </w:r>
          </w:p>
          <w:p w:rsidR="00221004" w:rsidRPr="00C34048" w:rsidRDefault="00221004" w:rsidP="00221004">
            <w:r w:rsidRPr="00C34048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221004" w:rsidRPr="00C34048" w:rsidRDefault="002F7A51" w:rsidP="00221004">
            <w:r w:rsidRPr="00C34048">
              <w:t>- затраты на договор технического надзора при проведении СМР в охранных зонах линейных объектов (сетей сторонних сетевых компаниях</w:t>
            </w:r>
            <w:r w:rsidR="00C34048" w:rsidRPr="00C34048">
              <w:t>)</w:t>
            </w:r>
            <w:r w:rsidRPr="00C34048">
              <w:t xml:space="preserve"> </w:t>
            </w:r>
            <w:r w:rsidR="00221004" w:rsidRPr="00C34048">
              <w:t>,</w:t>
            </w:r>
          </w:p>
          <w:p w:rsidR="00221004" w:rsidRPr="00C34048" w:rsidRDefault="00221004" w:rsidP="00221004">
            <w:r w:rsidRPr="00C34048">
              <w:t>- затраты на проведение обследования и мониторинга за состоянием строительных конструкций,</w:t>
            </w:r>
          </w:p>
          <w:p w:rsidR="00221004" w:rsidRPr="00C34048" w:rsidRDefault="00221004" w:rsidP="00221004">
            <w:r w:rsidRPr="00C34048">
              <w:t>- затраты на выполнение архитектурного надзора,</w:t>
            </w:r>
          </w:p>
          <w:p w:rsidR="00221004" w:rsidRPr="00C34048" w:rsidRDefault="00221004" w:rsidP="00221004">
            <w:r w:rsidRPr="00C34048">
              <w:t xml:space="preserve">- другие затраты, необходимость которых выявилась в </w:t>
            </w:r>
            <w:r w:rsidRPr="00C34048">
              <w:lastRenderedPageBreak/>
              <w:t xml:space="preserve">процессе проектирования. </w:t>
            </w:r>
          </w:p>
          <w:p w:rsidR="008838DF" w:rsidRPr="00C34048" w:rsidRDefault="00221004" w:rsidP="00221004">
            <w:r w:rsidRPr="00C34048">
              <w:t>Указанные затраты, сопровождающие СМР, отразить в сводной информационной таблице.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B15BFB" w:rsidP="00B46E3E">
            <w:r>
              <w:lastRenderedPageBreak/>
              <w:t>4.5</w:t>
            </w:r>
            <w:r w:rsidR="00EB1466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985286" w:rsidP="00985286">
            <w:r w:rsidRPr="004143CA">
              <w:t>Требования о необходимости проведения экспертизы</w:t>
            </w:r>
            <w:r w:rsidR="007A3229" w:rsidRPr="004143CA">
              <w:t xml:space="preserve">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85F67" w:rsidRDefault="00F85F67" w:rsidP="00F85F67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>(если строительство/реконструкция предполагается на землях особо охраняемых природных территорий или на основании Заключения ДПиООС)</w:t>
            </w:r>
          </w:p>
          <w:p w:rsidR="00F85F67" w:rsidRDefault="00F85F67" w:rsidP="00F85F67">
            <w:r>
              <w:t xml:space="preserve">2. Необходимо проведение экспертизы проектной документации 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F85F67" w:rsidRDefault="00F85F67" w:rsidP="00F85F67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F85F67" w:rsidRDefault="00F85F67" w:rsidP="00F85F67">
            <w:r>
              <w:t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ГрадКодекса РФ и постановления Правительства РФ от 16 февраля 2008 г. № 87.</w:t>
            </w:r>
          </w:p>
          <w:p w:rsidR="00DA561A" w:rsidRPr="00C34048" w:rsidRDefault="00F85F67" w:rsidP="00F85F67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B15BFB" w:rsidP="00B46E3E">
            <w:r>
              <w:t>4.6</w:t>
            </w:r>
            <w:r w:rsidR="00EB1466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143CA" w:rsidRDefault="0098528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A6DC7" w:rsidRPr="00C34048" w:rsidRDefault="00F85F67" w:rsidP="00EF1F19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B15BFB" w:rsidP="00B46E3E">
            <w:r>
              <w:t>4.7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D4C29" w:rsidRPr="00C34048" w:rsidRDefault="00ED4C29" w:rsidP="00ED4C29">
            <w:r w:rsidRPr="00C34048">
              <w:t xml:space="preserve">Проектную документацию необходимо согласовать с: </w:t>
            </w:r>
          </w:p>
          <w:p w:rsidR="00ED4C29" w:rsidRPr="00C34048" w:rsidRDefault="00ED4C29" w:rsidP="00ED4C29">
            <w:r w:rsidRPr="00C34048">
              <w:t xml:space="preserve">- </w:t>
            </w:r>
            <w:r w:rsidR="00B15BFB" w:rsidRPr="00C34048">
              <w:t>Службами Зака</w:t>
            </w:r>
            <w:r w:rsidR="006F657D" w:rsidRPr="00C34048">
              <w:t>зчика (Эксплуатационный филиал</w:t>
            </w:r>
            <w:r w:rsidR="00B15BFB" w:rsidRPr="00C34048">
              <w:t xml:space="preserve">, </w:t>
            </w:r>
            <w:r w:rsidR="00C671EE" w:rsidRPr="00C34048">
              <w:t xml:space="preserve">Служба подготовки условий подключения, технических заданий и согласования проектов, </w:t>
            </w:r>
            <w:r w:rsidR="007847C7" w:rsidRPr="00C34048">
              <w:t xml:space="preserve">Служба ценообразования и сметного нормирования, </w:t>
            </w:r>
            <w:r w:rsidR="00B15BFB" w:rsidRPr="00C34048">
              <w:t>Служба капитального строительства),</w:t>
            </w:r>
          </w:p>
          <w:p w:rsidR="00ED4C29" w:rsidRPr="00C34048" w:rsidRDefault="00ED4C29" w:rsidP="00ED4C29">
            <w:r w:rsidRPr="00C34048">
              <w:t xml:space="preserve">- Балансодержателями территории: </w:t>
            </w:r>
            <w:r w:rsidR="00C671EE" w:rsidRPr="00C34048">
              <w:t>Государственные учреждения «Инженерные службы районов» (</w:t>
            </w:r>
            <w:r w:rsidRPr="00C34048">
              <w:t>ГУ ИС</w:t>
            </w:r>
            <w:r w:rsidR="00C671EE" w:rsidRPr="00C34048">
              <w:t xml:space="preserve">) </w:t>
            </w:r>
            <w:r w:rsidRPr="00C34048">
              <w:t>и другими заинтересованными организациями в соответствии с действующими нормативными документами,</w:t>
            </w:r>
          </w:p>
          <w:p w:rsidR="00ED4C29" w:rsidRPr="00C34048" w:rsidRDefault="00ED4C29" w:rsidP="00ED4C29">
            <w:r w:rsidRPr="00C34048">
              <w:t>- ОПС ГУП «Мосгоргеотрест»</w:t>
            </w:r>
            <w:r w:rsidR="00C671EE" w:rsidRPr="00C34048">
              <w:t xml:space="preserve"> </w:t>
            </w:r>
            <w:r w:rsidR="00695636" w:rsidRPr="00C34048">
              <w:t>(Техническое заключение</w:t>
            </w:r>
            <w:r w:rsidR="00C671EE" w:rsidRPr="00C34048">
              <w:t xml:space="preserve"> о соответствии проектной документации Сводному плану подземных коммуникаций и сооружений в городе Москве</w:t>
            </w:r>
            <w:r w:rsidR="00695636" w:rsidRPr="00C34048">
              <w:t>)</w:t>
            </w:r>
            <w:r w:rsidRPr="00C34048">
              <w:t xml:space="preserve">, </w:t>
            </w:r>
          </w:p>
          <w:p w:rsidR="00ED4C29" w:rsidRPr="00C34048" w:rsidRDefault="00ED4C29" w:rsidP="00ED4C29">
            <w:r w:rsidRPr="00C34048">
              <w:t>- организациями – по требованию ОПС ГУП «Мосгоргеотрест».</w:t>
            </w:r>
          </w:p>
          <w:p w:rsidR="00ED4C29" w:rsidRPr="00C34048" w:rsidRDefault="00ED4C29" w:rsidP="00ED4C29">
            <w:r w:rsidRPr="00C34048">
              <w:t>- Департаментом природопользования и охраны окружающей среды города Москвы</w:t>
            </w:r>
          </w:p>
          <w:p w:rsidR="00ED4C29" w:rsidRPr="00C34048" w:rsidRDefault="00ED4C29" w:rsidP="00ED4C29">
            <w:pPr>
              <w:rPr>
                <w:i/>
              </w:rPr>
            </w:pPr>
            <w:r w:rsidRPr="00C34048">
              <w:t xml:space="preserve">- Департаментом транспорта и развития дорожно- транспортной инфраструктуры города Москвы </w:t>
            </w:r>
            <w:r w:rsidRPr="00C34048">
              <w:rPr>
                <w:i/>
              </w:rPr>
              <w:t xml:space="preserve">(при проведении работ на проезжей части улиц и </w:t>
            </w:r>
            <w:r w:rsidRPr="00C34048">
              <w:rPr>
                <w:i/>
              </w:rPr>
              <w:lastRenderedPageBreak/>
              <w:t>магистралей)</w:t>
            </w:r>
          </w:p>
          <w:p w:rsidR="00ED4C29" w:rsidRPr="00C34048" w:rsidRDefault="00ED4C29" w:rsidP="00ED4C29">
            <w:pPr>
              <w:rPr>
                <w:i/>
              </w:rPr>
            </w:pPr>
            <w:r w:rsidRPr="00C34048">
              <w:t xml:space="preserve">- Мосгорнаследие </w:t>
            </w:r>
            <w:r w:rsidRPr="00C34048">
              <w:rPr>
                <w:i/>
              </w:rPr>
              <w:t>(при строительстве в зоне охраны объектов культурного наследия)</w:t>
            </w:r>
          </w:p>
          <w:p w:rsidR="00B15BFB" w:rsidRPr="00C34048" w:rsidRDefault="00ED4C29" w:rsidP="00ED4C29">
            <w:r w:rsidRPr="00C34048">
              <w:t>- Другие согласования обеспечивающие ввод объекта в эксплуатацию, необходимость которых обнаружилась в процессе проектирования.</w:t>
            </w:r>
          </w:p>
        </w:tc>
      </w:tr>
      <w:tr w:rsidR="004143CA" w:rsidRPr="004143CA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4143CA" w:rsidRPr="004143CA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F4270D">
            <w:r w:rsidRPr="004143CA">
              <w:rPr>
                <w:bCs/>
              </w:rPr>
              <w:t xml:space="preserve">Количество экземпляров </w:t>
            </w:r>
            <w:r w:rsidR="00F4270D" w:rsidRPr="004143CA">
              <w:rPr>
                <w:bCs/>
              </w:rPr>
              <w:t xml:space="preserve">проектно-сметной </w:t>
            </w:r>
            <w:r w:rsidRPr="004143CA">
              <w:rPr>
                <w:bCs/>
              </w:rPr>
              <w:t>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B407D" w:rsidRDefault="00CB407D" w:rsidP="00CB407D">
            <w:r>
              <w:t xml:space="preserve">Проектная и Рабочая документация представляется в </w:t>
            </w:r>
          </w:p>
          <w:p w:rsidR="00CB407D" w:rsidRDefault="00695636" w:rsidP="00CB407D">
            <w:r>
              <w:t>- в 4-х</w:t>
            </w:r>
            <w:r w:rsidR="00CB407D">
              <w:t xml:space="preserve">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CB407D" w:rsidRDefault="00CB407D" w:rsidP="00CB407D">
            <w:r>
              <w:t xml:space="preserve">- в 1 экземпляре на электронном носителе (CD-диск), выполненном </w:t>
            </w:r>
            <w:r w:rsidR="00695636">
              <w:t xml:space="preserve">в </w:t>
            </w:r>
            <w:r>
              <w:t>формате «pdf» и «dwg» в соответствии с  постановл</w:t>
            </w:r>
            <w:r w:rsidR="00ED4C29">
              <w:t>ением</w:t>
            </w:r>
            <w:r>
              <w:t xml:space="preserve"> правительства Москвы от 03.11.2015 №728-ПП.</w:t>
            </w:r>
          </w:p>
          <w:p w:rsidR="00660F2D" w:rsidRPr="004143CA" w:rsidRDefault="00CB407D" w:rsidP="00CB407D">
            <w:r>
              <w:t>- а так же Смета в 1 экземпляре в электронном виде в формате «.sob», «.sobx», «.pdf»</w:t>
            </w:r>
          </w:p>
        </w:tc>
      </w:tr>
      <w:tr w:rsidR="00D95A60" w:rsidRPr="004143CA" w:rsidTr="004738DC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5A60" w:rsidRDefault="00D95A60" w:rsidP="004738DC">
            <w:pPr>
              <w:rPr>
                <w:bCs/>
              </w:rPr>
            </w:pPr>
            <w:r>
              <w:rPr>
                <w:bCs/>
              </w:rPr>
              <w:t>5.2</w:t>
            </w:r>
          </w:p>
          <w:p w:rsidR="00D95A60" w:rsidRPr="009B67B0" w:rsidRDefault="00D95A60" w:rsidP="004738DC">
            <w:pPr>
              <w:tabs>
                <w:tab w:val="left" w:pos="601"/>
              </w:tabs>
            </w:pPr>
            <w: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5A60" w:rsidRPr="004143CA" w:rsidRDefault="00D95A60" w:rsidP="004738DC">
            <w:pPr>
              <w:rPr>
                <w:bCs/>
              </w:rPr>
            </w:pPr>
            <w:r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5A60" w:rsidRDefault="00D95A60" w:rsidP="004738DC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D95A60" w:rsidRPr="004143CA" w:rsidRDefault="00D95A60" w:rsidP="00D95A60">
      <w:pPr>
        <w:tabs>
          <w:tab w:val="left" w:pos="6511"/>
        </w:tabs>
      </w:pPr>
      <w:r>
        <w:tab/>
      </w:r>
    </w:p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4B" w:rsidRDefault="00FB1F4B" w:rsidP="005F5964">
      <w:r>
        <w:separator/>
      </w:r>
    </w:p>
  </w:endnote>
  <w:endnote w:type="continuationSeparator" w:id="0">
    <w:p w:rsidR="00FB1F4B" w:rsidRDefault="00FB1F4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2F7A51" w:rsidRDefault="002F7A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F62">
          <w:rPr>
            <w:noProof/>
          </w:rPr>
          <w:t>8</w:t>
        </w:r>
        <w:r>
          <w:fldChar w:fldCharType="end"/>
        </w:r>
      </w:p>
    </w:sdtContent>
  </w:sdt>
  <w:p w:rsidR="002F7A51" w:rsidRDefault="002F7A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4B" w:rsidRDefault="00FB1F4B" w:rsidP="005F5964">
      <w:r>
        <w:separator/>
      </w:r>
    </w:p>
  </w:footnote>
  <w:footnote w:type="continuationSeparator" w:id="0">
    <w:p w:rsidR="00FB1F4B" w:rsidRDefault="00FB1F4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437E"/>
    <w:rsid w:val="0006653C"/>
    <w:rsid w:val="00070AB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F61"/>
    <w:rsid w:val="001D5637"/>
    <w:rsid w:val="001D5FE7"/>
    <w:rsid w:val="002118C5"/>
    <w:rsid w:val="00217BF7"/>
    <w:rsid w:val="00221004"/>
    <w:rsid w:val="00236CD7"/>
    <w:rsid w:val="00242C58"/>
    <w:rsid w:val="002571E5"/>
    <w:rsid w:val="00261A93"/>
    <w:rsid w:val="00264FC3"/>
    <w:rsid w:val="00265895"/>
    <w:rsid w:val="002702F5"/>
    <w:rsid w:val="00282361"/>
    <w:rsid w:val="00285F89"/>
    <w:rsid w:val="0028707F"/>
    <w:rsid w:val="002B71BD"/>
    <w:rsid w:val="002D7063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3B7F62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23395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C5233"/>
    <w:rsid w:val="005F5964"/>
    <w:rsid w:val="005F7AAD"/>
    <w:rsid w:val="0060196F"/>
    <w:rsid w:val="0061503F"/>
    <w:rsid w:val="0064559D"/>
    <w:rsid w:val="00652B17"/>
    <w:rsid w:val="0065592F"/>
    <w:rsid w:val="00660F2D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52912"/>
    <w:rsid w:val="008575DE"/>
    <w:rsid w:val="00864480"/>
    <w:rsid w:val="00874B06"/>
    <w:rsid w:val="008763DE"/>
    <w:rsid w:val="008838DF"/>
    <w:rsid w:val="008C4B92"/>
    <w:rsid w:val="008C50B7"/>
    <w:rsid w:val="008E6F92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F2862"/>
    <w:rsid w:val="00BF3567"/>
    <w:rsid w:val="00C077A9"/>
    <w:rsid w:val="00C16C30"/>
    <w:rsid w:val="00C26E12"/>
    <w:rsid w:val="00C33D91"/>
    <w:rsid w:val="00C34048"/>
    <w:rsid w:val="00C34103"/>
    <w:rsid w:val="00C354D3"/>
    <w:rsid w:val="00C671EE"/>
    <w:rsid w:val="00C77421"/>
    <w:rsid w:val="00C9625B"/>
    <w:rsid w:val="00CB407D"/>
    <w:rsid w:val="00CC221F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95A60"/>
    <w:rsid w:val="00DA561A"/>
    <w:rsid w:val="00DA6DC7"/>
    <w:rsid w:val="00DC38CB"/>
    <w:rsid w:val="00DC5128"/>
    <w:rsid w:val="00DD1617"/>
    <w:rsid w:val="00DD28AA"/>
    <w:rsid w:val="00DD5663"/>
    <w:rsid w:val="00DE6E5A"/>
    <w:rsid w:val="00DF16C1"/>
    <w:rsid w:val="00E03D29"/>
    <w:rsid w:val="00E051CE"/>
    <w:rsid w:val="00E14827"/>
    <w:rsid w:val="00E23893"/>
    <w:rsid w:val="00E24081"/>
    <w:rsid w:val="00E36402"/>
    <w:rsid w:val="00E50DE1"/>
    <w:rsid w:val="00E62AA1"/>
    <w:rsid w:val="00E643EA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818F0"/>
    <w:rsid w:val="00F85F67"/>
    <w:rsid w:val="00FB1F4B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Кириченко Наталия Александровна</cp:lastModifiedBy>
  <cp:revision>2</cp:revision>
  <cp:lastPrinted>2016-10-26T13:26:00Z</cp:lastPrinted>
  <dcterms:created xsi:type="dcterms:W3CDTF">2017-01-18T08:44:00Z</dcterms:created>
  <dcterms:modified xsi:type="dcterms:W3CDTF">2017-01-18T08:44:00Z</dcterms:modified>
</cp:coreProperties>
</file>