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A5322B" w14:textId="497BF879" w:rsidR="007F3045" w:rsidRDefault="00001484" w:rsidP="007F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«Досуговый цен</w:t>
      </w:r>
      <w:r w:rsidR="007F3045">
        <w:rPr>
          <w:rFonts w:ascii="Times New Roman" w:eastAsia="Times New Roman" w:hAnsi="Times New Roman" w:cs="Times New Roman"/>
          <w:b/>
          <w:sz w:val="28"/>
          <w:szCs w:val="28"/>
        </w:rPr>
        <w:t xml:space="preserve">тр», расположенного по адресу: </w:t>
      </w:r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 xml:space="preserve">г. Москва, </w:t>
      </w:r>
      <w:proofErr w:type="spellStart"/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>Боровское</w:t>
      </w:r>
      <w:proofErr w:type="spellEnd"/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 xml:space="preserve"> ш., </w:t>
      </w:r>
      <w:proofErr w:type="spellStart"/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>мкр</w:t>
      </w:r>
      <w:proofErr w:type="spellEnd"/>
      <w:r w:rsidR="007F3045" w:rsidRPr="007F3045">
        <w:rPr>
          <w:rFonts w:ascii="Times New Roman" w:eastAsia="Times New Roman" w:hAnsi="Times New Roman" w:cs="Times New Roman"/>
          <w:b/>
          <w:sz w:val="28"/>
          <w:szCs w:val="28"/>
        </w:rPr>
        <w:t>. 11А, корп. 225</w:t>
      </w:r>
    </w:p>
    <w:p w14:paraId="722D7C97" w14:textId="4D22618B" w:rsidR="00001484" w:rsidRPr="00053A96" w:rsidRDefault="00001484" w:rsidP="007F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7F3045">
        <w:rPr>
          <w:rFonts w:ascii="Times New Roman" w:eastAsia="Times New Roman" w:hAnsi="Times New Roman" w:cs="Times New Roman"/>
          <w:b/>
          <w:sz w:val="28"/>
          <w:szCs w:val="28"/>
        </w:rPr>
        <w:t>8253</w:t>
      </w:r>
      <w:proofErr w:type="gramStart"/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3DFAFDEB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347344" w14:textId="77777777" w:rsidR="00D875DB" w:rsidRDefault="00D875DB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36B107" w14:textId="77777777" w:rsidR="00D875DB" w:rsidRDefault="00D875DB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115A3C" w14:textId="77777777" w:rsidR="00A315F7" w:rsidRDefault="00A315F7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E82D77" w14:textId="77777777" w:rsidR="00D875DB" w:rsidRDefault="00D875DB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24F350" w14:textId="77777777" w:rsidR="00D875DB" w:rsidRDefault="00D875DB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442652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5934217" w:rsidR="00E02971" w:rsidRPr="007F3045" w:rsidRDefault="0097220B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528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1,7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569CC9F0" w:rsidR="00E02971" w:rsidRPr="007F3045" w:rsidRDefault="008528ED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1,36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722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D63E273" w:rsidR="00E02971" w:rsidRPr="007F3045" w:rsidRDefault="008528ED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1,02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4479852" w:rsidR="00E02971" w:rsidRPr="007F3045" w:rsidRDefault="008528ED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0,68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1,02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9AB4599" w:rsidR="00E02971" w:rsidRPr="007F3045" w:rsidRDefault="008528ED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0,34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7220B"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875D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A315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2EA1955" w:rsidR="00E02971" w:rsidRPr="007F3045" w:rsidRDefault="0097220B" w:rsidP="007F3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75D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A315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F304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442652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311E7" w14:textId="77777777" w:rsidR="00FB133E" w:rsidRDefault="00FB133E" w:rsidP="00F20455">
      <w:pPr>
        <w:spacing w:after="0" w:line="240" w:lineRule="auto"/>
      </w:pPr>
      <w:r>
        <w:separator/>
      </w:r>
    </w:p>
  </w:endnote>
  <w:endnote w:type="continuationSeparator" w:id="0">
    <w:p w14:paraId="3ADC5403" w14:textId="77777777" w:rsidR="00FB133E" w:rsidRDefault="00FB133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3FB1BA86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16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79FD4" w14:textId="77777777" w:rsidR="00FB133E" w:rsidRDefault="00FB133E" w:rsidP="00F20455">
      <w:pPr>
        <w:spacing w:after="0" w:line="240" w:lineRule="auto"/>
      </w:pPr>
      <w:r>
        <w:separator/>
      </w:r>
    </w:p>
  </w:footnote>
  <w:footnote w:type="continuationSeparator" w:id="0">
    <w:p w14:paraId="757744E3" w14:textId="77777777" w:rsidR="00FB133E" w:rsidRDefault="00FB133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629DAE6" w:rsidR="00134A79" w:rsidRPr="00E42135" w:rsidRDefault="00134A79" w:rsidP="00690EA0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7F3045">
      <w:rPr>
        <w:rFonts w:ascii="Times New Roman" w:hAnsi="Times New Roman" w:cs="Times New Roman"/>
        <w:b/>
        <w:spacing w:val="-14"/>
        <w:sz w:val="24"/>
        <w:szCs w:val="24"/>
      </w:rPr>
      <w:t>8253</w:t>
    </w:r>
    <w:proofErr w:type="gramStart"/>
    <w:r w:rsidR="00C90DA9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A4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1A7B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0F71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D6055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1167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0EA0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1DF9"/>
    <w:rsid w:val="007673AF"/>
    <w:rsid w:val="007769E8"/>
    <w:rsid w:val="00781500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C7DEF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045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28ED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043D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5101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15F7"/>
    <w:rsid w:val="00A33BE4"/>
    <w:rsid w:val="00A34262"/>
    <w:rsid w:val="00A34DA1"/>
    <w:rsid w:val="00A36C73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A739D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35D7"/>
    <w:rsid w:val="00B47DB7"/>
    <w:rsid w:val="00B50014"/>
    <w:rsid w:val="00B57792"/>
    <w:rsid w:val="00B7006A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875DB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33E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FFD7-3898-44AC-866F-F9EF6EBE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0</TotalTime>
  <Pages>9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Ефремова Наталья Валериановна</cp:lastModifiedBy>
  <cp:revision>2</cp:revision>
  <cp:lastPrinted>2016-04-15T12:58:00Z</cp:lastPrinted>
  <dcterms:created xsi:type="dcterms:W3CDTF">2016-12-28T07:36:00Z</dcterms:created>
  <dcterms:modified xsi:type="dcterms:W3CDTF">2016-12-28T07:36:00Z</dcterms:modified>
</cp:coreProperties>
</file>