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7B885CF1" w14:textId="68438B0F" w:rsidR="009B48EC" w:rsidRDefault="000917D6" w:rsidP="00BF08BC">
      <w:pPr>
        <w:jc w:val="center"/>
        <w:rPr>
          <w:b/>
          <w:sz w:val="24"/>
          <w:szCs w:val="24"/>
        </w:rPr>
      </w:pPr>
      <w:bookmarkStart w:id="1" w:name="_Toc398881847"/>
      <w:bookmarkStart w:id="2" w:name="_Toc399233211"/>
      <w:bookmarkStart w:id="3" w:name="_Toc402520079"/>
      <w:bookmarkStart w:id="4" w:name="_Toc402524802"/>
      <w:bookmarkStart w:id="5" w:name="_Toc402527245"/>
      <w:bookmarkStart w:id="6" w:name="_Toc395169879"/>
      <w:r w:rsidRPr="009B48EC">
        <w:rPr>
          <w:b/>
          <w:sz w:val="24"/>
          <w:szCs w:val="24"/>
        </w:rPr>
        <w:t>о проведен</w:t>
      </w:r>
      <w:r w:rsidR="009C3B4C" w:rsidRPr="009B48EC">
        <w:rPr>
          <w:b/>
          <w:sz w:val="24"/>
          <w:szCs w:val="24"/>
        </w:rPr>
        <w:t xml:space="preserve">ии </w:t>
      </w:r>
      <w:r w:rsidR="00382564" w:rsidRPr="009B48EC">
        <w:rPr>
          <w:b/>
          <w:sz w:val="24"/>
          <w:szCs w:val="24"/>
        </w:rPr>
        <w:t xml:space="preserve">открытого </w:t>
      </w:r>
      <w:r w:rsidR="00A96448" w:rsidRPr="009B48EC">
        <w:rPr>
          <w:b/>
          <w:sz w:val="24"/>
          <w:szCs w:val="24"/>
        </w:rPr>
        <w:t>Запроса предложений</w:t>
      </w:r>
      <w:r w:rsidR="00210AA6" w:rsidRPr="009B48EC">
        <w:rPr>
          <w:b/>
          <w:sz w:val="24"/>
          <w:szCs w:val="24"/>
        </w:rPr>
        <w:t xml:space="preserve"> в электронной форме</w:t>
      </w:r>
      <w:bookmarkEnd w:id="1"/>
      <w:bookmarkEnd w:id="2"/>
      <w:bookmarkEnd w:id="3"/>
      <w:bookmarkEnd w:id="4"/>
      <w:bookmarkEnd w:id="5"/>
      <w:r w:rsidR="00F72179" w:rsidRPr="009B48EC">
        <w:rPr>
          <w:b/>
          <w:sz w:val="24"/>
          <w:szCs w:val="24"/>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62EA9" w:rsidRPr="009B48EC">
        <w:rPr>
          <w:b/>
          <w:sz w:val="24"/>
          <w:szCs w:val="24"/>
        </w:rPr>
        <w:t xml:space="preserve"> </w:t>
      </w:r>
      <w:r w:rsidR="00BF08BC">
        <w:rPr>
          <w:b/>
          <w:sz w:val="24"/>
          <w:szCs w:val="24"/>
        </w:rPr>
        <w:t xml:space="preserve">на </w:t>
      </w:r>
      <w:r w:rsidR="004F07E5" w:rsidRPr="004F07E5">
        <w:rPr>
          <w:b/>
          <w:sz w:val="24"/>
          <w:szCs w:val="24"/>
        </w:rPr>
        <w:t xml:space="preserve"> </w:t>
      </w:r>
      <w:r w:rsidR="00672B5A">
        <w:rPr>
          <w:b/>
          <w:sz w:val="24"/>
          <w:szCs w:val="24"/>
        </w:rPr>
        <w:t>в</w:t>
      </w:r>
      <w:r w:rsidR="00672B5A" w:rsidRPr="00672B5A">
        <w:rPr>
          <w:b/>
          <w:sz w:val="24"/>
          <w:szCs w:val="24"/>
        </w:rPr>
        <w:t>ыполнение стр</w:t>
      </w:r>
      <w:r w:rsidR="00CB0342">
        <w:rPr>
          <w:b/>
          <w:sz w:val="24"/>
          <w:szCs w:val="24"/>
        </w:rPr>
        <w:t>оительно-монтажных работ по ре</w:t>
      </w:r>
      <w:r w:rsidR="00672B5A" w:rsidRPr="00672B5A">
        <w:rPr>
          <w:b/>
          <w:sz w:val="24"/>
          <w:szCs w:val="24"/>
        </w:rPr>
        <w:t>конструкции разводящей тепловой сети для нужд Филиала № 8 ПАО «МОЭК»</w:t>
      </w:r>
      <w:r w:rsidR="00CA7DAE">
        <w:rPr>
          <w:b/>
          <w:sz w:val="24"/>
          <w:szCs w:val="24"/>
        </w:rPr>
        <w:t xml:space="preserve"> </w:t>
      </w:r>
      <w:r w:rsidR="00560C71" w:rsidRPr="009B48EC">
        <w:rPr>
          <w:b/>
          <w:sz w:val="24"/>
          <w:szCs w:val="24"/>
        </w:rPr>
        <w:t xml:space="preserve">№ </w:t>
      </w:r>
      <w:r w:rsidR="00CA7DAE">
        <w:rPr>
          <w:b/>
          <w:sz w:val="24"/>
          <w:szCs w:val="24"/>
        </w:rPr>
        <w:t>101</w:t>
      </w:r>
      <w:r w:rsidR="00672B5A">
        <w:rPr>
          <w:b/>
          <w:sz w:val="24"/>
          <w:szCs w:val="24"/>
        </w:rPr>
        <w:t>14</w:t>
      </w:r>
      <w:r w:rsidR="00560C71" w:rsidRPr="009B48EC">
        <w:rPr>
          <w:b/>
          <w:sz w:val="24"/>
          <w:szCs w:val="24"/>
        </w:rPr>
        <w:t>/</w:t>
      </w:r>
      <w:r w:rsidR="00CA7DAE">
        <w:rPr>
          <w:b/>
          <w:sz w:val="24"/>
          <w:szCs w:val="24"/>
        </w:rPr>
        <w:t>П</w:t>
      </w:r>
    </w:p>
    <w:p w14:paraId="7E3716A6" w14:textId="77777777" w:rsidR="00BF08BC" w:rsidRDefault="00BF08BC" w:rsidP="009B48EC">
      <w:pPr>
        <w:jc w:val="both"/>
        <w:rPr>
          <w:b/>
          <w:sz w:val="24"/>
          <w:szCs w:val="24"/>
        </w:rPr>
      </w:pPr>
    </w:p>
    <w:bookmarkEnd w:id="7"/>
    <w:bookmarkEnd w:id="8"/>
    <w:bookmarkEnd w:id="9"/>
    <w:bookmarkEnd w:id="10"/>
    <w:bookmarkEnd w:id="11"/>
    <w:bookmarkEnd w:id="12"/>
    <w:p w14:paraId="76BC5A9F" w14:textId="77777777" w:rsidR="00892F24" w:rsidRPr="00892F24" w:rsidRDefault="00DD3BA1" w:rsidP="00892F24">
      <w:pPr>
        <w:rPr>
          <w:b/>
          <w:sz w:val="24"/>
          <w:szCs w:val="24"/>
        </w:rPr>
      </w:pPr>
      <w:r w:rsidRPr="0050313C">
        <w:rPr>
          <w:b/>
          <w:sz w:val="24"/>
          <w:szCs w:val="24"/>
        </w:rPr>
        <w:t xml:space="preserve">Способ и форма закупки: </w:t>
      </w:r>
      <w:r w:rsidR="00572F73" w:rsidRPr="0050313C">
        <w:rPr>
          <w:b/>
          <w:sz w:val="24"/>
          <w:szCs w:val="24"/>
        </w:rPr>
        <w:t xml:space="preserve"> </w:t>
      </w:r>
      <w:r w:rsidR="00892F24" w:rsidRPr="0050313C">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3"/>
      <w:bookmarkEnd w:id="14"/>
      <w:bookmarkEnd w:id="15"/>
      <w:bookmarkEnd w:id="16"/>
      <w:bookmarkEnd w:id="17"/>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F56E0C" w:rsidRPr="00BA3C88" w14:paraId="1E8927A4" w14:textId="77777777" w:rsidTr="0003396B">
        <w:trPr>
          <w:trHeight w:hRule="exact" w:val="853"/>
        </w:trPr>
        <w:tc>
          <w:tcPr>
            <w:tcW w:w="1635" w:type="pct"/>
            <w:hideMark/>
          </w:tcPr>
          <w:p w14:paraId="5C3FAFCC" w14:textId="77777777" w:rsidR="00F56E0C" w:rsidRPr="00BA3C88" w:rsidRDefault="00F56E0C" w:rsidP="0003396B">
            <w:pPr>
              <w:rPr>
                <w:b/>
                <w:sz w:val="24"/>
                <w:szCs w:val="24"/>
              </w:rPr>
            </w:pPr>
            <w:r w:rsidRPr="00BA3C88">
              <w:rPr>
                <w:b/>
                <w:sz w:val="24"/>
                <w:szCs w:val="24"/>
              </w:rPr>
              <w:t>Организатор:</w:t>
            </w:r>
          </w:p>
        </w:tc>
        <w:tc>
          <w:tcPr>
            <w:tcW w:w="3365" w:type="pct"/>
            <w:hideMark/>
          </w:tcPr>
          <w:p w14:paraId="256BC500" w14:textId="77777777" w:rsidR="00F56E0C" w:rsidRPr="001C1C0F" w:rsidRDefault="00F56E0C" w:rsidP="000E15E7">
            <w:pPr>
              <w:ind w:left="-55"/>
              <w:rPr>
                <w:sz w:val="24"/>
                <w:szCs w:val="24"/>
              </w:rPr>
            </w:pPr>
            <w:r w:rsidRPr="001C1C0F">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32714719" w:rsidR="00F56E0C" w:rsidRPr="00DB7E33" w:rsidRDefault="00F56E0C" w:rsidP="009B48EC">
            <w:pPr>
              <w:ind w:left="-55"/>
              <w:rPr>
                <w:sz w:val="24"/>
                <w:szCs w:val="24"/>
              </w:rPr>
            </w:pPr>
            <w:r w:rsidRPr="001C1C0F">
              <w:rPr>
                <w:sz w:val="24"/>
                <w:szCs w:val="24"/>
              </w:rPr>
              <w:t xml:space="preserve">(ООО «ППТК») </w:t>
            </w:r>
          </w:p>
        </w:tc>
      </w:tr>
      <w:tr w:rsidR="00F56E0C" w:rsidRPr="00BA3C88" w14:paraId="2D463549" w14:textId="77777777" w:rsidTr="0003396B">
        <w:trPr>
          <w:trHeight w:hRule="exact" w:val="258"/>
        </w:trPr>
        <w:tc>
          <w:tcPr>
            <w:tcW w:w="1635" w:type="pct"/>
            <w:hideMark/>
          </w:tcPr>
          <w:p w14:paraId="0EC277C0" w14:textId="77777777" w:rsidR="00F56E0C" w:rsidRPr="00BA3C88" w:rsidRDefault="00F56E0C" w:rsidP="0003396B">
            <w:pPr>
              <w:rPr>
                <w:b/>
                <w:sz w:val="24"/>
                <w:szCs w:val="24"/>
              </w:rPr>
            </w:pPr>
            <w:r w:rsidRPr="00BA3C88">
              <w:rPr>
                <w:b/>
                <w:sz w:val="24"/>
                <w:szCs w:val="24"/>
              </w:rPr>
              <w:t>Место нахождения:</w:t>
            </w:r>
          </w:p>
        </w:tc>
        <w:tc>
          <w:tcPr>
            <w:tcW w:w="3365" w:type="pct"/>
          </w:tcPr>
          <w:p w14:paraId="1CF7DCD7" w14:textId="77777777" w:rsidR="00F56E0C" w:rsidRPr="001C1C0F" w:rsidRDefault="00F56E0C" w:rsidP="000E15E7">
            <w:pPr>
              <w:ind w:left="-55"/>
              <w:rPr>
                <w:sz w:val="24"/>
                <w:szCs w:val="24"/>
              </w:rPr>
            </w:pPr>
            <w:r w:rsidRPr="001C1C0F">
              <w:rPr>
                <w:sz w:val="24"/>
                <w:szCs w:val="24"/>
              </w:rPr>
              <w:t>142784, г. Москва,  ул. Верейская, д. 17</w:t>
            </w:r>
          </w:p>
          <w:p w14:paraId="160DDF8F" w14:textId="3EC16977" w:rsidR="00F56E0C" w:rsidRPr="00DB7E33" w:rsidRDefault="00F56E0C" w:rsidP="0032282A">
            <w:pPr>
              <w:ind w:left="-55"/>
              <w:rPr>
                <w:sz w:val="24"/>
                <w:szCs w:val="24"/>
              </w:rPr>
            </w:pPr>
          </w:p>
        </w:tc>
      </w:tr>
      <w:tr w:rsidR="00F56E0C" w:rsidRPr="00BA3C88" w14:paraId="0CEA975B" w14:textId="77777777" w:rsidTr="0003396B">
        <w:trPr>
          <w:trHeight w:hRule="exact" w:val="278"/>
        </w:trPr>
        <w:tc>
          <w:tcPr>
            <w:tcW w:w="1635" w:type="pct"/>
            <w:hideMark/>
          </w:tcPr>
          <w:p w14:paraId="7976FE2B" w14:textId="77777777" w:rsidR="00F56E0C" w:rsidRPr="00BA3C88" w:rsidRDefault="00F56E0C" w:rsidP="0003396B">
            <w:pPr>
              <w:rPr>
                <w:b/>
                <w:sz w:val="24"/>
                <w:szCs w:val="24"/>
              </w:rPr>
            </w:pPr>
            <w:r w:rsidRPr="00BA3C88">
              <w:rPr>
                <w:b/>
                <w:sz w:val="24"/>
                <w:szCs w:val="24"/>
              </w:rPr>
              <w:t>Почтовый адрес:</w:t>
            </w:r>
          </w:p>
        </w:tc>
        <w:tc>
          <w:tcPr>
            <w:tcW w:w="3365" w:type="pct"/>
          </w:tcPr>
          <w:p w14:paraId="6501B0DA" w14:textId="0597BE38" w:rsidR="00F56E0C" w:rsidRPr="00DB7E33" w:rsidRDefault="00F56E0C" w:rsidP="0032282A">
            <w:pPr>
              <w:ind w:left="-55"/>
              <w:rPr>
                <w:sz w:val="24"/>
                <w:szCs w:val="24"/>
              </w:rPr>
            </w:pPr>
            <w:r w:rsidRPr="001C1C0F">
              <w:rPr>
                <w:sz w:val="24"/>
                <w:szCs w:val="24"/>
              </w:rPr>
              <w:t>142784, г. Москва,  ул. Верейская, д. 17</w:t>
            </w:r>
          </w:p>
        </w:tc>
      </w:tr>
      <w:tr w:rsidR="00F56E0C" w:rsidRPr="00BA3C88" w14:paraId="0B2309A6" w14:textId="77777777" w:rsidTr="009B48EC">
        <w:trPr>
          <w:trHeight w:hRule="exact" w:val="340"/>
        </w:trPr>
        <w:tc>
          <w:tcPr>
            <w:tcW w:w="1635" w:type="pct"/>
            <w:hideMark/>
          </w:tcPr>
          <w:p w14:paraId="1EBD30B6" w14:textId="77777777" w:rsidR="00F56E0C" w:rsidRPr="00BA3C88" w:rsidRDefault="00F56E0C" w:rsidP="0003396B">
            <w:pPr>
              <w:rPr>
                <w:b/>
                <w:sz w:val="24"/>
                <w:szCs w:val="24"/>
              </w:rPr>
            </w:pPr>
            <w:r w:rsidRPr="00BA3C88">
              <w:rPr>
                <w:b/>
                <w:sz w:val="24"/>
                <w:szCs w:val="24"/>
              </w:rPr>
              <w:t>Факс:</w:t>
            </w:r>
          </w:p>
        </w:tc>
        <w:tc>
          <w:tcPr>
            <w:tcW w:w="3365" w:type="pct"/>
          </w:tcPr>
          <w:p w14:paraId="5B0287DD" w14:textId="3FC3DD4F" w:rsidR="00F56E0C" w:rsidRPr="00DB7E33" w:rsidRDefault="00F56E0C" w:rsidP="0032282A">
            <w:pPr>
              <w:ind w:left="-55"/>
              <w:rPr>
                <w:sz w:val="24"/>
                <w:szCs w:val="24"/>
              </w:rPr>
            </w:pPr>
            <w:r w:rsidRPr="001C1C0F">
              <w:rPr>
                <w:sz w:val="24"/>
                <w:szCs w:val="24"/>
              </w:rPr>
              <w:t>(495) 646-80-27</w:t>
            </w:r>
          </w:p>
        </w:tc>
      </w:tr>
      <w:tr w:rsidR="00F56E0C" w:rsidRPr="00BA3C88" w14:paraId="1A9C8CDE" w14:textId="77777777" w:rsidTr="009B48EC">
        <w:trPr>
          <w:trHeight w:hRule="exact" w:val="374"/>
        </w:trPr>
        <w:tc>
          <w:tcPr>
            <w:tcW w:w="1635" w:type="pct"/>
            <w:hideMark/>
          </w:tcPr>
          <w:p w14:paraId="5A35C90B" w14:textId="77777777" w:rsidR="00F56E0C" w:rsidRPr="00BA3C88" w:rsidRDefault="00F56E0C" w:rsidP="0003396B">
            <w:pPr>
              <w:rPr>
                <w:b/>
                <w:sz w:val="24"/>
                <w:szCs w:val="24"/>
              </w:rPr>
            </w:pPr>
            <w:r w:rsidRPr="00BA3C88">
              <w:rPr>
                <w:b/>
                <w:sz w:val="24"/>
                <w:szCs w:val="24"/>
              </w:rPr>
              <w:t xml:space="preserve">Телефон: </w:t>
            </w:r>
          </w:p>
        </w:tc>
        <w:tc>
          <w:tcPr>
            <w:tcW w:w="3365" w:type="pct"/>
          </w:tcPr>
          <w:p w14:paraId="5C6E9D7C" w14:textId="28C3D07B" w:rsidR="00F56E0C" w:rsidRPr="00DB7E33" w:rsidRDefault="00F56E0C" w:rsidP="0032282A">
            <w:pPr>
              <w:ind w:left="-55"/>
              <w:rPr>
                <w:sz w:val="24"/>
                <w:szCs w:val="24"/>
              </w:rPr>
            </w:pPr>
            <w:r w:rsidRPr="001C1C0F">
              <w:rPr>
                <w:sz w:val="24"/>
                <w:szCs w:val="24"/>
              </w:rPr>
              <w:t>(495) 646-80-27</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3D92167E" w14:textId="4684496C" w:rsidR="0032282A" w:rsidRPr="00DB7E33" w:rsidRDefault="00F56E0C" w:rsidP="0032282A">
            <w:pPr>
              <w:ind w:left="-55"/>
              <w:rPr>
                <w:rStyle w:val="af1"/>
                <w:sz w:val="24"/>
                <w:szCs w:val="24"/>
                <w:lang w:val="en-US"/>
              </w:rPr>
            </w:pPr>
            <w:r w:rsidRPr="00F56E0C">
              <w:rPr>
                <w:rStyle w:val="af1"/>
                <w:sz w:val="24"/>
                <w:szCs w:val="24"/>
                <w:lang w:val="en-US"/>
              </w:rPr>
              <w:t>info@pptk-mos.ru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8" w:name="_Toc395169882"/>
      <w:bookmarkStart w:id="19" w:name="_Toc402520085"/>
      <w:bookmarkStart w:id="20" w:name="_Toc402524808"/>
      <w:bookmarkStart w:id="21" w:name="_Toc402527251"/>
      <w:bookmarkStart w:id="22" w:name="_Toc398881853"/>
      <w:bookmarkStart w:id="23" w:name="_Toc399233217"/>
    </w:p>
    <w:p w14:paraId="3A72BDC6" w14:textId="0023F421" w:rsidR="00D8363F" w:rsidRPr="00766332" w:rsidRDefault="009C3B4C" w:rsidP="004D0808">
      <w:pPr>
        <w:ind w:left="3119" w:hanging="3119"/>
        <w:jc w:val="both"/>
        <w:rPr>
          <w:sz w:val="16"/>
          <w:szCs w:val="16"/>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8"/>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19"/>
      <w:bookmarkEnd w:id="20"/>
      <w:bookmarkEnd w:id="21"/>
      <w:bookmarkEnd w:id="22"/>
      <w:bookmarkEnd w:id="23"/>
      <w:r w:rsidR="001237AF">
        <w:rPr>
          <w:b/>
          <w:sz w:val="24"/>
          <w:szCs w:val="24"/>
        </w:rPr>
        <w:t xml:space="preserve">   </w:t>
      </w:r>
      <w:r w:rsidR="00766332">
        <w:rPr>
          <w:b/>
          <w:sz w:val="24"/>
          <w:szCs w:val="24"/>
        </w:rPr>
        <w:t xml:space="preserve"> </w:t>
      </w:r>
      <w:r w:rsidR="009213A6">
        <w:rPr>
          <w:b/>
          <w:sz w:val="24"/>
          <w:szCs w:val="24"/>
        </w:rPr>
        <w:t xml:space="preserve">      </w:t>
      </w:r>
      <w:r w:rsidR="00CB0342">
        <w:rPr>
          <w:sz w:val="24"/>
          <w:szCs w:val="24"/>
        </w:rPr>
        <w:t>выполнение строительно-</w:t>
      </w:r>
      <w:r w:rsidR="00672B5A" w:rsidRPr="00672B5A">
        <w:rPr>
          <w:sz w:val="24"/>
          <w:szCs w:val="24"/>
        </w:rPr>
        <w:t>м</w:t>
      </w:r>
      <w:r w:rsidR="00CB0342">
        <w:rPr>
          <w:sz w:val="24"/>
          <w:szCs w:val="24"/>
        </w:rPr>
        <w:t>онтажных работ по ре</w:t>
      </w:r>
      <w:r w:rsidR="00672B5A" w:rsidRPr="00672B5A">
        <w:rPr>
          <w:sz w:val="24"/>
          <w:szCs w:val="24"/>
        </w:rPr>
        <w:t>конструкции разводящей тепловой сети для нужд Филиала № 8 ПАО «МОЭК»</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7733806A" w:rsidR="005812DF" w:rsidRPr="00813A71" w:rsidRDefault="00672B5A" w:rsidP="003F55A1">
            <w:pPr>
              <w:jc w:val="both"/>
              <w:rPr>
                <w:sz w:val="24"/>
                <w:szCs w:val="24"/>
              </w:rPr>
            </w:pPr>
            <w:r>
              <w:rPr>
                <w:sz w:val="24"/>
                <w:szCs w:val="24"/>
              </w:rPr>
              <w:t xml:space="preserve">16 109 768 </w:t>
            </w:r>
            <w:r w:rsidRPr="00672B5A">
              <w:rPr>
                <w:sz w:val="24"/>
                <w:szCs w:val="24"/>
              </w:rPr>
              <w:t>(шестнадцать миллионов сто девять тысяч семьсот шестьдесят восемь) рублей 84 коп</w:t>
            </w:r>
            <w:r>
              <w:rPr>
                <w:sz w:val="24"/>
                <w:szCs w:val="24"/>
              </w:rPr>
              <w:t>ейки</w:t>
            </w:r>
            <w:r w:rsidRPr="00672B5A">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4" w:name="_Toc395169884"/>
      <w:bookmarkStart w:id="25" w:name="_Toc398881854"/>
      <w:bookmarkStart w:id="26" w:name="_Toc399233218"/>
      <w:bookmarkStart w:id="27" w:name="_Toc402520086"/>
      <w:bookmarkStart w:id="28" w:name="_Toc402524809"/>
      <w:bookmarkStart w:id="29" w:name="_Toc402527252"/>
      <w:r w:rsidRPr="00397524">
        <w:rPr>
          <w:b/>
          <w:sz w:val="24"/>
          <w:szCs w:val="24"/>
        </w:rPr>
        <w:t>Обеспечение</w:t>
      </w:r>
      <w:bookmarkEnd w:id="24"/>
      <w:bookmarkEnd w:id="25"/>
      <w:bookmarkEnd w:id="26"/>
      <w:bookmarkEnd w:id="27"/>
      <w:bookmarkEnd w:id="28"/>
      <w:bookmarkEnd w:id="29"/>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0" w:name="_Toc395169885"/>
      <w:bookmarkStart w:id="31" w:name="_Toc398881855"/>
      <w:bookmarkStart w:id="32" w:name="_Toc399233219"/>
    </w:p>
    <w:p w14:paraId="11260600" w14:textId="77777777" w:rsidR="000917D6" w:rsidRPr="00397524" w:rsidRDefault="000917D6" w:rsidP="00176E77">
      <w:pPr>
        <w:rPr>
          <w:b/>
          <w:sz w:val="24"/>
          <w:szCs w:val="24"/>
        </w:rPr>
      </w:pPr>
      <w:bookmarkStart w:id="33" w:name="_Toc402520087"/>
      <w:bookmarkStart w:id="34" w:name="_Toc402524810"/>
      <w:bookmarkStart w:id="35" w:name="_Toc402527253"/>
      <w:r w:rsidRPr="00397524">
        <w:rPr>
          <w:b/>
          <w:sz w:val="24"/>
          <w:szCs w:val="24"/>
        </w:rPr>
        <w:t xml:space="preserve">Информация </w:t>
      </w:r>
      <w:bookmarkEnd w:id="30"/>
      <w:bookmarkEnd w:id="31"/>
      <w:bookmarkEnd w:id="32"/>
      <w:bookmarkEnd w:id="33"/>
      <w:bookmarkEnd w:id="34"/>
      <w:r w:rsidR="00A96448" w:rsidRPr="00397524">
        <w:rPr>
          <w:b/>
          <w:sz w:val="24"/>
          <w:szCs w:val="24"/>
        </w:rPr>
        <w:t>о Документации запроса предложений</w:t>
      </w:r>
      <w:bookmarkEnd w:id="35"/>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lastRenderedPageBreak/>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0207C5"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0207C5" w:rsidP="0001711D">
            <w:pPr>
              <w:jc w:val="both"/>
              <w:rPr>
                <w:sz w:val="24"/>
                <w:szCs w:val="24"/>
              </w:rPr>
            </w:pPr>
            <w:hyperlink r:id="rId10" w:history="1">
              <w:r w:rsidR="0005719A" w:rsidRPr="00397524">
                <w:rPr>
                  <w:sz w:val="24"/>
                  <w:szCs w:val="24"/>
                </w:rPr>
                <w:t>www.oaomoek.ru</w:t>
              </w:r>
            </w:hyperlink>
          </w:p>
          <w:p w14:paraId="4F589B88" w14:textId="77777777" w:rsidR="0005719A" w:rsidRDefault="000207C5"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7BCCBF70" w14:textId="77777777" w:rsidR="00446939" w:rsidRDefault="00446939" w:rsidP="0001711D">
            <w:pPr>
              <w:jc w:val="both"/>
              <w:rPr>
                <w:sz w:val="24"/>
                <w:szCs w:val="24"/>
              </w:rPr>
            </w:pP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6" w:name="_Toc395169886"/>
      <w:bookmarkStart w:id="37" w:name="_Toc398881856"/>
      <w:bookmarkStart w:id="38" w:name="_Toc399233220"/>
      <w:bookmarkStart w:id="39" w:name="_Toc402520088"/>
      <w:bookmarkStart w:id="40" w:name="_Toc402524811"/>
      <w:bookmarkStart w:id="41" w:name="_Toc402527254"/>
      <w:r w:rsidRPr="00397524">
        <w:rPr>
          <w:b/>
          <w:sz w:val="24"/>
          <w:szCs w:val="24"/>
        </w:rPr>
        <w:t xml:space="preserve">Информация о </w:t>
      </w:r>
      <w:bookmarkEnd w:id="36"/>
      <w:r w:rsidR="003E45CF" w:rsidRPr="00397524">
        <w:rPr>
          <w:b/>
          <w:sz w:val="24"/>
          <w:szCs w:val="24"/>
        </w:rPr>
        <w:t>Запросе предложений</w:t>
      </w:r>
      <w:bookmarkEnd w:id="37"/>
      <w:bookmarkEnd w:id="38"/>
      <w:bookmarkEnd w:id="39"/>
      <w:bookmarkEnd w:id="40"/>
      <w:bookmarkEnd w:id="41"/>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022510" w:rsidRDefault="006506E0" w:rsidP="0001711D">
            <w:pPr>
              <w:jc w:val="both"/>
              <w:rPr>
                <w:sz w:val="24"/>
                <w:szCs w:val="24"/>
              </w:rPr>
            </w:pPr>
            <w:r w:rsidRPr="00022510">
              <w:rPr>
                <w:sz w:val="24"/>
                <w:szCs w:val="24"/>
              </w:rPr>
              <w:t>Официальный сайт электронной площадки</w:t>
            </w:r>
          </w:p>
          <w:p w14:paraId="644A6E74" w14:textId="77777777" w:rsidR="006506E0" w:rsidRPr="00022510" w:rsidRDefault="006506E0" w:rsidP="0001711D">
            <w:pPr>
              <w:jc w:val="both"/>
              <w:rPr>
                <w:sz w:val="24"/>
                <w:szCs w:val="24"/>
              </w:rPr>
            </w:pPr>
            <w:r w:rsidRPr="00022510">
              <w:rPr>
                <w:sz w:val="24"/>
                <w:szCs w:val="24"/>
              </w:rPr>
              <w:t xml:space="preserve"> </w:t>
            </w:r>
            <w:hyperlink r:id="rId12" w:history="1">
              <w:r w:rsidRPr="00022510">
                <w:rPr>
                  <w:sz w:val="24"/>
                  <w:szCs w:val="24"/>
                </w:rPr>
                <w:t>www.gazneftetorg.ru</w:t>
              </w:r>
            </w:hyperlink>
            <w:r w:rsidRPr="00022510">
              <w:rPr>
                <w:sz w:val="24"/>
                <w:szCs w:val="24"/>
              </w:rPr>
              <w:t>,</w:t>
            </w:r>
          </w:p>
          <w:p w14:paraId="167C4670" w14:textId="06D2036F" w:rsidR="006506E0" w:rsidRPr="00022510" w:rsidRDefault="006506E0" w:rsidP="0001711D">
            <w:pPr>
              <w:jc w:val="both"/>
              <w:rPr>
                <w:sz w:val="24"/>
                <w:szCs w:val="24"/>
              </w:rPr>
            </w:pPr>
            <w:r w:rsidRPr="00022510">
              <w:rPr>
                <w:sz w:val="24"/>
                <w:szCs w:val="24"/>
              </w:rPr>
              <w:t xml:space="preserve">с </w:t>
            </w:r>
            <w:r w:rsidR="000207C5">
              <w:rPr>
                <w:sz w:val="24"/>
                <w:szCs w:val="24"/>
              </w:rPr>
              <w:t>30</w:t>
            </w:r>
            <w:r w:rsidR="00CA59B9" w:rsidRPr="00022510">
              <w:rPr>
                <w:sz w:val="24"/>
                <w:szCs w:val="24"/>
              </w:rPr>
              <w:t xml:space="preserve"> </w:t>
            </w:r>
            <w:r w:rsidR="000F4149" w:rsidRPr="00022510">
              <w:rPr>
                <w:sz w:val="24"/>
                <w:szCs w:val="24"/>
              </w:rPr>
              <w:t>марта</w:t>
            </w:r>
            <w:r w:rsidR="004E0E89" w:rsidRPr="00022510">
              <w:rPr>
                <w:sz w:val="24"/>
                <w:szCs w:val="24"/>
              </w:rPr>
              <w:t xml:space="preserve"> </w:t>
            </w:r>
            <w:r w:rsidRPr="00022510">
              <w:rPr>
                <w:sz w:val="24"/>
                <w:szCs w:val="24"/>
              </w:rPr>
              <w:t>20</w:t>
            </w:r>
            <w:r w:rsidR="00821BCE" w:rsidRPr="00022510">
              <w:rPr>
                <w:sz w:val="24"/>
                <w:szCs w:val="24"/>
              </w:rPr>
              <w:t>17</w:t>
            </w:r>
            <w:r w:rsidRPr="00022510">
              <w:rPr>
                <w:sz w:val="24"/>
                <w:szCs w:val="24"/>
              </w:rPr>
              <w:t xml:space="preserve"> г.</w:t>
            </w:r>
          </w:p>
          <w:p w14:paraId="38A6F88D" w14:textId="1A5ED408" w:rsidR="006506E0" w:rsidRPr="00022510" w:rsidRDefault="006506E0" w:rsidP="00803AD0">
            <w:pPr>
              <w:jc w:val="both"/>
              <w:rPr>
                <w:sz w:val="24"/>
                <w:szCs w:val="24"/>
              </w:rPr>
            </w:pPr>
            <w:r w:rsidRPr="00022510">
              <w:rPr>
                <w:sz w:val="24"/>
                <w:szCs w:val="24"/>
              </w:rPr>
              <w:t xml:space="preserve">до 14:00 (время московское) </w:t>
            </w:r>
            <w:r w:rsidR="000207C5">
              <w:rPr>
                <w:sz w:val="24"/>
                <w:szCs w:val="24"/>
              </w:rPr>
              <w:t>07</w:t>
            </w:r>
            <w:r w:rsidR="004E0E89" w:rsidRPr="00022510">
              <w:rPr>
                <w:sz w:val="24"/>
                <w:szCs w:val="24"/>
              </w:rPr>
              <w:t xml:space="preserve"> </w:t>
            </w:r>
            <w:r w:rsidR="00022510" w:rsidRPr="00022510">
              <w:rPr>
                <w:sz w:val="24"/>
                <w:szCs w:val="24"/>
              </w:rPr>
              <w:t>апреля</w:t>
            </w:r>
            <w:r w:rsidR="002B4E45" w:rsidRPr="00022510">
              <w:rPr>
                <w:sz w:val="24"/>
                <w:szCs w:val="24"/>
              </w:rPr>
              <w:t xml:space="preserve"> </w:t>
            </w:r>
            <w:r w:rsidRPr="00022510">
              <w:rPr>
                <w:sz w:val="24"/>
                <w:szCs w:val="24"/>
              </w:rPr>
              <w:t>2</w:t>
            </w:r>
            <w:r w:rsidR="00821BCE" w:rsidRPr="00022510">
              <w:rPr>
                <w:sz w:val="24"/>
                <w:szCs w:val="24"/>
              </w:rPr>
              <w:t>017</w:t>
            </w:r>
            <w:r w:rsidRPr="00022510">
              <w:rPr>
                <w:sz w:val="24"/>
                <w:szCs w:val="24"/>
              </w:rPr>
              <w:t xml:space="preserve"> г.</w:t>
            </w:r>
          </w:p>
          <w:p w14:paraId="789A0619" w14:textId="77777777" w:rsidR="00F30DE6" w:rsidRPr="00672B5A" w:rsidRDefault="00F30DE6" w:rsidP="00803AD0">
            <w:pPr>
              <w:jc w:val="both"/>
              <w:rPr>
                <w:sz w:val="24"/>
                <w:szCs w:val="24"/>
                <w:highlight w:val="yellow"/>
              </w:rPr>
            </w:pPr>
          </w:p>
          <w:p w14:paraId="47E8D4DC" w14:textId="77777777" w:rsidR="00F30DE6" w:rsidRPr="00672B5A" w:rsidRDefault="00F30DE6" w:rsidP="00803AD0">
            <w:pPr>
              <w:jc w:val="both"/>
              <w:rPr>
                <w:sz w:val="24"/>
                <w:szCs w:val="24"/>
                <w:highlight w:val="yellow"/>
              </w:rPr>
            </w:pPr>
          </w:p>
          <w:p w14:paraId="4A3AC56D" w14:textId="77777777" w:rsidR="00F30DE6" w:rsidRPr="00672B5A" w:rsidRDefault="00F30DE6" w:rsidP="00803AD0">
            <w:pPr>
              <w:jc w:val="both"/>
              <w:rPr>
                <w:sz w:val="24"/>
                <w:szCs w:val="24"/>
                <w:highlight w:val="yellow"/>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45107435" w14:textId="27638334" w:rsidR="00F30DE6" w:rsidRPr="00022510" w:rsidRDefault="00F30DE6" w:rsidP="00573A7A">
            <w:pPr>
              <w:jc w:val="both"/>
              <w:rPr>
                <w:sz w:val="24"/>
                <w:szCs w:val="24"/>
              </w:rPr>
            </w:pPr>
            <w:r w:rsidRPr="00022510">
              <w:rPr>
                <w:sz w:val="24"/>
                <w:szCs w:val="24"/>
              </w:rPr>
              <w:t xml:space="preserve">Дата начала предоставления разъяснений </w:t>
            </w:r>
            <w:r w:rsidR="0003396B" w:rsidRPr="00022510">
              <w:rPr>
                <w:sz w:val="24"/>
                <w:szCs w:val="24"/>
              </w:rPr>
              <w:t xml:space="preserve">с </w:t>
            </w:r>
            <w:r w:rsidR="000207C5">
              <w:rPr>
                <w:sz w:val="24"/>
                <w:szCs w:val="24"/>
              </w:rPr>
              <w:t>30</w:t>
            </w:r>
            <w:r w:rsidR="00300BF7" w:rsidRPr="00022510">
              <w:rPr>
                <w:sz w:val="24"/>
                <w:szCs w:val="24"/>
              </w:rPr>
              <w:t xml:space="preserve"> </w:t>
            </w:r>
            <w:r w:rsidR="000F4149" w:rsidRPr="00022510">
              <w:rPr>
                <w:sz w:val="24"/>
                <w:szCs w:val="24"/>
              </w:rPr>
              <w:t>марта</w:t>
            </w:r>
            <w:r w:rsidR="00536D3E" w:rsidRPr="00022510">
              <w:rPr>
                <w:sz w:val="24"/>
                <w:szCs w:val="24"/>
              </w:rPr>
              <w:t xml:space="preserve"> </w:t>
            </w:r>
            <w:r w:rsidR="00821BCE" w:rsidRPr="00022510">
              <w:rPr>
                <w:sz w:val="24"/>
                <w:szCs w:val="24"/>
              </w:rPr>
              <w:t>2017</w:t>
            </w:r>
            <w:r w:rsidR="0003396B" w:rsidRPr="00022510">
              <w:rPr>
                <w:sz w:val="24"/>
                <w:szCs w:val="24"/>
              </w:rPr>
              <w:t xml:space="preserve"> г.</w:t>
            </w:r>
          </w:p>
          <w:p w14:paraId="2346E19C" w14:textId="6FBFA6FF" w:rsidR="00F30DE6" w:rsidRPr="00672B5A" w:rsidRDefault="00F30DE6" w:rsidP="00022510">
            <w:pPr>
              <w:jc w:val="both"/>
              <w:rPr>
                <w:sz w:val="24"/>
                <w:szCs w:val="24"/>
                <w:highlight w:val="yellow"/>
              </w:rPr>
            </w:pPr>
            <w:r w:rsidRPr="00022510">
              <w:rPr>
                <w:sz w:val="24"/>
                <w:szCs w:val="24"/>
              </w:rPr>
              <w:t xml:space="preserve">Дата окончания срока предоставления разъяснений по </w:t>
            </w:r>
            <w:r w:rsidR="000207C5">
              <w:rPr>
                <w:sz w:val="24"/>
                <w:szCs w:val="24"/>
              </w:rPr>
              <w:t>04</w:t>
            </w:r>
            <w:r w:rsidR="00300BF7" w:rsidRPr="00022510">
              <w:rPr>
                <w:sz w:val="24"/>
                <w:szCs w:val="24"/>
              </w:rPr>
              <w:t xml:space="preserve"> </w:t>
            </w:r>
            <w:r w:rsidR="00022510" w:rsidRPr="00022510">
              <w:rPr>
                <w:sz w:val="24"/>
                <w:szCs w:val="24"/>
              </w:rPr>
              <w:t>апреля</w:t>
            </w:r>
            <w:r w:rsidR="00300BF7" w:rsidRPr="00022510">
              <w:rPr>
                <w:sz w:val="24"/>
                <w:szCs w:val="24"/>
              </w:rPr>
              <w:t xml:space="preserve"> </w:t>
            </w:r>
            <w:r w:rsidR="00821BCE" w:rsidRPr="00022510">
              <w:rPr>
                <w:sz w:val="24"/>
                <w:szCs w:val="24"/>
              </w:rPr>
              <w:t>2017</w:t>
            </w:r>
            <w:r w:rsidRPr="00022510">
              <w:rPr>
                <w:sz w:val="24"/>
                <w:szCs w:val="24"/>
              </w:rPr>
              <w:t xml:space="preserve">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7D5B9ABD" w14:textId="2C48D87A" w:rsidR="006506E0" w:rsidRPr="00672B5A" w:rsidRDefault="00022510" w:rsidP="000207C5">
            <w:pPr>
              <w:jc w:val="both"/>
              <w:rPr>
                <w:sz w:val="24"/>
                <w:szCs w:val="24"/>
                <w:highlight w:val="yellow"/>
              </w:rPr>
            </w:pPr>
            <w:r w:rsidRPr="00022510">
              <w:rPr>
                <w:sz w:val="24"/>
                <w:szCs w:val="24"/>
              </w:rPr>
              <w:t>0</w:t>
            </w:r>
            <w:r w:rsidR="000207C5">
              <w:rPr>
                <w:sz w:val="24"/>
                <w:szCs w:val="24"/>
              </w:rPr>
              <w:t>7</w:t>
            </w:r>
            <w:bookmarkStart w:id="42" w:name="_GoBack"/>
            <w:bookmarkEnd w:id="42"/>
            <w:r w:rsidR="00300BF7" w:rsidRPr="00022510">
              <w:rPr>
                <w:sz w:val="24"/>
                <w:szCs w:val="24"/>
              </w:rPr>
              <w:t xml:space="preserve"> </w:t>
            </w:r>
            <w:r w:rsidRPr="00022510">
              <w:rPr>
                <w:sz w:val="24"/>
                <w:szCs w:val="24"/>
              </w:rPr>
              <w:t>апреля</w:t>
            </w:r>
            <w:r w:rsidR="001110CF" w:rsidRPr="00022510">
              <w:rPr>
                <w:sz w:val="24"/>
                <w:szCs w:val="24"/>
              </w:rPr>
              <w:t xml:space="preserve"> </w:t>
            </w:r>
            <w:r w:rsidR="006506E0" w:rsidRPr="00022510">
              <w:rPr>
                <w:sz w:val="24"/>
                <w:szCs w:val="24"/>
              </w:rPr>
              <w:t>20</w:t>
            </w:r>
            <w:r w:rsidR="00821BCE" w:rsidRPr="00022510">
              <w:rPr>
                <w:sz w:val="24"/>
                <w:szCs w:val="24"/>
              </w:rPr>
              <w:t>17</w:t>
            </w:r>
            <w:r w:rsidR="009B5BC2" w:rsidRPr="00022510">
              <w:rPr>
                <w:sz w:val="24"/>
                <w:szCs w:val="24"/>
              </w:rPr>
              <w:t xml:space="preserve"> г.</w:t>
            </w:r>
            <w:r w:rsidR="00E42777" w:rsidRPr="00022510">
              <w:rPr>
                <w:sz w:val="24"/>
                <w:szCs w:val="24"/>
              </w:rPr>
              <w:t xml:space="preserve">, </w:t>
            </w:r>
            <w:r w:rsidR="006506E0" w:rsidRPr="00022510">
              <w:rPr>
                <w:sz w:val="24"/>
                <w:szCs w:val="24"/>
              </w:rPr>
              <w:t>14:00 (время московское),</w:t>
            </w:r>
            <w:r w:rsidR="00376F03" w:rsidRPr="00022510">
              <w:rPr>
                <w:sz w:val="24"/>
                <w:szCs w:val="24"/>
              </w:rPr>
              <w:t xml:space="preserve"> </w:t>
            </w:r>
            <w:r w:rsidR="006506E0" w:rsidRPr="00022510">
              <w:rPr>
                <w:sz w:val="24"/>
                <w:szCs w:val="24"/>
              </w:rPr>
              <w:t>на официальном сайте электронной площадки</w:t>
            </w:r>
            <w:r w:rsidR="00376F03" w:rsidRPr="00022510">
              <w:rPr>
                <w:sz w:val="24"/>
                <w:szCs w:val="24"/>
              </w:rPr>
              <w:t xml:space="preserve"> </w:t>
            </w:r>
            <w:hyperlink r:id="rId13" w:history="1">
              <w:r w:rsidR="006506E0" w:rsidRPr="00022510">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188158B4" w:rsidR="006506E0" w:rsidRPr="00672B5A" w:rsidRDefault="00D96901" w:rsidP="00022510">
            <w:pPr>
              <w:jc w:val="both"/>
              <w:rPr>
                <w:sz w:val="24"/>
                <w:szCs w:val="24"/>
                <w:highlight w:val="yellow"/>
              </w:rPr>
            </w:pPr>
            <w:r w:rsidRPr="00022510">
              <w:rPr>
                <w:sz w:val="24"/>
                <w:szCs w:val="24"/>
              </w:rPr>
              <w:t xml:space="preserve">РФ, г. Москва, </w:t>
            </w:r>
            <w:r w:rsidR="00F27B18" w:rsidRPr="00022510">
              <w:rPr>
                <w:sz w:val="24"/>
                <w:szCs w:val="24"/>
              </w:rPr>
              <w:t>пр</w:t>
            </w:r>
            <w:r w:rsidRPr="00022510">
              <w:rPr>
                <w:sz w:val="24"/>
                <w:szCs w:val="24"/>
              </w:rPr>
              <w:t xml:space="preserve">. </w:t>
            </w:r>
            <w:r w:rsidR="00F27B18" w:rsidRPr="00022510">
              <w:rPr>
                <w:sz w:val="24"/>
                <w:szCs w:val="24"/>
              </w:rPr>
              <w:t>Вернадского</w:t>
            </w:r>
            <w:r w:rsidRPr="00022510">
              <w:rPr>
                <w:sz w:val="24"/>
                <w:szCs w:val="24"/>
              </w:rPr>
              <w:t>, 10</w:t>
            </w:r>
            <w:r w:rsidR="00F27B18" w:rsidRPr="00022510">
              <w:rPr>
                <w:sz w:val="24"/>
                <w:szCs w:val="24"/>
              </w:rPr>
              <w:t>1</w:t>
            </w:r>
            <w:r w:rsidR="00272A64" w:rsidRPr="00022510">
              <w:rPr>
                <w:sz w:val="24"/>
                <w:szCs w:val="24"/>
              </w:rPr>
              <w:t>,</w:t>
            </w:r>
            <w:r w:rsidR="00857697" w:rsidRPr="00022510">
              <w:rPr>
                <w:sz w:val="24"/>
                <w:szCs w:val="24"/>
              </w:rPr>
              <w:t xml:space="preserve"> корп. 3,</w:t>
            </w:r>
            <w:r w:rsidR="00272A64" w:rsidRPr="00022510">
              <w:rPr>
                <w:sz w:val="24"/>
                <w:szCs w:val="24"/>
              </w:rPr>
              <w:t xml:space="preserve"> </w:t>
            </w:r>
            <w:r w:rsidR="00AE1F08" w:rsidRPr="00022510">
              <w:rPr>
                <w:sz w:val="24"/>
                <w:szCs w:val="24"/>
              </w:rPr>
              <w:t>Комиссия по подведению итогов запроса предложений</w:t>
            </w:r>
            <w:r w:rsidR="00272A64" w:rsidRPr="00022510">
              <w:rPr>
                <w:sz w:val="24"/>
                <w:szCs w:val="24"/>
              </w:rPr>
              <w:t>, н</w:t>
            </w:r>
            <w:r w:rsidR="006506E0" w:rsidRPr="00022510">
              <w:rPr>
                <w:sz w:val="24"/>
                <w:szCs w:val="24"/>
              </w:rPr>
              <w:t xml:space="preserve">е позднее </w:t>
            </w:r>
            <w:r w:rsidR="00022510" w:rsidRPr="00022510">
              <w:rPr>
                <w:sz w:val="24"/>
                <w:szCs w:val="24"/>
              </w:rPr>
              <w:t>06</w:t>
            </w:r>
            <w:r w:rsidR="00803AD0" w:rsidRPr="00022510">
              <w:rPr>
                <w:sz w:val="24"/>
                <w:szCs w:val="24"/>
              </w:rPr>
              <w:t xml:space="preserve"> </w:t>
            </w:r>
            <w:r w:rsidR="00022510" w:rsidRPr="00022510">
              <w:rPr>
                <w:sz w:val="24"/>
                <w:szCs w:val="24"/>
              </w:rPr>
              <w:t>июня</w:t>
            </w:r>
            <w:r w:rsidR="003557C4" w:rsidRPr="00022510">
              <w:rPr>
                <w:sz w:val="24"/>
                <w:szCs w:val="24"/>
              </w:rPr>
              <w:t xml:space="preserve"> </w:t>
            </w:r>
            <w:r w:rsidR="006506E0" w:rsidRPr="00022510">
              <w:rPr>
                <w:sz w:val="24"/>
                <w:szCs w:val="24"/>
              </w:rPr>
              <w:t>20</w:t>
            </w:r>
            <w:r w:rsidR="00821BCE" w:rsidRPr="00022510">
              <w:rPr>
                <w:sz w:val="24"/>
                <w:szCs w:val="24"/>
              </w:rPr>
              <w:t>17</w:t>
            </w:r>
            <w:r w:rsidR="006506E0" w:rsidRPr="00022510">
              <w:rPr>
                <w:sz w:val="24"/>
                <w:szCs w:val="24"/>
              </w:rPr>
              <w:t xml:space="preserve">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lastRenderedPageBreak/>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10756F3F" w14:textId="77777777" w:rsidR="00A66740" w:rsidRDefault="00A66740" w:rsidP="006504E5">
            <w:pPr>
              <w:jc w:val="center"/>
              <w:rPr>
                <w:b/>
                <w:sz w:val="28"/>
                <w:szCs w:val="28"/>
              </w:rPr>
            </w:pPr>
          </w:p>
          <w:p w14:paraId="0439908B" w14:textId="77777777" w:rsidR="00A66740" w:rsidRDefault="00A66740" w:rsidP="006504E5">
            <w:pPr>
              <w:jc w:val="center"/>
              <w:rPr>
                <w:b/>
                <w:sz w:val="28"/>
                <w:szCs w:val="28"/>
              </w:rPr>
            </w:pPr>
          </w:p>
          <w:p w14:paraId="48AA08B4" w14:textId="77777777" w:rsidR="00BC3B46" w:rsidRDefault="00BC3B46" w:rsidP="006504E5">
            <w:pPr>
              <w:jc w:val="center"/>
              <w:rPr>
                <w:b/>
                <w:sz w:val="28"/>
                <w:szCs w:val="28"/>
              </w:rPr>
            </w:pPr>
          </w:p>
          <w:p w14:paraId="3E1CCD96" w14:textId="77777777" w:rsidR="00BC3B46" w:rsidRDefault="00BC3B46" w:rsidP="006504E5">
            <w:pPr>
              <w:jc w:val="center"/>
              <w:rPr>
                <w:b/>
                <w:sz w:val="28"/>
                <w:szCs w:val="28"/>
              </w:rPr>
            </w:pPr>
          </w:p>
          <w:p w14:paraId="7207D86B" w14:textId="77777777" w:rsidR="00BC3B46" w:rsidRDefault="00BC3B46" w:rsidP="006504E5">
            <w:pPr>
              <w:jc w:val="center"/>
              <w:rPr>
                <w:b/>
                <w:sz w:val="28"/>
                <w:szCs w:val="28"/>
              </w:rPr>
            </w:pPr>
          </w:p>
          <w:p w14:paraId="32067469" w14:textId="77777777" w:rsidR="00BC3B46" w:rsidRDefault="00BC3B46" w:rsidP="006504E5">
            <w:pPr>
              <w:jc w:val="center"/>
              <w:rPr>
                <w:b/>
                <w:sz w:val="28"/>
                <w:szCs w:val="28"/>
              </w:rPr>
            </w:pPr>
          </w:p>
          <w:p w14:paraId="3CACBD95" w14:textId="77777777" w:rsidR="00BC3B46" w:rsidRDefault="00BC3B46" w:rsidP="006504E5">
            <w:pPr>
              <w:jc w:val="center"/>
              <w:rPr>
                <w:b/>
                <w:sz w:val="28"/>
                <w:szCs w:val="28"/>
              </w:rPr>
            </w:pPr>
          </w:p>
          <w:p w14:paraId="49F1C403" w14:textId="77777777" w:rsidR="00BC3B46" w:rsidRDefault="00BC3B46" w:rsidP="006504E5">
            <w:pPr>
              <w:jc w:val="center"/>
              <w:rPr>
                <w:b/>
                <w:sz w:val="28"/>
                <w:szCs w:val="28"/>
              </w:rPr>
            </w:pPr>
          </w:p>
          <w:p w14:paraId="5AF97A7C" w14:textId="77777777" w:rsidR="00BC3B46" w:rsidRDefault="00BC3B46" w:rsidP="006504E5">
            <w:pPr>
              <w:jc w:val="center"/>
              <w:rPr>
                <w:b/>
                <w:sz w:val="28"/>
                <w:szCs w:val="28"/>
              </w:rPr>
            </w:pPr>
          </w:p>
          <w:p w14:paraId="2FDCC742" w14:textId="77777777" w:rsidR="00BC3B46" w:rsidRDefault="00BC3B46" w:rsidP="006504E5">
            <w:pPr>
              <w:jc w:val="center"/>
              <w:rPr>
                <w:b/>
                <w:sz w:val="28"/>
                <w:szCs w:val="28"/>
              </w:rPr>
            </w:pPr>
          </w:p>
          <w:p w14:paraId="43D4EB25" w14:textId="77777777" w:rsidR="00BC3B46" w:rsidRDefault="00BC3B46" w:rsidP="006504E5">
            <w:pPr>
              <w:jc w:val="center"/>
              <w:rPr>
                <w:b/>
                <w:sz w:val="28"/>
                <w:szCs w:val="28"/>
              </w:rPr>
            </w:pPr>
          </w:p>
          <w:p w14:paraId="5A4DBECF" w14:textId="77777777" w:rsidR="00BC3B46" w:rsidRDefault="00BC3B46" w:rsidP="006504E5">
            <w:pPr>
              <w:jc w:val="center"/>
              <w:rPr>
                <w:b/>
                <w:sz w:val="28"/>
                <w:szCs w:val="28"/>
              </w:rPr>
            </w:pPr>
          </w:p>
          <w:p w14:paraId="739DF944" w14:textId="77777777" w:rsidR="00BC3B46" w:rsidRDefault="00BC3B46" w:rsidP="006504E5">
            <w:pPr>
              <w:jc w:val="center"/>
              <w:rPr>
                <w:b/>
                <w:sz w:val="28"/>
                <w:szCs w:val="28"/>
              </w:rPr>
            </w:pPr>
          </w:p>
          <w:p w14:paraId="0E709F64" w14:textId="77777777" w:rsidR="00BC3B46" w:rsidRDefault="00BC3B46" w:rsidP="006504E5">
            <w:pPr>
              <w:jc w:val="center"/>
              <w:rPr>
                <w:b/>
                <w:sz w:val="28"/>
                <w:szCs w:val="28"/>
              </w:rPr>
            </w:pPr>
          </w:p>
          <w:p w14:paraId="119F7235" w14:textId="77777777" w:rsidR="00BC3B46" w:rsidRDefault="00BC3B46" w:rsidP="006504E5">
            <w:pPr>
              <w:jc w:val="center"/>
              <w:rPr>
                <w:b/>
                <w:sz w:val="28"/>
                <w:szCs w:val="28"/>
              </w:rPr>
            </w:pPr>
          </w:p>
          <w:p w14:paraId="2CED1B8B" w14:textId="77777777" w:rsidR="00BC3B46" w:rsidRDefault="00BC3B46" w:rsidP="006504E5">
            <w:pPr>
              <w:jc w:val="center"/>
              <w:rPr>
                <w:b/>
                <w:sz w:val="28"/>
                <w:szCs w:val="28"/>
              </w:rPr>
            </w:pPr>
          </w:p>
          <w:p w14:paraId="1F46777E" w14:textId="77777777" w:rsidR="00BC3B46" w:rsidRDefault="00BC3B46" w:rsidP="006504E5">
            <w:pPr>
              <w:jc w:val="center"/>
              <w:rPr>
                <w:b/>
                <w:sz w:val="28"/>
                <w:szCs w:val="28"/>
              </w:rPr>
            </w:pPr>
          </w:p>
          <w:p w14:paraId="6D62E800" w14:textId="77777777" w:rsidR="00BC3B46" w:rsidRDefault="00BC3B46" w:rsidP="006504E5">
            <w:pPr>
              <w:jc w:val="center"/>
              <w:rPr>
                <w:b/>
                <w:sz w:val="28"/>
                <w:szCs w:val="28"/>
              </w:rPr>
            </w:pPr>
          </w:p>
          <w:p w14:paraId="066B2FEE" w14:textId="77777777" w:rsidR="00BC3B46" w:rsidRDefault="00BC3B46" w:rsidP="006504E5">
            <w:pPr>
              <w:jc w:val="center"/>
              <w:rPr>
                <w:b/>
                <w:sz w:val="28"/>
                <w:szCs w:val="28"/>
              </w:rPr>
            </w:pPr>
          </w:p>
          <w:p w14:paraId="591A6E8A" w14:textId="77777777" w:rsidR="00BC3B46" w:rsidRDefault="00BC3B46" w:rsidP="006504E5">
            <w:pPr>
              <w:jc w:val="center"/>
              <w:rPr>
                <w:b/>
                <w:sz w:val="28"/>
                <w:szCs w:val="28"/>
              </w:rPr>
            </w:pPr>
          </w:p>
          <w:p w14:paraId="660F7CFF" w14:textId="77777777" w:rsidR="00BC3B46" w:rsidRDefault="00BC3B46" w:rsidP="006504E5">
            <w:pPr>
              <w:jc w:val="center"/>
              <w:rPr>
                <w:b/>
                <w:sz w:val="28"/>
                <w:szCs w:val="28"/>
              </w:rPr>
            </w:pPr>
          </w:p>
          <w:p w14:paraId="7B3B2CCF" w14:textId="77777777" w:rsidR="00BC3B46" w:rsidRDefault="00BC3B46" w:rsidP="006504E5">
            <w:pPr>
              <w:jc w:val="center"/>
              <w:rPr>
                <w:b/>
                <w:sz w:val="28"/>
                <w:szCs w:val="28"/>
              </w:rPr>
            </w:pPr>
          </w:p>
          <w:p w14:paraId="2832E9CD" w14:textId="77777777" w:rsidR="00BC3B46" w:rsidRDefault="00BC3B46" w:rsidP="006504E5">
            <w:pPr>
              <w:jc w:val="center"/>
              <w:rPr>
                <w:b/>
                <w:sz w:val="28"/>
                <w:szCs w:val="28"/>
              </w:rPr>
            </w:pPr>
          </w:p>
          <w:p w14:paraId="2670F493" w14:textId="77777777" w:rsidR="008D1D76" w:rsidRDefault="008D1D76" w:rsidP="006504E5">
            <w:pPr>
              <w:jc w:val="center"/>
              <w:rPr>
                <w:b/>
                <w:sz w:val="28"/>
                <w:szCs w:val="28"/>
              </w:rPr>
            </w:pPr>
          </w:p>
          <w:p w14:paraId="566381F2" w14:textId="77777777" w:rsidR="008D1D76" w:rsidRDefault="008D1D76" w:rsidP="006504E5">
            <w:pPr>
              <w:jc w:val="center"/>
              <w:rPr>
                <w:b/>
                <w:sz w:val="28"/>
                <w:szCs w:val="28"/>
              </w:rPr>
            </w:pPr>
          </w:p>
          <w:p w14:paraId="427CF2E3" w14:textId="77777777" w:rsidR="008D1D76" w:rsidRDefault="008D1D76" w:rsidP="006504E5">
            <w:pPr>
              <w:jc w:val="center"/>
              <w:rPr>
                <w:b/>
                <w:sz w:val="28"/>
                <w:szCs w:val="28"/>
              </w:rPr>
            </w:pPr>
          </w:p>
          <w:p w14:paraId="4E7EBD5D" w14:textId="77777777" w:rsidR="008D1D76" w:rsidRDefault="008D1D76" w:rsidP="006504E5">
            <w:pPr>
              <w:jc w:val="center"/>
              <w:rPr>
                <w:b/>
                <w:sz w:val="28"/>
                <w:szCs w:val="28"/>
              </w:rPr>
            </w:pPr>
          </w:p>
          <w:p w14:paraId="444026D4" w14:textId="77777777" w:rsidR="00BC3B46" w:rsidRDefault="00BC3B46" w:rsidP="006504E5">
            <w:pPr>
              <w:jc w:val="center"/>
              <w:rPr>
                <w:b/>
                <w:sz w:val="28"/>
                <w:szCs w:val="28"/>
              </w:rPr>
            </w:pPr>
          </w:p>
          <w:p w14:paraId="6C1E662F" w14:textId="77777777" w:rsidR="00BC3B46" w:rsidRDefault="00BC3B46" w:rsidP="006504E5">
            <w:pPr>
              <w:jc w:val="center"/>
              <w:rPr>
                <w:b/>
                <w:sz w:val="28"/>
                <w:szCs w:val="28"/>
              </w:rPr>
            </w:pPr>
          </w:p>
          <w:p w14:paraId="0602B9A7" w14:textId="77777777" w:rsidR="00D33529" w:rsidRDefault="00D33529" w:rsidP="006504E5">
            <w:pPr>
              <w:jc w:val="center"/>
              <w:rPr>
                <w:b/>
                <w:sz w:val="28"/>
                <w:szCs w:val="28"/>
              </w:rPr>
            </w:pPr>
          </w:p>
          <w:p w14:paraId="3198DF8F" w14:textId="77777777" w:rsidR="00D33529" w:rsidRDefault="00D33529" w:rsidP="006504E5">
            <w:pPr>
              <w:jc w:val="center"/>
              <w:rPr>
                <w:b/>
                <w:sz w:val="28"/>
                <w:szCs w:val="28"/>
              </w:rPr>
            </w:pPr>
          </w:p>
          <w:p w14:paraId="50C54B03" w14:textId="77777777" w:rsidR="00D33529" w:rsidRDefault="00D33529" w:rsidP="006504E5">
            <w:pPr>
              <w:jc w:val="center"/>
              <w:rPr>
                <w:b/>
                <w:sz w:val="28"/>
                <w:szCs w:val="28"/>
              </w:rPr>
            </w:pPr>
          </w:p>
          <w:p w14:paraId="3BDB98AB" w14:textId="77777777" w:rsidR="00D33529" w:rsidRDefault="00D33529" w:rsidP="006504E5">
            <w:pPr>
              <w:jc w:val="center"/>
              <w:rPr>
                <w:b/>
                <w:sz w:val="28"/>
                <w:szCs w:val="28"/>
              </w:rPr>
            </w:pPr>
          </w:p>
          <w:p w14:paraId="727CA525" w14:textId="77777777" w:rsidR="00D33529" w:rsidRDefault="00D33529" w:rsidP="006504E5">
            <w:pPr>
              <w:jc w:val="center"/>
              <w:rPr>
                <w:b/>
                <w:sz w:val="28"/>
                <w:szCs w:val="28"/>
              </w:rPr>
            </w:pPr>
          </w:p>
          <w:p w14:paraId="32D87228" w14:textId="77777777" w:rsidR="00D33529" w:rsidRDefault="00D33529" w:rsidP="006504E5">
            <w:pPr>
              <w:jc w:val="center"/>
              <w:rPr>
                <w:b/>
                <w:sz w:val="28"/>
                <w:szCs w:val="28"/>
              </w:rPr>
            </w:pPr>
          </w:p>
          <w:p w14:paraId="65430ABD" w14:textId="77777777" w:rsidR="00BC3B46" w:rsidRDefault="00BC3B46" w:rsidP="006504E5">
            <w:pPr>
              <w:jc w:val="center"/>
              <w:rPr>
                <w:b/>
                <w:sz w:val="28"/>
                <w:szCs w:val="28"/>
              </w:rPr>
            </w:pPr>
          </w:p>
          <w:p w14:paraId="57FFE3A1" w14:textId="77777777" w:rsidR="00BC3B46" w:rsidRDefault="00BC3B46" w:rsidP="006504E5">
            <w:pPr>
              <w:jc w:val="center"/>
              <w:rPr>
                <w:b/>
                <w:sz w:val="28"/>
                <w:szCs w:val="28"/>
              </w:rPr>
            </w:pPr>
          </w:p>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7B5FD5"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B6305C" w:rsidRDefault="00D45798" w:rsidP="007B5FD5">
            <w:pPr>
              <w:ind w:right="652"/>
              <w:jc w:val="right"/>
              <w:rPr>
                <w:b/>
                <w:sz w:val="28"/>
                <w:szCs w:val="28"/>
              </w:rPr>
            </w:pPr>
            <w:r w:rsidRPr="00B6305C">
              <w:rPr>
                <w:b/>
                <w:sz w:val="28"/>
                <w:szCs w:val="28"/>
              </w:rPr>
              <w:t>УТВЕРЖДАЮ</w:t>
            </w:r>
          </w:p>
        </w:tc>
      </w:tr>
      <w:tr w:rsidR="0032282A" w:rsidRPr="0032282A" w14:paraId="165F84D0" w14:textId="77777777" w:rsidTr="007B5FD5">
        <w:trPr>
          <w:gridBefore w:val="1"/>
          <w:gridAfter w:val="1"/>
          <w:wBefore w:w="4636" w:type="dxa"/>
          <w:wAfter w:w="42" w:type="dxa"/>
        </w:trPr>
        <w:tc>
          <w:tcPr>
            <w:tcW w:w="5154" w:type="dxa"/>
          </w:tcPr>
          <w:p w14:paraId="355EF165" w14:textId="4CAB6A2C" w:rsidR="0032282A" w:rsidRPr="00DB7E33" w:rsidRDefault="00A66740" w:rsidP="00A66740">
            <w:pPr>
              <w:jc w:val="right"/>
              <w:rPr>
                <w:sz w:val="28"/>
                <w:szCs w:val="28"/>
              </w:rPr>
            </w:pPr>
            <w:r>
              <w:rPr>
                <w:sz w:val="28"/>
                <w:szCs w:val="28"/>
              </w:rPr>
              <w:t xml:space="preserve">   </w:t>
            </w:r>
            <w:r w:rsidR="00EE45E2" w:rsidRPr="001C1C0F">
              <w:rPr>
                <w:sz w:val="28"/>
                <w:szCs w:val="28"/>
              </w:rPr>
              <w:t>Заместитель начальника отдела проведения регламентированных процедур ООО «ППТК»</w:t>
            </w:r>
          </w:p>
        </w:tc>
      </w:tr>
      <w:tr w:rsidR="0032282A" w:rsidRPr="0032282A" w14:paraId="1084E18C" w14:textId="77777777" w:rsidTr="007B5FD5">
        <w:trPr>
          <w:gridBefore w:val="1"/>
          <w:gridAfter w:val="1"/>
          <w:wBefore w:w="4636" w:type="dxa"/>
          <w:wAfter w:w="42" w:type="dxa"/>
        </w:trPr>
        <w:tc>
          <w:tcPr>
            <w:tcW w:w="5154" w:type="dxa"/>
          </w:tcPr>
          <w:p w14:paraId="6976E039" w14:textId="75CD7377" w:rsidR="0032282A" w:rsidRPr="0026138F" w:rsidRDefault="0032282A" w:rsidP="00C87922">
            <w:pPr>
              <w:rPr>
                <w:sz w:val="28"/>
                <w:szCs w:val="28"/>
                <w:highlight w:val="yellow"/>
              </w:rPr>
            </w:pPr>
          </w:p>
        </w:tc>
      </w:tr>
      <w:tr w:rsidR="0032282A" w:rsidRPr="0032282A" w14:paraId="68144E7B" w14:textId="77777777" w:rsidTr="007B5FD5">
        <w:trPr>
          <w:gridBefore w:val="1"/>
          <w:gridAfter w:val="1"/>
          <w:wBefore w:w="4636" w:type="dxa"/>
          <w:wAfter w:w="42" w:type="dxa"/>
        </w:trPr>
        <w:tc>
          <w:tcPr>
            <w:tcW w:w="5154" w:type="dxa"/>
          </w:tcPr>
          <w:p w14:paraId="54CD6E7B" w14:textId="77777777" w:rsidR="0032282A" w:rsidRPr="0026138F" w:rsidRDefault="0032282A" w:rsidP="00C87922">
            <w:pPr>
              <w:jc w:val="center"/>
              <w:rPr>
                <w:sz w:val="28"/>
                <w:szCs w:val="28"/>
                <w:highlight w:val="yellow"/>
              </w:rPr>
            </w:pPr>
          </w:p>
        </w:tc>
      </w:tr>
      <w:tr w:rsidR="0032282A" w:rsidRPr="0032282A" w14:paraId="0472ACCD" w14:textId="77777777" w:rsidTr="007B5FD5">
        <w:trPr>
          <w:gridBefore w:val="1"/>
          <w:gridAfter w:val="1"/>
          <w:wBefore w:w="4636" w:type="dxa"/>
          <w:wAfter w:w="42" w:type="dxa"/>
        </w:trPr>
        <w:tc>
          <w:tcPr>
            <w:tcW w:w="5154" w:type="dxa"/>
          </w:tcPr>
          <w:p w14:paraId="6E13B0CD" w14:textId="27BE3ED2" w:rsidR="0032282A" w:rsidRPr="00DB7E33" w:rsidRDefault="00A66740" w:rsidP="00A66740">
            <w:pPr>
              <w:jc w:val="center"/>
              <w:rPr>
                <w:sz w:val="28"/>
                <w:szCs w:val="28"/>
              </w:rPr>
            </w:pPr>
            <w:r>
              <w:rPr>
                <w:sz w:val="28"/>
                <w:szCs w:val="28"/>
              </w:rPr>
              <w:t xml:space="preserve">    </w:t>
            </w:r>
            <w:r w:rsidR="00EE45E2">
              <w:rPr>
                <w:sz w:val="28"/>
                <w:szCs w:val="28"/>
              </w:rPr>
              <w:t xml:space="preserve"> </w:t>
            </w:r>
            <w:r w:rsidR="0032282A" w:rsidRPr="00DB7E33">
              <w:rPr>
                <w:sz w:val="28"/>
                <w:szCs w:val="28"/>
              </w:rPr>
              <w:t xml:space="preserve">_______________  </w:t>
            </w:r>
            <w:r w:rsidR="00EE45E2" w:rsidRPr="00EE45E2">
              <w:rPr>
                <w:sz w:val="28"/>
                <w:szCs w:val="28"/>
              </w:rPr>
              <w:t>М.В. Сероглазов</w:t>
            </w:r>
          </w:p>
        </w:tc>
      </w:tr>
      <w:tr w:rsidR="0032282A" w:rsidRPr="0032282A" w14:paraId="659C356F" w14:textId="77777777" w:rsidTr="0003396B">
        <w:trPr>
          <w:gridBefore w:val="1"/>
          <w:gridAfter w:val="1"/>
          <w:wBefore w:w="4636" w:type="dxa"/>
          <w:wAfter w:w="42" w:type="dxa"/>
          <w:trHeight w:val="74"/>
        </w:trPr>
        <w:tc>
          <w:tcPr>
            <w:tcW w:w="5154" w:type="dxa"/>
          </w:tcPr>
          <w:p w14:paraId="3E5BDF8F" w14:textId="24744806" w:rsidR="0032282A" w:rsidRPr="00DB7E33" w:rsidRDefault="00A66740" w:rsidP="00A66740">
            <w:pPr>
              <w:ind w:right="652"/>
              <w:jc w:val="center"/>
              <w:rPr>
                <w:b/>
                <w:sz w:val="28"/>
                <w:szCs w:val="28"/>
              </w:rPr>
            </w:pPr>
            <w:r>
              <w:rPr>
                <w:sz w:val="28"/>
                <w:szCs w:val="28"/>
              </w:rPr>
              <w:t xml:space="preserve">         </w:t>
            </w:r>
            <w:r w:rsidR="00670569" w:rsidRPr="00DB7E33">
              <w:rPr>
                <w:sz w:val="28"/>
                <w:szCs w:val="28"/>
              </w:rPr>
              <w:t>«____» ____________ 2017</w:t>
            </w:r>
            <w:r w:rsidR="0032282A" w:rsidRPr="00DB7E33">
              <w:rPr>
                <w:sz w:val="28"/>
                <w:szCs w:val="28"/>
              </w:rPr>
              <w:t xml:space="preserve"> г.</w:t>
            </w:r>
          </w:p>
        </w:tc>
      </w:tr>
    </w:tbl>
    <w:p w14:paraId="34BABDEA" w14:textId="77777777" w:rsidR="00D45798" w:rsidRPr="0032282A" w:rsidRDefault="00D45798" w:rsidP="0032282A">
      <w:pPr>
        <w:jc w:val="right"/>
        <w:rPr>
          <w:sz w:val="32"/>
          <w:szCs w:val="32"/>
        </w:rPr>
      </w:pPr>
    </w:p>
    <w:p w14:paraId="16F854AB" w14:textId="77777777" w:rsidR="00D33529" w:rsidRDefault="00D33529" w:rsidP="006504E5">
      <w:pPr>
        <w:jc w:val="center"/>
        <w:outlineLvl w:val="0"/>
        <w:rPr>
          <w:b/>
          <w:sz w:val="28"/>
          <w:szCs w:val="28"/>
        </w:rPr>
      </w:pPr>
      <w:bookmarkStart w:id="56" w:name="_Toc361327008"/>
      <w:bookmarkStart w:id="57" w:name="_Toc363226275"/>
      <w:bookmarkStart w:id="58" w:name="_Toc377555507"/>
      <w:bookmarkStart w:id="59" w:name="_Toc395169888"/>
      <w:bookmarkStart w:id="60" w:name="_Toc471740993"/>
    </w:p>
    <w:p w14:paraId="4FD4E169" w14:textId="77777777" w:rsidR="00D33529" w:rsidRDefault="00D33529" w:rsidP="006504E5">
      <w:pPr>
        <w:jc w:val="center"/>
        <w:outlineLvl w:val="0"/>
        <w:rPr>
          <w:b/>
          <w:sz w:val="28"/>
          <w:szCs w:val="28"/>
        </w:rPr>
      </w:pPr>
    </w:p>
    <w:p w14:paraId="6D4CF8AD" w14:textId="6BC51705" w:rsidR="00D33529" w:rsidRDefault="00D33529" w:rsidP="00D33529">
      <w:pPr>
        <w:tabs>
          <w:tab w:val="left" w:pos="1909"/>
        </w:tabs>
        <w:outlineLvl w:val="0"/>
        <w:rPr>
          <w:b/>
          <w:sz w:val="28"/>
          <w:szCs w:val="28"/>
        </w:rPr>
      </w:pPr>
      <w:r>
        <w:rPr>
          <w:b/>
          <w:sz w:val="28"/>
          <w:szCs w:val="28"/>
        </w:rPr>
        <w:tab/>
      </w:r>
    </w:p>
    <w:p w14:paraId="4AE83B64" w14:textId="03110645" w:rsidR="00A1118A" w:rsidRPr="00397524" w:rsidRDefault="00A1118A" w:rsidP="006504E5">
      <w:pPr>
        <w:jc w:val="center"/>
        <w:outlineLvl w:val="0"/>
        <w:rPr>
          <w:b/>
          <w:sz w:val="28"/>
          <w:szCs w:val="28"/>
        </w:rPr>
      </w:pPr>
      <w:r w:rsidRPr="00397524">
        <w:rPr>
          <w:b/>
          <w:sz w:val="28"/>
          <w:szCs w:val="28"/>
        </w:rPr>
        <w:t>ДОКУМЕНТАЦИЯ</w:t>
      </w:r>
      <w:bookmarkEnd w:id="56"/>
      <w:bookmarkEnd w:id="57"/>
      <w:bookmarkEnd w:id="58"/>
      <w:bookmarkEnd w:id="59"/>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0"/>
    </w:p>
    <w:p w14:paraId="4A3B4DC9" w14:textId="77777777" w:rsidR="00ED20B9" w:rsidRPr="00397524" w:rsidRDefault="00ED20B9" w:rsidP="00D90E5E">
      <w:pPr>
        <w:jc w:val="center"/>
        <w:rPr>
          <w:sz w:val="28"/>
          <w:szCs w:val="28"/>
        </w:rPr>
      </w:pPr>
    </w:p>
    <w:p w14:paraId="53221796" w14:textId="6675F241" w:rsidR="0077609E" w:rsidRPr="0077609E" w:rsidRDefault="00371011" w:rsidP="0077609E">
      <w:pPr>
        <w:jc w:val="center"/>
        <w:rPr>
          <w:sz w:val="24"/>
          <w:szCs w:val="24"/>
        </w:rPr>
      </w:pPr>
      <w:r w:rsidRPr="00533892">
        <w:rPr>
          <w:sz w:val="24"/>
          <w:szCs w:val="24"/>
        </w:rPr>
        <w:t>открытый запрос предложений в электронной форме на право заключения договора</w:t>
      </w:r>
      <w:r w:rsidR="00C87922">
        <w:rPr>
          <w:sz w:val="24"/>
          <w:szCs w:val="24"/>
        </w:rPr>
        <w:t xml:space="preserve"> </w:t>
      </w:r>
      <w:r w:rsidR="00C87922" w:rsidRPr="00DB7E33">
        <w:rPr>
          <w:sz w:val="24"/>
          <w:szCs w:val="24"/>
        </w:rPr>
        <w:t xml:space="preserve">на </w:t>
      </w:r>
      <w:r w:rsidR="00EC0E3C" w:rsidRPr="00EC0E3C">
        <w:rPr>
          <w:sz w:val="24"/>
          <w:szCs w:val="24"/>
        </w:rPr>
        <w:t>выполнение строительно –монтажных работ по реконструкции разводящей тепловой сети для нужд Филиала № 8 ПАО «МОЭК»</w:t>
      </w:r>
      <w:r w:rsidR="0024733A">
        <w:rPr>
          <w:b/>
          <w:sz w:val="24"/>
          <w:szCs w:val="24"/>
        </w:rPr>
        <w:t xml:space="preserve"> </w:t>
      </w:r>
      <w:r w:rsidR="007574B6">
        <w:rPr>
          <w:sz w:val="24"/>
          <w:szCs w:val="24"/>
        </w:rPr>
        <w:t xml:space="preserve"> </w:t>
      </w:r>
      <w:r w:rsidR="0077609E" w:rsidRPr="0077609E">
        <w:rPr>
          <w:sz w:val="24"/>
          <w:szCs w:val="24"/>
        </w:rPr>
        <w:t xml:space="preserve"> </w:t>
      </w:r>
    </w:p>
    <w:p w14:paraId="29334D23" w14:textId="5E9EAC35" w:rsidR="00DE4A80" w:rsidRPr="0077609E" w:rsidRDefault="00DE4A80" w:rsidP="00376F03">
      <w:pPr>
        <w:jc w:val="center"/>
        <w:rPr>
          <w:sz w:val="24"/>
          <w:szCs w:val="24"/>
        </w:rPr>
      </w:pPr>
    </w:p>
    <w:p w14:paraId="2DB0C7D3" w14:textId="3EF26C67" w:rsidR="00376F03" w:rsidRPr="00DB7E33" w:rsidRDefault="00BC3B46" w:rsidP="00376F03">
      <w:pPr>
        <w:jc w:val="center"/>
        <w:rPr>
          <w:b/>
          <w:caps/>
          <w:sz w:val="24"/>
          <w:szCs w:val="24"/>
        </w:rPr>
      </w:pPr>
      <w:r w:rsidRPr="006073AA">
        <w:rPr>
          <w:b/>
          <w:sz w:val="24"/>
          <w:szCs w:val="24"/>
        </w:rPr>
        <w:t xml:space="preserve"> </w:t>
      </w:r>
    </w:p>
    <w:p w14:paraId="1130A00F" w14:textId="2B0F6E4C" w:rsidR="00A1118A" w:rsidRPr="009213A6" w:rsidRDefault="007D5F03" w:rsidP="00892F24">
      <w:pPr>
        <w:jc w:val="center"/>
        <w:rPr>
          <w:b/>
          <w:sz w:val="24"/>
          <w:szCs w:val="24"/>
        </w:rPr>
      </w:pPr>
      <w:r w:rsidRPr="009213A6">
        <w:rPr>
          <w:b/>
          <w:sz w:val="24"/>
          <w:szCs w:val="24"/>
        </w:rPr>
        <w:t>№</w:t>
      </w:r>
      <w:r w:rsidR="00AE20B0" w:rsidRPr="009213A6">
        <w:rPr>
          <w:b/>
          <w:sz w:val="24"/>
          <w:szCs w:val="24"/>
        </w:rPr>
        <w:t xml:space="preserve"> </w:t>
      </w:r>
      <w:r w:rsidR="0010416E" w:rsidRPr="009213A6">
        <w:rPr>
          <w:b/>
          <w:sz w:val="24"/>
          <w:szCs w:val="24"/>
        </w:rPr>
        <w:t>10</w:t>
      </w:r>
      <w:r w:rsidR="0077609E" w:rsidRPr="009213A6">
        <w:rPr>
          <w:b/>
          <w:sz w:val="24"/>
          <w:szCs w:val="24"/>
        </w:rPr>
        <w:t>1</w:t>
      </w:r>
      <w:r w:rsidR="00EC0E3C">
        <w:rPr>
          <w:b/>
          <w:sz w:val="24"/>
          <w:szCs w:val="24"/>
        </w:rPr>
        <w:t>14</w:t>
      </w:r>
      <w:r w:rsidR="00AE20B0" w:rsidRPr="009213A6">
        <w:rPr>
          <w:b/>
          <w:sz w:val="24"/>
          <w:szCs w:val="24"/>
        </w:rPr>
        <w:t>/</w:t>
      </w:r>
      <w:r w:rsidR="0077609E" w:rsidRPr="009213A6">
        <w:rPr>
          <w:b/>
          <w:sz w:val="24"/>
          <w:szCs w:val="24"/>
        </w:rPr>
        <w:t>П</w:t>
      </w:r>
    </w:p>
    <w:p w14:paraId="11790B36" w14:textId="77777777" w:rsidR="00A1118A" w:rsidRPr="00397524" w:rsidRDefault="00A1118A" w:rsidP="006504E5">
      <w:pPr>
        <w:jc w:val="center"/>
        <w:rPr>
          <w:b/>
          <w:sz w:val="28"/>
          <w:szCs w:val="28"/>
        </w:rPr>
      </w:pPr>
    </w:p>
    <w:p w14:paraId="71EEA60B" w14:textId="77777777" w:rsidR="00376F03" w:rsidRDefault="00376F03" w:rsidP="006504E5">
      <w:pPr>
        <w:jc w:val="center"/>
        <w:rPr>
          <w:b/>
          <w:sz w:val="28"/>
          <w:szCs w:val="28"/>
        </w:rPr>
      </w:pPr>
    </w:p>
    <w:p w14:paraId="51565997" w14:textId="77777777" w:rsidR="00D1570D" w:rsidRDefault="00D1570D" w:rsidP="006504E5">
      <w:pPr>
        <w:jc w:val="center"/>
        <w:rPr>
          <w:b/>
          <w:sz w:val="28"/>
          <w:szCs w:val="28"/>
        </w:rPr>
      </w:pPr>
    </w:p>
    <w:p w14:paraId="04D36540" w14:textId="77777777" w:rsidR="007B5FD5" w:rsidRDefault="007B5FD5" w:rsidP="006504E5">
      <w:pPr>
        <w:jc w:val="center"/>
        <w:rPr>
          <w:b/>
          <w:sz w:val="28"/>
          <w:szCs w:val="28"/>
        </w:rPr>
      </w:pPr>
    </w:p>
    <w:p w14:paraId="3022F0E3" w14:textId="77777777" w:rsidR="00DE4A80" w:rsidRDefault="00DE4A80" w:rsidP="006504E5">
      <w:pPr>
        <w:jc w:val="center"/>
        <w:rPr>
          <w:b/>
          <w:sz w:val="28"/>
          <w:szCs w:val="28"/>
        </w:rPr>
      </w:pPr>
    </w:p>
    <w:p w14:paraId="477FFEA5" w14:textId="77777777" w:rsidR="00DE4A80" w:rsidRDefault="00DE4A80" w:rsidP="006504E5">
      <w:pPr>
        <w:jc w:val="center"/>
        <w:rPr>
          <w:b/>
          <w:sz w:val="28"/>
          <w:szCs w:val="28"/>
        </w:rPr>
      </w:pPr>
    </w:p>
    <w:p w14:paraId="1458D30A" w14:textId="77777777" w:rsidR="00DE4A80" w:rsidRDefault="00DE4A80" w:rsidP="006504E5">
      <w:pPr>
        <w:jc w:val="center"/>
        <w:rPr>
          <w:b/>
          <w:sz w:val="28"/>
          <w:szCs w:val="28"/>
        </w:rPr>
      </w:pPr>
    </w:p>
    <w:p w14:paraId="2EA4EAF8" w14:textId="77777777" w:rsidR="00DE4A80" w:rsidRDefault="00DE4A80" w:rsidP="006504E5">
      <w:pPr>
        <w:jc w:val="center"/>
        <w:rPr>
          <w:b/>
          <w:sz w:val="28"/>
          <w:szCs w:val="28"/>
        </w:rPr>
      </w:pPr>
    </w:p>
    <w:p w14:paraId="07D6F8C0" w14:textId="77777777" w:rsidR="00DE4A80" w:rsidRDefault="00DE4A80" w:rsidP="006504E5">
      <w:pPr>
        <w:jc w:val="center"/>
        <w:rPr>
          <w:b/>
          <w:sz w:val="28"/>
          <w:szCs w:val="28"/>
        </w:rPr>
      </w:pPr>
    </w:p>
    <w:p w14:paraId="04F1DBC6" w14:textId="2194380D" w:rsidR="00DE4A80" w:rsidRDefault="00DE4A80" w:rsidP="00466811">
      <w:pPr>
        <w:tabs>
          <w:tab w:val="left" w:pos="4395"/>
        </w:tabs>
        <w:rPr>
          <w:b/>
          <w:sz w:val="28"/>
          <w:szCs w:val="28"/>
        </w:rPr>
      </w:pPr>
    </w:p>
    <w:p w14:paraId="50B03B2A" w14:textId="7FAEFD05" w:rsidR="00466811" w:rsidRDefault="00D33529" w:rsidP="00D33529">
      <w:pPr>
        <w:tabs>
          <w:tab w:val="left" w:pos="2143"/>
        </w:tabs>
        <w:rPr>
          <w:b/>
          <w:sz w:val="28"/>
          <w:szCs w:val="28"/>
        </w:rPr>
      </w:pPr>
      <w:r>
        <w:rPr>
          <w:b/>
          <w:sz w:val="28"/>
          <w:szCs w:val="28"/>
        </w:rPr>
        <w:tab/>
      </w:r>
    </w:p>
    <w:p w14:paraId="13DAA69B" w14:textId="77777777" w:rsidR="00466811" w:rsidRDefault="00466811" w:rsidP="00466811">
      <w:pPr>
        <w:tabs>
          <w:tab w:val="left" w:pos="4395"/>
        </w:tabs>
        <w:rPr>
          <w:b/>
          <w:sz w:val="28"/>
          <w:szCs w:val="28"/>
        </w:rPr>
      </w:pPr>
    </w:p>
    <w:p w14:paraId="463654CF" w14:textId="77777777" w:rsidR="00466811" w:rsidRDefault="00466811" w:rsidP="00466811">
      <w:pPr>
        <w:tabs>
          <w:tab w:val="left" w:pos="4395"/>
        </w:tabs>
        <w:rPr>
          <w:b/>
          <w:sz w:val="28"/>
          <w:szCs w:val="28"/>
        </w:rPr>
      </w:pPr>
    </w:p>
    <w:p w14:paraId="4D88ED95" w14:textId="77777777" w:rsidR="00DE4A80" w:rsidRDefault="00DE4A80" w:rsidP="006504E5">
      <w:pPr>
        <w:jc w:val="center"/>
        <w:rPr>
          <w:b/>
          <w:sz w:val="28"/>
          <w:szCs w:val="28"/>
        </w:rPr>
      </w:pPr>
    </w:p>
    <w:p w14:paraId="7D21889E" w14:textId="77777777" w:rsidR="00DE4A80" w:rsidRDefault="00DE4A80" w:rsidP="00C21672">
      <w:pPr>
        <w:rPr>
          <w:b/>
          <w:sz w:val="28"/>
          <w:szCs w:val="28"/>
        </w:rPr>
      </w:pPr>
    </w:p>
    <w:p w14:paraId="2D16465A" w14:textId="77777777" w:rsidR="00F05B34" w:rsidRDefault="00F05B34" w:rsidP="00C21672">
      <w:pPr>
        <w:rPr>
          <w:b/>
          <w:sz w:val="28"/>
          <w:szCs w:val="28"/>
        </w:rPr>
      </w:pPr>
    </w:p>
    <w:p w14:paraId="0A830B30" w14:textId="77777777" w:rsidR="00DE4A80" w:rsidRDefault="00DE4A80" w:rsidP="006504E5">
      <w:pPr>
        <w:jc w:val="center"/>
        <w:rPr>
          <w:b/>
          <w:sz w:val="28"/>
          <w:szCs w:val="28"/>
        </w:rPr>
      </w:pPr>
    </w:p>
    <w:p w14:paraId="6050F898" w14:textId="72814AC9" w:rsidR="00DE4A80" w:rsidRDefault="00E15D4C" w:rsidP="00E15D4C">
      <w:pPr>
        <w:tabs>
          <w:tab w:val="left" w:pos="2813"/>
        </w:tabs>
        <w:rPr>
          <w:b/>
          <w:sz w:val="28"/>
          <w:szCs w:val="28"/>
        </w:rPr>
      </w:pPr>
      <w:r>
        <w:rPr>
          <w:b/>
          <w:sz w:val="28"/>
          <w:szCs w:val="28"/>
        </w:rPr>
        <w:tab/>
      </w:r>
    </w:p>
    <w:p w14:paraId="651EE45F" w14:textId="77777777" w:rsidR="00E15D4C" w:rsidRDefault="00E15D4C" w:rsidP="00E15D4C">
      <w:pPr>
        <w:tabs>
          <w:tab w:val="left" w:pos="2813"/>
        </w:tabs>
        <w:rPr>
          <w:b/>
          <w:sz w:val="28"/>
          <w:szCs w:val="28"/>
        </w:rPr>
      </w:pPr>
    </w:p>
    <w:p w14:paraId="1D5DB5FD" w14:textId="77777777" w:rsidR="00DE4A80" w:rsidRPr="00397524" w:rsidRDefault="00DE4A80"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0207C5">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Pr>
                <w:webHidden/>
              </w:rPr>
              <w:t>7</w:t>
            </w:r>
            <w:r w:rsidR="00873405">
              <w:rPr>
                <w:webHidden/>
              </w:rPr>
              <w:fldChar w:fldCharType="end"/>
            </w:r>
          </w:hyperlink>
        </w:p>
        <w:p w14:paraId="5139C8C0" w14:textId="77777777" w:rsidR="00873405" w:rsidRDefault="000207C5">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Pr>
                <w:webHidden/>
              </w:rPr>
              <w:t>7</w:t>
            </w:r>
            <w:r w:rsidR="00873405">
              <w:rPr>
                <w:webHidden/>
              </w:rPr>
              <w:fldChar w:fldCharType="end"/>
            </w:r>
          </w:hyperlink>
        </w:p>
        <w:p w14:paraId="30D74F88" w14:textId="77777777" w:rsidR="00873405" w:rsidRDefault="000207C5">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Pr>
                <w:webHidden/>
              </w:rPr>
              <w:t>7</w:t>
            </w:r>
            <w:r w:rsidR="00873405">
              <w:rPr>
                <w:webHidden/>
              </w:rPr>
              <w:fldChar w:fldCharType="end"/>
            </w:r>
          </w:hyperlink>
        </w:p>
        <w:p w14:paraId="4F12EFD1" w14:textId="77777777" w:rsidR="00873405" w:rsidRDefault="000207C5">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Pr>
                <w:webHidden/>
              </w:rPr>
              <w:t>10</w:t>
            </w:r>
            <w:r w:rsidR="00873405">
              <w:rPr>
                <w:webHidden/>
              </w:rPr>
              <w:fldChar w:fldCharType="end"/>
            </w:r>
          </w:hyperlink>
        </w:p>
        <w:p w14:paraId="248715D8" w14:textId="77777777" w:rsidR="00873405" w:rsidRDefault="000207C5">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Pr>
                <w:webHidden/>
              </w:rPr>
              <w:t>11</w:t>
            </w:r>
            <w:r w:rsidR="00873405">
              <w:rPr>
                <w:webHidden/>
              </w:rPr>
              <w:fldChar w:fldCharType="end"/>
            </w:r>
          </w:hyperlink>
        </w:p>
        <w:p w14:paraId="6D5DCF0A" w14:textId="77777777" w:rsidR="00873405" w:rsidRDefault="000207C5">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Pr>
                <w:webHidden/>
              </w:rPr>
              <w:t>12</w:t>
            </w:r>
            <w:r w:rsidR="00873405">
              <w:rPr>
                <w:webHidden/>
              </w:rPr>
              <w:fldChar w:fldCharType="end"/>
            </w:r>
          </w:hyperlink>
        </w:p>
        <w:p w14:paraId="42DCAF17" w14:textId="77777777" w:rsidR="00873405" w:rsidRDefault="000207C5">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Pr>
                <w:webHidden/>
              </w:rPr>
              <w:t>12</w:t>
            </w:r>
            <w:r w:rsidR="00873405">
              <w:rPr>
                <w:webHidden/>
              </w:rPr>
              <w:fldChar w:fldCharType="end"/>
            </w:r>
          </w:hyperlink>
        </w:p>
        <w:p w14:paraId="2735D3F5" w14:textId="77777777" w:rsidR="00873405" w:rsidRDefault="000207C5">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Pr>
                <w:webHidden/>
              </w:rPr>
              <w:t>12</w:t>
            </w:r>
            <w:r w:rsidR="00873405">
              <w:rPr>
                <w:webHidden/>
              </w:rPr>
              <w:fldChar w:fldCharType="end"/>
            </w:r>
          </w:hyperlink>
        </w:p>
        <w:p w14:paraId="5711263C" w14:textId="77777777" w:rsidR="00873405" w:rsidRDefault="000207C5">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Pr>
                <w:webHidden/>
              </w:rPr>
              <w:t>13</w:t>
            </w:r>
            <w:r w:rsidR="00873405">
              <w:rPr>
                <w:webHidden/>
              </w:rPr>
              <w:fldChar w:fldCharType="end"/>
            </w:r>
          </w:hyperlink>
        </w:p>
        <w:p w14:paraId="47F4A988" w14:textId="77777777" w:rsidR="00873405" w:rsidRDefault="000207C5">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Pr>
                <w:webHidden/>
              </w:rPr>
              <w:t>14</w:t>
            </w:r>
            <w:r w:rsidR="00873405">
              <w:rPr>
                <w:webHidden/>
              </w:rPr>
              <w:fldChar w:fldCharType="end"/>
            </w:r>
          </w:hyperlink>
        </w:p>
        <w:p w14:paraId="1018A92A" w14:textId="77777777" w:rsidR="00873405" w:rsidRDefault="000207C5">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Pr>
                <w:webHidden/>
              </w:rPr>
              <w:t>14</w:t>
            </w:r>
            <w:r w:rsidR="00873405">
              <w:rPr>
                <w:webHidden/>
              </w:rPr>
              <w:fldChar w:fldCharType="end"/>
            </w:r>
          </w:hyperlink>
        </w:p>
        <w:p w14:paraId="1D1E732C" w14:textId="77777777" w:rsidR="00873405" w:rsidRDefault="000207C5">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Pr>
                <w:webHidden/>
              </w:rPr>
              <w:t>15</w:t>
            </w:r>
            <w:r w:rsidR="00873405">
              <w:rPr>
                <w:webHidden/>
              </w:rPr>
              <w:fldChar w:fldCharType="end"/>
            </w:r>
          </w:hyperlink>
        </w:p>
        <w:p w14:paraId="34351A54" w14:textId="77777777" w:rsidR="00873405" w:rsidRDefault="000207C5">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Pr>
                <w:webHidden/>
              </w:rPr>
              <w:t>15</w:t>
            </w:r>
            <w:r w:rsidR="00873405">
              <w:rPr>
                <w:webHidden/>
              </w:rPr>
              <w:fldChar w:fldCharType="end"/>
            </w:r>
          </w:hyperlink>
        </w:p>
        <w:p w14:paraId="743FDCF5" w14:textId="77777777" w:rsidR="00873405" w:rsidRDefault="000207C5">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Pr>
                <w:webHidden/>
              </w:rPr>
              <w:t>15</w:t>
            </w:r>
            <w:r w:rsidR="00873405">
              <w:rPr>
                <w:webHidden/>
              </w:rPr>
              <w:fldChar w:fldCharType="end"/>
            </w:r>
          </w:hyperlink>
        </w:p>
        <w:p w14:paraId="510C980B" w14:textId="77777777" w:rsidR="00873405" w:rsidRDefault="000207C5">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Pr>
                <w:webHidden/>
              </w:rPr>
              <w:t>16</w:t>
            </w:r>
            <w:r w:rsidR="00873405">
              <w:rPr>
                <w:webHidden/>
              </w:rPr>
              <w:fldChar w:fldCharType="end"/>
            </w:r>
          </w:hyperlink>
        </w:p>
        <w:p w14:paraId="6B31AD58" w14:textId="77777777" w:rsidR="00873405" w:rsidRDefault="000207C5">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Pr>
                <w:webHidden/>
              </w:rPr>
              <w:t>17</w:t>
            </w:r>
            <w:r w:rsidR="00873405">
              <w:rPr>
                <w:webHidden/>
              </w:rPr>
              <w:fldChar w:fldCharType="end"/>
            </w:r>
          </w:hyperlink>
        </w:p>
        <w:p w14:paraId="6BD3F084" w14:textId="77777777" w:rsidR="00873405" w:rsidRDefault="000207C5">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Pr>
                <w:webHidden/>
              </w:rPr>
              <w:t>17</w:t>
            </w:r>
            <w:r w:rsidR="00873405">
              <w:rPr>
                <w:webHidden/>
              </w:rPr>
              <w:fldChar w:fldCharType="end"/>
            </w:r>
          </w:hyperlink>
        </w:p>
        <w:p w14:paraId="3CBEF95B" w14:textId="77777777" w:rsidR="00873405" w:rsidRDefault="000207C5">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Pr>
                <w:webHidden/>
              </w:rPr>
              <w:t>17</w:t>
            </w:r>
            <w:r w:rsidR="00873405">
              <w:rPr>
                <w:webHidden/>
              </w:rPr>
              <w:fldChar w:fldCharType="end"/>
            </w:r>
          </w:hyperlink>
        </w:p>
        <w:p w14:paraId="0570E636" w14:textId="77777777" w:rsidR="00873405" w:rsidRDefault="000207C5">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Pr>
                <w:webHidden/>
              </w:rPr>
              <w:t>17</w:t>
            </w:r>
            <w:r w:rsidR="00873405">
              <w:rPr>
                <w:webHidden/>
              </w:rPr>
              <w:fldChar w:fldCharType="end"/>
            </w:r>
          </w:hyperlink>
        </w:p>
        <w:p w14:paraId="573C6A66" w14:textId="77777777" w:rsidR="00873405" w:rsidRDefault="000207C5">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Pr>
                <w:webHidden/>
              </w:rPr>
              <w:t>19</w:t>
            </w:r>
            <w:r w:rsidR="00873405">
              <w:rPr>
                <w:webHidden/>
              </w:rPr>
              <w:fldChar w:fldCharType="end"/>
            </w:r>
          </w:hyperlink>
        </w:p>
        <w:p w14:paraId="43CAC184" w14:textId="77777777" w:rsidR="00873405" w:rsidRDefault="000207C5">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Pr>
                <w:webHidden/>
              </w:rPr>
              <w:t>20</w:t>
            </w:r>
            <w:r w:rsidR="00873405">
              <w:rPr>
                <w:webHidden/>
              </w:rPr>
              <w:fldChar w:fldCharType="end"/>
            </w:r>
          </w:hyperlink>
        </w:p>
        <w:p w14:paraId="546EC576" w14:textId="77777777" w:rsidR="00873405" w:rsidRDefault="000207C5">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Pr>
                <w:webHidden/>
              </w:rPr>
              <w:t>21</w:t>
            </w:r>
            <w:r w:rsidR="00873405">
              <w:rPr>
                <w:webHidden/>
              </w:rPr>
              <w:fldChar w:fldCharType="end"/>
            </w:r>
          </w:hyperlink>
        </w:p>
        <w:p w14:paraId="389A17E9" w14:textId="77777777" w:rsidR="00873405" w:rsidRDefault="000207C5">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Pr>
                <w:webHidden/>
              </w:rPr>
              <w:t>22</w:t>
            </w:r>
            <w:r w:rsidR="00873405">
              <w:rPr>
                <w:webHidden/>
              </w:rPr>
              <w:fldChar w:fldCharType="end"/>
            </w:r>
          </w:hyperlink>
        </w:p>
        <w:p w14:paraId="0A940988" w14:textId="77777777" w:rsidR="00873405" w:rsidRDefault="000207C5">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Pr>
                <w:webHidden/>
              </w:rPr>
              <w:t>22</w:t>
            </w:r>
            <w:r w:rsidR="00873405">
              <w:rPr>
                <w:webHidden/>
              </w:rPr>
              <w:fldChar w:fldCharType="end"/>
            </w:r>
          </w:hyperlink>
        </w:p>
        <w:p w14:paraId="6C3E6F9C" w14:textId="77777777" w:rsidR="00873405" w:rsidRDefault="000207C5">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Pr>
                <w:webHidden/>
              </w:rPr>
              <w:t>23</w:t>
            </w:r>
            <w:r w:rsidR="00873405">
              <w:rPr>
                <w:webHidden/>
              </w:rPr>
              <w:fldChar w:fldCharType="end"/>
            </w:r>
          </w:hyperlink>
        </w:p>
        <w:p w14:paraId="324C9F45" w14:textId="77777777" w:rsidR="00873405" w:rsidRDefault="000207C5">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Pr>
                <w:webHidden/>
              </w:rPr>
              <w:t>25</w:t>
            </w:r>
            <w:r w:rsidR="00873405">
              <w:rPr>
                <w:webHidden/>
              </w:rPr>
              <w:fldChar w:fldCharType="end"/>
            </w:r>
          </w:hyperlink>
        </w:p>
        <w:p w14:paraId="4086ED9D" w14:textId="77777777" w:rsidR="00873405" w:rsidRDefault="000207C5">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Pr>
                <w:webHidden/>
              </w:rPr>
              <w:t>25</w:t>
            </w:r>
            <w:r w:rsidR="00873405">
              <w:rPr>
                <w:webHidden/>
              </w:rPr>
              <w:fldChar w:fldCharType="end"/>
            </w:r>
          </w:hyperlink>
        </w:p>
        <w:p w14:paraId="135667D2" w14:textId="77777777" w:rsidR="00873405" w:rsidRDefault="000207C5">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Pr>
                <w:webHidden/>
              </w:rPr>
              <w:t>25</w:t>
            </w:r>
            <w:r w:rsidR="00873405">
              <w:rPr>
                <w:webHidden/>
              </w:rPr>
              <w:fldChar w:fldCharType="end"/>
            </w:r>
          </w:hyperlink>
        </w:p>
        <w:p w14:paraId="74D99736" w14:textId="77777777" w:rsidR="00873405" w:rsidRDefault="000207C5">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Pr>
                <w:webHidden/>
              </w:rPr>
              <w:t>26</w:t>
            </w:r>
            <w:r w:rsidR="00873405">
              <w:rPr>
                <w:webHidden/>
              </w:rPr>
              <w:fldChar w:fldCharType="end"/>
            </w:r>
          </w:hyperlink>
        </w:p>
        <w:p w14:paraId="5A8AEE19" w14:textId="77777777" w:rsidR="00873405" w:rsidRDefault="000207C5">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Pr>
                <w:webHidden/>
              </w:rPr>
              <w:t>27</w:t>
            </w:r>
            <w:r w:rsidR="00873405">
              <w:rPr>
                <w:webHidden/>
              </w:rPr>
              <w:fldChar w:fldCharType="end"/>
            </w:r>
          </w:hyperlink>
        </w:p>
        <w:p w14:paraId="1EDD1C1C" w14:textId="77777777" w:rsidR="00873405" w:rsidRDefault="000207C5">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Pr>
                <w:webHidden/>
              </w:rPr>
              <w:t>28</w:t>
            </w:r>
            <w:r w:rsidR="00873405">
              <w:rPr>
                <w:webHidden/>
              </w:rPr>
              <w:fldChar w:fldCharType="end"/>
            </w:r>
          </w:hyperlink>
        </w:p>
        <w:p w14:paraId="238C2EA6" w14:textId="77777777" w:rsidR="00873405" w:rsidRDefault="000207C5">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Pr>
                <w:webHidden/>
              </w:rPr>
              <w:t>29</w:t>
            </w:r>
            <w:r w:rsidR="00873405">
              <w:rPr>
                <w:webHidden/>
              </w:rPr>
              <w:fldChar w:fldCharType="end"/>
            </w:r>
          </w:hyperlink>
        </w:p>
        <w:p w14:paraId="53E64CED" w14:textId="77777777" w:rsidR="00873405" w:rsidRDefault="000207C5">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Pr>
                <w:webHidden/>
              </w:rPr>
              <w:t>29</w:t>
            </w:r>
            <w:r w:rsidR="00873405">
              <w:rPr>
                <w:webHidden/>
              </w:rPr>
              <w:fldChar w:fldCharType="end"/>
            </w:r>
          </w:hyperlink>
        </w:p>
        <w:p w14:paraId="452209E5" w14:textId="77777777" w:rsidR="00873405" w:rsidRDefault="000207C5">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Pr>
                <w:webHidden/>
              </w:rPr>
              <w:t>31</w:t>
            </w:r>
            <w:r w:rsidR="00873405">
              <w:rPr>
                <w:webHidden/>
              </w:rPr>
              <w:fldChar w:fldCharType="end"/>
            </w:r>
          </w:hyperlink>
        </w:p>
        <w:p w14:paraId="45E28250" w14:textId="77777777" w:rsidR="00873405" w:rsidRDefault="000207C5">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Pr>
                <w:webHidden/>
              </w:rPr>
              <w:t>33</w:t>
            </w:r>
            <w:r w:rsidR="00873405">
              <w:rPr>
                <w:webHidden/>
              </w:rPr>
              <w:fldChar w:fldCharType="end"/>
            </w:r>
          </w:hyperlink>
        </w:p>
        <w:p w14:paraId="1DAE1506" w14:textId="2F26EB88" w:rsidR="00873405" w:rsidRDefault="000207C5"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0207C5">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Pr>
                <w:webHidden/>
              </w:rPr>
              <w:t>35</w:t>
            </w:r>
            <w:r w:rsidR="00873405">
              <w:rPr>
                <w:webHidden/>
              </w:rPr>
              <w:fldChar w:fldCharType="end"/>
            </w:r>
          </w:hyperlink>
        </w:p>
        <w:p w14:paraId="76741D3A" w14:textId="77777777" w:rsidR="00873405" w:rsidRDefault="000207C5">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Pr>
                <w:webHidden/>
              </w:rPr>
              <w:t>41</w:t>
            </w:r>
            <w:r w:rsidR="00873405">
              <w:rPr>
                <w:webHidden/>
              </w:rPr>
              <w:fldChar w:fldCharType="end"/>
            </w:r>
          </w:hyperlink>
        </w:p>
        <w:p w14:paraId="5F924343" w14:textId="77777777" w:rsidR="00873405" w:rsidRDefault="000207C5">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Pr>
                <w:webHidden/>
              </w:rPr>
              <w:t>41</w:t>
            </w:r>
            <w:r w:rsidR="00873405">
              <w:rPr>
                <w:webHidden/>
              </w:rPr>
              <w:fldChar w:fldCharType="end"/>
            </w:r>
          </w:hyperlink>
        </w:p>
        <w:p w14:paraId="092B51A9" w14:textId="77777777" w:rsidR="00873405" w:rsidRDefault="000207C5">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Pr>
                <w:webHidden/>
              </w:rPr>
              <w:t>43</w:t>
            </w:r>
            <w:r w:rsidR="00873405">
              <w:rPr>
                <w:webHidden/>
              </w:rPr>
              <w:fldChar w:fldCharType="end"/>
            </w:r>
          </w:hyperlink>
        </w:p>
        <w:p w14:paraId="5DE87E95" w14:textId="77777777" w:rsidR="00873405" w:rsidRDefault="000207C5">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Pr>
                <w:webHidden/>
              </w:rPr>
              <w:t>45</w:t>
            </w:r>
            <w:r w:rsidR="00873405">
              <w:rPr>
                <w:webHidden/>
              </w:rPr>
              <w:fldChar w:fldCharType="end"/>
            </w:r>
          </w:hyperlink>
        </w:p>
        <w:p w14:paraId="3B4D1131" w14:textId="77777777" w:rsidR="00873405" w:rsidRDefault="000207C5">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Pr>
                <w:webHidden/>
              </w:rPr>
              <w:t>46</w:t>
            </w:r>
            <w:r w:rsidR="00873405">
              <w:rPr>
                <w:webHidden/>
              </w:rPr>
              <w:fldChar w:fldCharType="end"/>
            </w:r>
          </w:hyperlink>
        </w:p>
        <w:p w14:paraId="16995055" w14:textId="77777777" w:rsidR="00873405" w:rsidRDefault="000207C5">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Pr>
                <w:webHidden/>
              </w:rPr>
              <w:t>48</w:t>
            </w:r>
            <w:r w:rsidR="00873405">
              <w:rPr>
                <w:webHidden/>
              </w:rPr>
              <w:fldChar w:fldCharType="end"/>
            </w:r>
          </w:hyperlink>
        </w:p>
        <w:p w14:paraId="12AB83F4" w14:textId="77777777" w:rsidR="00873405" w:rsidRDefault="000207C5">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Pr>
                <w:webHidden/>
              </w:rPr>
              <w:t>49</w:t>
            </w:r>
            <w:r w:rsidR="00873405">
              <w:rPr>
                <w:webHidden/>
              </w:rPr>
              <w:fldChar w:fldCharType="end"/>
            </w:r>
          </w:hyperlink>
        </w:p>
        <w:p w14:paraId="58F1EE86" w14:textId="77777777" w:rsidR="00873405" w:rsidRDefault="000207C5">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Pr>
                <w:webHidden/>
              </w:rPr>
              <w:t>50</w:t>
            </w:r>
            <w:r w:rsidR="00873405">
              <w:rPr>
                <w:webHidden/>
              </w:rPr>
              <w:fldChar w:fldCharType="end"/>
            </w:r>
          </w:hyperlink>
        </w:p>
        <w:p w14:paraId="54585E13" w14:textId="77777777" w:rsidR="00873405" w:rsidRDefault="000207C5">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Pr>
                <w:webHidden/>
              </w:rPr>
              <w:t>52</w:t>
            </w:r>
            <w:r w:rsidR="00873405">
              <w:rPr>
                <w:webHidden/>
              </w:rPr>
              <w:fldChar w:fldCharType="end"/>
            </w:r>
          </w:hyperlink>
        </w:p>
        <w:p w14:paraId="5D1DDF1C" w14:textId="77777777" w:rsidR="00873405" w:rsidRDefault="000207C5">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Pr>
                <w:webHidden/>
              </w:rPr>
              <w:t>53</w:t>
            </w:r>
            <w:r w:rsidR="00873405">
              <w:rPr>
                <w:webHidden/>
              </w:rPr>
              <w:fldChar w:fldCharType="end"/>
            </w:r>
          </w:hyperlink>
        </w:p>
        <w:p w14:paraId="5E0517B3" w14:textId="77777777" w:rsidR="00873405" w:rsidRDefault="000207C5">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Pr>
                <w:webHidden/>
              </w:rPr>
              <w:t>54</w:t>
            </w:r>
            <w:r w:rsidR="00873405">
              <w:rPr>
                <w:webHidden/>
              </w:rPr>
              <w:fldChar w:fldCharType="end"/>
            </w:r>
          </w:hyperlink>
        </w:p>
        <w:p w14:paraId="046B28C4" w14:textId="77777777" w:rsidR="00873405" w:rsidRDefault="000207C5">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Pr>
                <w:webHidden/>
              </w:rPr>
              <w:t>55</w:t>
            </w:r>
            <w:r w:rsidR="00873405">
              <w:rPr>
                <w:webHidden/>
              </w:rPr>
              <w:fldChar w:fldCharType="end"/>
            </w:r>
          </w:hyperlink>
        </w:p>
        <w:p w14:paraId="1E07888C" w14:textId="77777777" w:rsidR="00873405" w:rsidRDefault="000207C5">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Pr>
                <w:webHidden/>
              </w:rPr>
              <w:t>56</w:t>
            </w:r>
            <w:r w:rsidR="00873405">
              <w:rPr>
                <w:webHidden/>
              </w:rPr>
              <w:fldChar w:fldCharType="end"/>
            </w:r>
          </w:hyperlink>
        </w:p>
        <w:p w14:paraId="220E362F" w14:textId="77777777" w:rsidR="00873405" w:rsidRDefault="000207C5">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Pr>
                <w:webHidden/>
              </w:rPr>
              <w:t>57</w:t>
            </w:r>
            <w:r w:rsidR="00873405">
              <w:rPr>
                <w:webHidden/>
              </w:rPr>
              <w:fldChar w:fldCharType="end"/>
            </w:r>
          </w:hyperlink>
        </w:p>
        <w:p w14:paraId="64715FED" w14:textId="77777777" w:rsidR="00873405" w:rsidRDefault="000207C5">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Pr>
                <w:webHidden/>
              </w:rPr>
              <w:t>59</w:t>
            </w:r>
            <w:r w:rsidR="00873405">
              <w:rPr>
                <w:webHidden/>
              </w:rPr>
              <w:fldChar w:fldCharType="end"/>
            </w:r>
          </w:hyperlink>
        </w:p>
        <w:p w14:paraId="6C7A0174" w14:textId="77777777" w:rsidR="00873405" w:rsidRDefault="000207C5">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Pr>
                <w:webHidden/>
              </w:rPr>
              <w:t>60</w:t>
            </w:r>
            <w:r w:rsidR="00873405">
              <w:rPr>
                <w:webHidden/>
              </w:rPr>
              <w:fldChar w:fldCharType="end"/>
            </w:r>
          </w:hyperlink>
        </w:p>
        <w:p w14:paraId="1F96B0BC" w14:textId="77777777" w:rsidR="00873405" w:rsidRDefault="000207C5">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Pr>
                <w:webHidden/>
              </w:rPr>
              <w:t>64</w:t>
            </w:r>
            <w:r w:rsidR="00873405">
              <w:rPr>
                <w:webHidden/>
              </w:rPr>
              <w:fldChar w:fldCharType="end"/>
            </w:r>
          </w:hyperlink>
        </w:p>
        <w:p w14:paraId="7306DDDB" w14:textId="77777777" w:rsidR="00873405" w:rsidRDefault="000207C5">
          <w:pPr>
            <w:pStyle w:val="14"/>
            <w:rPr>
              <w:rFonts w:asciiTheme="minorHAnsi" w:eastAsiaTheme="minorEastAsia" w:hAnsiTheme="minorHAnsi" w:cstheme="minorBidi"/>
              <w:b w:val="0"/>
              <w:bCs w:val="0"/>
              <w:caps w:val="0"/>
            </w:rPr>
          </w:pPr>
          <w:hyperlink w:anchor="_Toc471741049" w:history="1">
            <w:r w:rsidR="00873405" w:rsidRPr="00DB7E33">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Pr>
                <w:webHidden/>
              </w:rPr>
              <w:t>68</w:t>
            </w:r>
            <w:r w:rsidR="00873405">
              <w:rPr>
                <w:webHidden/>
              </w:rPr>
              <w:fldChar w:fldCharType="end"/>
            </w:r>
          </w:hyperlink>
        </w:p>
        <w:p w14:paraId="697A1849" w14:textId="77777777" w:rsidR="00873405" w:rsidRDefault="000207C5">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Pr>
                <w:webHidden/>
              </w:rPr>
              <w:t>69</w:t>
            </w:r>
            <w:r w:rsidR="00873405">
              <w:rPr>
                <w:webHidden/>
              </w:rPr>
              <w:fldChar w:fldCharType="end"/>
            </w:r>
          </w:hyperlink>
        </w:p>
        <w:p w14:paraId="0C02A0EF" w14:textId="77777777" w:rsidR="00873405" w:rsidRDefault="000207C5">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Pr>
                <w:webHidden/>
              </w:rPr>
              <w:t>70</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1" w:name="_Toc395169890"/>
      <w:bookmarkStart w:id="62" w:name="_Toc471740994"/>
      <w:r w:rsidRPr="00397524">
        <w:rPr>
          <w:sz w:val="26"/>
          <w:szCs w:val="26"/>
        </w:rPr>
        <w:lastRenderedPageBreak/>
        <w:t>ОБЩИЕ ПОЛОЖЕНИЯ</w:t>
      </w:r>
      <w:bookmarkEnd w:id="61"/>
      <w:bookmarkEnd w:id="62"/>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3" w:name="_Toc395169891"/>
      <w:bookmarkStart w:id="64" w:name="_Toc471740995"/>
      <w:r w:rsidRPr="00397524">
        <w:rPr>
          <w:rFonts w:ascii="Times New Roman" w:hAnsi="Times New Roman" w:cs="Times New Roman"/>
        </w:rPr>
        <w:t xml:space="preserve">Общие сведения о </w:t>
      </w:r>
      <w:bookmarkEnd w:id="63"/>
      <w:r w:rsidR="003E45CF" w:rsidRPr="00397524">
        <w:rPr>
          <w:rFonts w:ascii="Times New Roman" w:hAnsi="Times New Roman" w:cs="Times New Roman"/>
        </w:rPr>
        <w:t>Запросе предложений</w:t>
      </w:r>
      <w:bookmarkEnd w:id="64"/>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5"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0207C5">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5"/>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0207C5">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2"/>
      <w:bookmarkStart w:id="67" w:name="_Ref398886003"/>
      <w:bookmarkStart w:id="68" w:name="_Toc471740996"/>
      <w:r w:rsidRPr="00397524">
        <w:rPr>
          <w:rFonts w:ascii="Times New Roman" w:hAnsi="Times New Roman" w:cs="Times New Roman"/>
        </w:rPr>
        <w:t>Термины и определения</w:t>
      </w:r>
      <w:bookmarkEnd w:id="66"/>
      <w:bookmarkEnd w:id="67"/>
      <w:bookmarkEnd w:id="68"/>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3"/>
      <w:bookmarkStart w:id="70" w:name="_Toc471740997"/>
      <w:r w:rsidRPr="00397524">
        <w:rPr>
          <w:rFonts w:ascii="Times New Roman" w:hAnsi="Times New Roman" w:cs="Times New Roman"/>
        </w:rPr>
        <w:t>Обжалование</w:t>
      </w:r>
      <w:bookmarkEnd w:id="69"/>
      <w:bookmarkEnd w:id="70"/>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1" w:name="_Toc395169894"/>
      <w:bookmarkStart w:id="72" w:name="_Ref398885654"/>
      <w:bookmarkStart w:id="73" w:name="_Ref398901115"/>
      <w:bookmarkStart w:id="74" w:name="_Toc471740998"/>
      <w:r w:rsidRPr="00397524">
        <w:rPr>
          <w:b/>
          <w:sz w:val="26"/>
          <w:szCs w:val="26"/>
        </w:rPr>
        <w:t xml:space="preserve">Требования к </w:t>
      </w:r>
      <w:bookmarkEnd w:id="71"/>
      <w:bookmarkEnd w:id="72"/>
      <w:bookmarkEnd w:id="73"/>
      <w:r w:rsidR="00200711" w:rsidRPr="00397524">
        <w:rPr>
          <w:b/>
          <w:sz w:val="26"/>
          <w:szCs w:val="26"/>
        </w:rPr>
        <w:t>Участникам</w:t>
      </w:r>
      <w:r w:rsidR="0083452D" w:rsidRPr="00397524">
        <w:rPr>
          <w:b/>
          <w:sz w:val="26"/>
          <w:szCs w:val="26"/>
        </w:rPr>
        <w:t xml:space="preserve"> процедуры</w:t>
      </w:r>
      <w:bookmarkEnd w:id="74"/>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5"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5"/>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0207C5">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0207C5">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Toc395169895"/>
      <w:bookmarkStart w:id="77" w:name="_Ref399145896"/>
      <w:bookmarkStart w:id="78" w:name="_Toc471740999"/>
      <w:r w:rsidRPr="00397524">
        <w:rPr>
          <w:rFonts w:ascii="Times New Roman" w:hAnsi="Times New Roman" w:cs="Times New Roman"/>
        </w:rPr>
        <w:t xml:space="preserve">Отказ от проведения </w:t>
      </w:r>
      <w:bookmarkEnd w:id="76"/>
      <w:r w:rsidR="00A96448" w:rsidRPr="00397524">
        <w:rPr>
          <w:rFonts w:ascii="Times New Roman" w:hAnsi="Times New Roman" w:cs="Times New Roman"/>
        </w:rPr>
        <w:t>Запроса предложений</w:t>
      </w:r>
      <w:bookmarkEnd w:id="77"/>
      <w:bookmarkEnd w:id="78"/>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9" w:name="_Toc395169896"/>
      <w:bookmarkStart w:id="80"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79"/>
      <w:bookmarkEnd w:id="80"/>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0207C5">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1" w:name="_Toc395169897"/>
      <w:bookmarkStart w:id="82" w:name="_Toc471741001"/>
      <w:r w:rsidRPr="00397524">
        <w:rPr>
          <w:rFonts w:ascii="Times New Roman" w:hAnsi="Times New Roman" w:cs="Times New Roman"/>
        </w:rPr>
        <w:t>Прочие положения</w:t>
      </w:r>
      <w:bookmarkEnd w:id="81"/>
      <w:bookmarkEnd w:id="82"/>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Ref93267180"/>
      <w:bookmarkStart w:id="84" w:name="_Toc93293059"/>
      <w:bookmarkStart w:id="85" w:name="_Toc98253997"/>
      <w:bookmarkStart w:id="86" w:name="_Toc373496635"/>
      <w:bookmarkStart w:id="87" w:name="_Toc387930488"/>
      <w:bookmarkStart w:id="88" w:name="_Toc395169898"/>
      <w:bookmarkStart w:id="89" w:name="_Toc471741002"/>
      <w:r w:rsidRPr="00397524">
        <w:rPr>
          <w:rFonts w:ascii="Times New Roman" w:hAnsi="Times New Roman" w:cs="Times New Roman"/>
        </w:rPr>
        <w:t>Участие коллективных участников</w:t>
      </w:r>
      <w:bookmarkEnd w:id="83"/>
      <w:bookmarkEnd w:id="84"/>
      <w:bookmarkEnd w:id="85"/>
      <w:bookmarkEnd w:id="86"/>
      <w:bookmarkEnd w:id="87"/>
      <w:bookmarkEnd w:id="88"/>
      <w:bookmarkEnd w:id="89"/>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0" w:name="_Toc395169899"/>
      <w:bookmarkStart w:id="91"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0"/>
      <w:bookmarkEnd w:id="91"/>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2" w:name="_Toc395169900"/>
      <w:bookmarkStart w:id="93" w:name="_Toc471741004"/>
      <w:r w:rsidRPr="00397524">
        <w:rPr>
          <w:rFonts w:ascii="Times New Roman" w:hAnsi="Times New Roman" w:cs="Times New Roman"/>
        </w:rPr>
        <w:t xml:space="preserve">Общий порядок проведения </w:t>
      </w:r>
      <w:bookmarkEnd w:id="92"/>
      <w:r w:rsidR="00A96448" w:rsidRPr="00397524">
        <w:rPr>
          <w:rFonts w:ascii="Times New Roman" w:hAnsi="Times New Roman" w:cs="Times New Roman"/>
        </w:rPr>
        <w:t>Запроса предложений</w:t>
      </w:r>
      <w:bookmarkEnd w:id="93"/>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0207C5">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0207C5">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0207C5">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0207C5">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0207C5">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0207C5">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0207C5">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0207C5">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0207C5">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0207C5">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0207C5">
        <w:rPr>
          <w:b/>
          <w:sz w:val="26"/>
          <w:szCs w:val="26"/>
        </w:rPr>
        <w:t>2.13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0207C5">
        <w:rPr>
          <w:b/>
          <w:sz w:val="26"/>
          <w:szCs w:val="26"/>
        </w:rPr>
        <w:t>2.14</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4" w:name="_Публикация_Извещения_о"/>
      <w:bookmarkStart w:id="95" w:name="_Toc395169901"/>
      <w:bookmarkStart w:id="96" w:name="_Ref398896680"/>
      <w:bookmarkStart w:id="97" w:name="_Toc471741005"/>
      <w:bookmarkEnd w:id="94"/>
      <w:r w:rsidRPr="00397524">
        <w:rPr>
          <w:rFonts w:ascii="Times New Roman" w:hAnsi="Times New Roman" w:cs="Times New Roman"/>
        </w:rPr>
        <w:t xml:space="preserve">Публикация Извещения о проведении </w:t>
      </w:r>
      <w:bookmarkEnd w:id="95"/>
      <w:r w:rsidR="00A96448" w:rsidRPr="00397524">
        <w:rPr>
          <w:rFonts w:ascii="Times New Roman" w:hAnsi="Times New Roman" w:cs="Times New Roman"/>
        </w:rPr>
        <w:t>Запроса предложений</w:t>
      </w:r>
      <w:bookmarkEnd w:id="96"/>
      <w:bookmarkEnd w:id="97"/>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0207C5">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8" w:name="_Toc395169902"/>
      <w:bookmarkStart w:id="99" w:name="_Ref398896721"/>
      <w:bookmarkStart w:id="100"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8"/>
      <w:bookmarkEnd w:id="99"/>
      <w:r w:rsidR="00200711" w:rsidRPr="00397524">
        <w:rPr>
          <w:rFonts w:ascii="Times New Roman" w:hAnsi="Times New Roman" w:cs="Times New Roman"/>
        </w:rPr>
        <w:t>Участникам</w:t>
      </w:r>
      <w:bookmarkEnd w:id="100"/>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1" w:name="_Toc395169903"/>
      <w:bookmarkStart w:id="102" w:name="_Ref398896767"/>
      <w:bookmarkStart w:id="103"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1"/>
      <w:bookmarkEnd w:id="102"/>
      <w:bookmarkEnd w:id="103"/>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4"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4"/>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0207C5">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5" w:name="_Toc395169904"/>
      <w:bookmarkStart w:id="106" w:name="_Ref398896800"/>
      <w:bookmarkStart w:id="107" w:name="_Ref399145249"/>
      <w:bookmarkStart w:id="108"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5"/>
      <w:bookmarkEnd w:id="106"/>
      <w:bookmarkEnd w:id="107"/>
      <w:bookmarkEnd w:id="108"/>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0207C5">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0207C5">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0207C5">
        <w:rPr>
          <w:b/>
          <w:sz w:val="26"/>
          <w:szCs w:val="26"/>
        </w:rPr>
        <w:t>2.12.4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0207C5">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0207C5">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9" w:name="_Toc395169905"/>
      <w:bookmarkStart w:id="110" w:name="_Ref398896837"/>
      <w:bookmarkStart w:id="111" w:name="_Ref398901549"/>
      <w:bookmarkStart w:id="112"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9"/>
      <w:bookmarkEnd w:id="110"/>
      <w:bookmarkEnd w:id="111"/>
      <w:bookmarkEnd w:id="112"/>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3" w:name="_Toc395169906"/>
      <w:bookmarkStart w:id="114" w:name="_Ref398896881"/>
      <w:bookmarkStart w:id="115" w:name="_Ref399145957"/>
      <w:bookmarkStart w:id="116"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3"/>
      <w:bookmarkEnd w:id="114"/>
      <w:bookmarkEnd w:id="115"/>
      <w:bookmarkEnd w:id="116"/>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0207C5">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7" w:name="_Toc395169907"/>
      <w:bookmarkStart w:id="118" w:name="_Ref398896920"/>
      <w:bookmarkStart w:id="119"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7"/>
      <w:bookmarkEnd w:id="118"/>
      <w:bookmarkEnd w:id="119"/>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0" w:name="_Toc395169908"/>
      <w:bookmarkStart w:id="121" w:name="_Ref398896934"/>
      <w:bookmarkStart w:id="122"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0207C5">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0207C5">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3"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3"/>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0207C5">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0207C5">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0207C5">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0207C5">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0207C5">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4" w:name="_Toc471729947"/>
      <w:bookmarkStart w:id="125" w:name="_Toc471741013"/>
      <w:bookmarkStart w:id="126" w:name="_Toc395169909"/>
      <w:bookmarkStart w:id="127" w:name="_Ref398896973"/>
      <w:bookmarkStart w:id="128"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4"/>
      <w:bookmarkEnd w:id="125"/>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9"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6"/>
      <w:bookmarkEnd w:id="127"/>
      <w:bookmarkEnd w:id="128"/>
      <w:bookmarkEnd w:id="129"/>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0207C5">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0" w:name="_Toc395169910"/>
      <w:bookmarkStart w:id="131" w:name="_Ref398897019"/>
      <w:bookmarkStart w:id="132"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0"/>
      <w:bookmarkEnd w:id="131"/>
      <w:bookmarkEnd w:id="132"/>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3"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3"/>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1"/>
      <w:bookmarkStart w:id="135" w:name="_Ref398897049"/>
      <w:bookmarkStart w:id="136"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4"/>
      <w:bookmarkEnd w:id="135"/>
      <w:bookmarkEnd w:id="136"/>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2"/>
      <w:bookmarkStart w:id="138" w:name="_Ref398897065"/>
      <w:bookmarkStart w:id="139" w:name="_Toc471741017"/>
      <w:r w:rsidRPr="00397524">
        <w:rPr>
          <w:rFonts w:ascii="Times New Roman" w:hAnsi="Times New Roman" w:cs="Times New Roman"/>
        </w:rPr>
        <w:t>Подписание Договора</w:t>
      </w:r>
      <w:bookmarkEnd w:id="137"/>
      <w:bookmarkEnd w:id="138"/>
      <w:bookmarkEnd w:id="139"/>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0207C5">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0207C5">
        <w:rPr>
          <w:b/>
          <w:sz w:val="26"/>
          <w:szCs w:val="26"/>
        </w:rPr>
        <w:t>2.15</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0207C5">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0207C5">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3"/>
      <w:bookmarkStart w:id="141" w:name="_Ref399143189"/>
      <w:bookmarkStart w:id="142" w:name="_Toc471741018"/>
      <w:r w:rsidRPr="00397524">
        <w:rPr>
          <w:rFonts w:ascii="Times New Roman" w:hAnsi="Times New Roman" w:cs="Times New Roman"/>
        </w:rPr>
        <w:t>Обеспечение по Договору</w:t>
      </w:r>
      <w:bookmarkEnd w:id="140"/>
      <w:bookmarkEnd w:id="141"/>
      <w:bookmarkEnd w:id="142"/>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0207C5">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0207C5">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0207C5">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3" w:name="_Toc395169914"/>
      <w:bookmarkStart w:id="144" w:name="_Ref398900022"/>
      <w:bookmarkStart w:id="145"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3"/>
      <w:bookmarkEnd w:id="144"/>
      <w:bookmarkEnd w:id="145"/>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471741020"/>
      <w:bookmarkStart w:id="147" w:name="_Toc395169915"/>
      <w:bookmarkStart w:id="148"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6"/>
      <w:r w:rsidRPr="00397524">
        <w:rPr>
          <w:rFonts w:ascii="Times New Roman" w:hAnsi="Times New Roman" w:cs="Times New Roman"/>
        </w:rPr>
        <w:t xml:space="preserve"> </w:t>
      </w:r>
      <w:bookmarkEnd w:id="147"/>
      <w:bookmarkEnd w:id="148"/>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0207C5">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1"/>
      <w:bookmarkStart w:id="150" w:name="_Toc395169916"/>
      <w:bookmarkStart w:id="151" w:name="_Ref398898404"/>
      <w:r w:rsidRPr="00397524">
        <w:rPr>
          <w:rFonts w:ascii="Times New Roman" w:hAnsi="Times New Roman" w:cs="Times New Roman"/>
        </w:rPr>
        <w:t>Требования к оформлению Заявки на участие в Запросе предложений</w:t>
      </w:r>
      <w:bookmarkEnd w:id="149"/>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0207C5">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2"/>
      <w:r w:rsidRPr="00397524">
        <w:rPr>
          <w:rFonts w:ascii="Times New Roman" w:hAnsi="Times New Roman" w:cs="Times New Roman"/>
        </w:rPr>
        <w:t>Требования к подготовке коммерческого предложения</w:t>
      </w:r>
      <w:bookmarkEnd w:id="150"/>
      <w:bookmarkEnd w:id="151"/>
      <w:bookmarkEnd w:id="152"/>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3"/>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0207C5">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4"/>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5"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0207C5">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0207C5">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0207C5">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5"/>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6" w:name="_Toc395169917"/>
      <w:bookmarkStart w:id="157" w:name="_Ref398898417"/>
      <w:bookmarkStart w:id="158" w:name="_Toc471741023"/>
      <w:r w:rsidRPr="00397524">
        <w:rPr>
          <w:rFonts w:ascii="Times New Roman" w:hAnsi="Times New Roman" w:cs="Times New Roman"/>
        </w:rPr>
        <w:t>Требования к подготовке технического предложения</w:t>
      </w:r>
      <w:bookmarkEnd w:id="156"/>
      <w:bookmarkEnd w:id="157"/>
      <w:bookmarkEnd w:id="158"/>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9" w:name="_Toc414528517"/>
      <w:r w:rsidR="008E24B7" w:rsidRPr="00397524">
        <w:rPr>
          <w:sz w:val="26"/>
          <w:szCs w:val="26"/>
        </w:rPr>
        <w:t>коллективной заявки на участие</w:t>
      </w:r>
      <w:bookmarkEnd w:id="159"/>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0"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0207C5">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0207C5">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0207C5">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0"/>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1"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0207C5">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1"/>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0207C5">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2"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2"/>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3" w:name="_Toc395169918"/>
      <w:bookmarkStart w:id="164"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3"/>
      <w:bookmarkEnd w:id="164"/>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0207C5">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0207C5">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5"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5"/>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0207C5">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0207C5">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0207C5">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6" w:name="_Toc395169919"/>
      <w:bookmarkStart w:id="167" w:name="_Toc471741025"/>
      <w:r w:rsidRPr="00397524">
        <w:rPr>
          <w:rFonts w:ascii="Times New Roman" w:hAnsi="Times New Roman" w:cs="Times New Roman"/>
        </w:rPr>
        <w:t>Требования к подтверждению кредитоспособности (платежеспособности)</w:t>
      </w:r>
      <w:bookmarkEnd w:id="166"/>
      <w:bookmarkEnd w:id="167"/>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0207C5">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0207C5">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0207C5">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0207C5">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0207C5">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8" w:name="_Требования_к_правоспособности"/>
      <w:bookmarkStart w:id="169" w:name="_Toc341205489"/>
      <w:bookmarkStart w:id="170" w:name="_Ref342738407"/>
      <w:bookmarkStart w:id="171" w:name="_Toc382318218"/>
      <w:bookmarkStart w:id="172" w:name="_Toc382318326"/>
      <w:bookmarkStart w:id="173" w:name="_Toc383720380"/>
      <w:bookmarkStart w:id="174" w:name="_Toc471741026"/>
      <w:bookmarkStart w:id="175" w:name="_Toc395169921"/>
      <w:bookmarkStart w:id="176" w:name="_Ref398898831"/>
      <w:bookmarkStart w:id="177" w:name="_Ref399149929"/>
      <w:bookmarkStart w:id="178" w:name="_Ref399160136"/>
      <w:bookmarkEnd w:id="168"/>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9"/>
      <w:bookmarkEnd w:id="170"/>
      <w:bookmarkEnd w:id="171"/>
      <w:bookmarkEnd w:id="172"/>
      <w:bookmarkEnd w:id="173"/>
      <w:bookmarkEnd w:id="174"/>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0207C5">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0207C5">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0207C5">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9"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5"/>
      <w:bookmarkEnd w:id="176"/>
      <w:bookmarkEnd w:id="177"/>
      <w:bookmarkEnd w:id="178"/>
      <w:bookmarkEnd w:id="179"/>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0"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0"/>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1"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1"/>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2"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2"/>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3"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3"/>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4"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0207C5">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0207C5">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4"/>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5" w:name="_Toc395169922"/>
      <w:bookmarkStart w:id="186" w:name="_Ref398899140"/>
      <w:bookmarkStart w:id="187" w:name="_Ref399160181"/>
      <w:bookmarkStart w:id="188" w:name="_Ref399162044"/>
      <w:bookmarkStart w:id="189"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5"/>
      <w:bookmarkEnd w:id="186"/>
      <w:bookmarkEnd w:id="187"/>
      <w:bookmarkEnd w:id="188"/>
      <w:bookmarkEnd w:id="189"/>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0"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0"/>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1" w:name="_Toc430335270"/>
      <w:bookmarkStart w:id="192"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1"/>
      <w:bookmarkEnd w:id="192"/>
    </w:p>
    <w:p w14:paraId="5BEFE75A" w14:textId="77777777" w:rsidR="0051141D" w:rsidRPr="00397524" w:rsidRDefault="0051141D" w:rsidP="00AF1DE0">
      <w:pPr>
        <w:pStyle w:val="1"/>
        <w:keepLines/>
        <w:pageBreakBefore/>
        <w:numPr>
          <w:ilvl w:val="0"/>
          <w:numId w:val="2"/>
        </w:numPr>
        <w:ind w:left="0" w:firstLine="34"/>
      </w:pPr>
      <w:bookmarkStart w:id="193" w:name="_Toc395169925"/>
      <w:bookmarkStart w:id="194" w:name="_Toc471741030"/>
      <w:r w:rsidRPr="00397524">
        <w:lastRenderedPageBreak/>
        <w:t xml:space="preserve">ИНФОРМАЦИОННАЯ КАРТА ОТКРЫТОГО </w:t>
      </w:r>
      <w:bookmarkEnd w:id="193"/>
      <w:r w:rsidR="00A96448" w:rsidRPr="00397524">
        <w:t>ЗАПРОСА ПРЕДЛОЖЕНИЙ</w:t>
      </w:r>
      <w:bookmarkEnd w:id="194"/>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5" w:name="_Toc369024091"/>
            <w:bookmarkStart w:id="196" w:name="_Toc372014947"/>
            <w:bookmarkEnd w:id="195"/>
            <w:bookmarkEnd w:id="196"/>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7" w:name="_Toc369024068"/>
            <w:bookmarkStart w:id="198" w:name="_Toc372014924"/>
            <w:bookmarkEnd w:id="197"/>
            <w:bookmarkEnd w:id="198"/>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64F5317C" w14:textId="477D2E22" w:rsidR="009213A6" w:rsidRDefault="009213A6" w:rsidP="00E6440C">
            <w:pPr>
              <w:keepNext/>
              <w:keepLines/>
              <w:autoSpaceDE w:val="0"/>
              <w:autoSpaceDN w:val="0"/>
              <w:adjustRightInd w:val="0"/>
            </w:pPr>
            <w:r w:rsidRPr="00DB7E33">
              <w:t>37-55 – Семенов Кирилл Юрьевич</w:t>
            </w:r>
          </w:p>
          <w:p w14:paraId="674FBD76" w14:textId="30861D43" w:rsidR="00DB7E33" w:rsidRDefault="00DB7E33" w:rsidP="00E6440C">
            <w:pPr>
              <w:keepNext/>
              <w:keepLines/>
              <w:autoSpaceDE w:val="0"/>
              <w:autoSpaceDN w:val="0"/>
              <w:adjustRightInd w:val="0"/>
            </w:pPr>
            <w:r w:rsidRPr="00DB7E33">
              <w:t>65-42 – Бурая Елена Евгеньевна</w:t>
            </w:r>
          </w:p>
          <w:p w14:paraId="15A971B6" w14:textId="46FD9AA3" w:rsidR="00B6305C" w:rsidRPr="00DB7E33" w:rsidRDefault="00B6305C" w:rsidP="00305A81">
            <w:pPr>
              <w:keepNext/>
              <w:keepLines/>
              <w:autoSpaceDE w:val="0"/>
              <w:autoSpaceDN w:val="0"/>
              <w:adjustRightInd w:val="0"/>
            </w:pPr>
            <w:r w:rsidRPr="00DB7E33">
              <w:t>66-39 – Савин Александр Александрович</w:t>
            </w:r>
          </w:p>
          <w:p w14:paraId="1C2BDA32" w14:textId="77777777" w:rsidR="00305A81" w:rsidRPr="00DB7E33" w:rsidRDefault="00305A81" w:rsidP="00305A81">
            <w:pPr>
              <w:keepNext/>
              <w:keepLines/>
              <w:autoSpaceDE w:val="0"/>
              <w:autoSpaceDN w:val="0"/>
              <w:adjustRightInd w:val="0"/>
            </w:pPr>
            <w:r w:rsidRPr="00DB7E33">
              <w:t>12-27 – Субботин Юрий Дмитриевич</w:t>
            </w:r>
          </w:p>
          <w:p w14:paraId="3409D7BC" w14:textId="77777777" w:rsidR="00E477E5" w:rsidRPr="00DB7E33" w:rsidRDefault="00E477E5" w:rsidP="00E477E5">
            <w:pPr>
              <w:keepNext/>
              <w:keepLines/>
              <w:autoSpaceDE w:val="0"/>
              <w:autoSpaceDN w:val="0"/>
              <w:adjustRightInd w:val="0"/>
            </w:pPr>
            <w:r w:rsidRPr="00DB7E33">
              <w:t>23-56 – Кириченко Наталия Александровна</w:t>
            </w:r>
          </w:p>
          <w:p w14:paraId="78344D20" w14:textId="77777777" w:rsidR="00E6440C" w:rsidRPr="00DB7E33" w:rsidRDefault="00E6440C" w:rsidP="00E6440C">
            <w:pPr>
              <w:keepNext/>
              <w:keepLines/>
              <w:autoSpaceDE w:val="0"/>
              <w:autoSpaceDN w:val="0"/>
              <w:adjustRightInd w:val="0"/>
            </w:pPr>
            <w:r w:rsidRPr="00DB7E33">
              <w:t>49-70 – Дячук Артем Владимирович</w:t>
            </w:r>
          </w:p>
          <w:p w14:paraId="16951F8A" w14:textId="46430FC6" w:rsidR="00F94D01" w:rsidRPr="00E6440C" w:rsidRDefault="00E6440C" w:rsidP="00E6440C">
            <w:pPr>
              <w:keepNext/>
              <w:keepLines/>
              <w:autoSpaceDE w:val="0"/>
              <w:autoSpaceDN w:val="0"/>
              <w:adjustRightInd w:val="0"/>
            </w:pPr>
            <w:r w:rsidRPr="00DB7E33">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06738DFF" w:rsidR="00F94D01" w:rsidRPr="00AA107D" w:rsidRDefault="00F94D01" w:rsidP="00D22B2F">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7F527C">
              <w:t xml:space="preserve">Главный специалист отдела </w:t>
            </w:r>
            <w:r w:rsidR="00D22B2F">
              <w:t>реализации</w:t>
            </w:r>
            <w:r w:rsidR="007F527C">
              <w:t xml:space="preserve"> проектов </w:t>
            </w:r>
            <w:r w:rsidR="00AB406E" w:rsidRPr="00CE2474">
              <w:t xml:space="preserve">ПАО «МОЭК» </w:t>
            </w:r>
            <w:r w:rsidR="00D22B2F">
              <w:t>Кримчеев Р.Р.</w:t>
            </w:r>
            <w:r w:rsidR="007F527C" w:rsidRPr="007F527C">
              <w:t xml:space="preserve"> </w:t>
            </w:r>
            <w:r w:rsidR="00AB406E" w:rsidRPr="00CE2474">
              <w:t xml:space="preserve"> Тел.:8 (495) 587-77-88  доб.</w:t>
            </w:r>
            <w:r w:rsidR="00D22B2F">
              <w:t>7132</w:t>
            </w:r>
            <w:r w:rsidR="00E6440C" w:rsidRPr="00CE2474">
              <w:t>.</w:t>
            </w:r>
            <w:r w:rsidR="00E6440C">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0207C5"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4950CC" w:rsidRPr="00AA107D" w14:paraId="59FF2815" w14:textId="77777777" w:rsidTr="0003396B">
        <w:tc>
          <w:tcPr>
            <w:tcW w:w="664" w:type="dxa"/>
            <w:vAlign w:val="center"/>
          </w:tcPr>
          <w:p w14:paraId="128B7492" w14:textId="77777777" w:rsidR="004950CC" w:rsidRPr="0032282A" w:rsidRDefault="004950C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4950CC" w:rsidRPr="0032282A" w:rsidRDefault="004950CC" w:rsidP="007D7DAC">
            <w:pPr>
              <w:keepNext/>
              <w:keepLines/>
              <w:jc w:val="both"/>
            </w:pPr>
            <w:r w:rsidRPr="0032282A">
              <w:t>Наименование:</w:t>
            </w:r>
          </w:p>
        </w:tc>
        <w:tc>
          <w:tcPr>
            <w:tcW w:w="6474" w:type="dxa"/>
            <w:tcBorders>
              <w:bottom w:val="single" w:sz="4" w:space="0" w:color="auto"/>
            </w:tcBorders>
          </w:tcPr>
          <w:p w14:paraId="2886E4AA" w14:textId="79E68C61" w:rsidR="004950CC" w:rsidRPr="00CE2474" w:rsidRDefault="004950CC" w:rsidP="007D7DAC">
            <w:pPr>
              <w:keepNext/>
              <w:keepLines/>
              <w:autoSpaceDE w:val="0"/>
              <w:autoSpaceDN w:val="0"/>
              <w:adjustRightInd w:val="0"/>
              <w:jc w:val="both"/>
            </w:pPr>
            <w:r w:rsidRPr="001C1C0F">
              <w:t>Общество с ограниченной ответственностью «Предприятие производственно-технологической комплектации»  (ООО «ППТК»)</w:t>
            </w:r>
          </w:p>
        </w:tc>
      </w:tr>
      <w:tr w:rsidR="004950CC" w:rsidRPr="00AA107D" w14:paraId="3C6ADE74" w14:textId="77777777" w:rsidTr="0003396B">
        <w:tc>
          <w:tcPr>
            <w:tcW w:w="664" w:type="dxa"/>
            <w:vAlign w:val="center"/>
          </w:tcPr>
          <w:p w14:paraId="2CB1996A" w14:textId="77777777" w:rsidR="004950CC" w:rsidRPr="0032282A" w:rsidRDefault="004950C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4950CC" w:rsidRPr="0032282A" w:rsidRDefault="004950CC" w:rsidP="007D7DAC">
            <w:pPr>
              <w:keepNext/>
              <w:keepLines/>
              <w:jc w:val="both"/>
            </w:pPr>
            <w:r w:rsidRPr="0032282A">
              <w:t>Адрес местонахождения:</w:t>
            </w:r>
          </w:p>
        </w:tc>
        <w:tc>
          <w:tcPr>
            <w:tcW w:w="6474" w:type="dxa"/>
            <w:tcBorders>
              <w:bottom w:val="single" w:sz="4" w:space="0" w:color="auto"/>
            </w:tcBorders>
          </w:tcPr>
          <w:p w14:paraId="13A502D8" w14:textId="69E890F7" w:rsidR="004950CC" w:rsidRPr="0014755B" w:rsidRDefault="004950CC" w:rsidP="007D7DAC">
            <w:pPr>
              <w:keepNext/>
              <w:keepLines/>
              <w:autoSpaceDE w:val="0"/>
              <w:autoSpaceDN w:val="0"/>
              <w:adjustRightInd w:val="0"/>
              <w:jc w:val="both"/>
              <w:rPr>
                <w:highlight w:val="yellow"/>
              </w:rPr>
            </w:pPr>
            <w:r w:rsidRPr="001C1C0F">
              <w:t>142784, г. Москва,  ул. Верейская, д. 17</w:t>
            </w:r>
          </w:p>
        </w:tc>
      </w:tr>
      <w:tr w:rsidR="004950CC" w:rsidRPr="00AA107D" w14:paraId="7802F968" w14:textId="77777777" w:rsidTr="0003396B">
        <w:tc>
          <w:tcPr>
            <w:tcW w:w="664" w:type="dxa"/>
            <w:vAlign w:val="center"/>
          </w:tcPr>
          <w:p w14:paraId="6AE4D4A4" w14:textId="77777777" w:rsidR="004950CC" w:rsidRPr="0032282A" w:rsidRDefault="004950C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4950CC" w:rsidRPr="0032282A" w:rsidRDefault="004950CC" w:rsidP="007D7DAC">
            <w:pPr>
              <w:keepNext/>
              <w:keepLines/>
              <w:jc w:val="both"/>
            </w:pPr>
            <w:r w:rsidRPr="0032282A">
              <w:t>Почтовый адрес:</w:t>
            </w:r>
          </w:p>
        </w:tc>
        <w:tc>
          <w:tcPr>
            <w:tcW w:w="6474" w:type="dxa"/>
            <w:tcBorders>
              <w:bottom w:val="single" w:sz="4" w:space="0" w:color="auto"/>
            </w:tcBorders>
          </w:tcPr>
          <w:p w14:paraId="12AFA96A" w14:textId="30698402" w:rsidR="004950CC" w:rsidRPr="0014755B" w:rsidRDefault="004950CC" w:rsidP="007D7DAC">
            <w:pPr>
              <w:keepNext/>
              <w:keepLines/>
              <w:autoSpaceDE w:val="0"/>
              <w:autoSpaceDN w:val="0"/>
              <w:adjustRightInd w:val="0"/>
              <w:jc w:val="both"/>
              <w:rPr>
                <w:highlight w:val="yellow"/>
              </w:rPr>
            </w:pPr>
            <w:r w:rsidRPr="001C1C0F">
              <w:t>142784, г. Москва,  ул. Верейская, д. 17</w:t>
            </w:r>
          </w:p>
        </w:tc>
      </w:tr>
      <w:tr w:rsidR="004950CC" w:rsidRPr="00AA107D" w14:paraId="2E535993" w14:textId="77777777" w:rsidTr="00B05F26">
        <w:tc>
          <w:tcPr>
            <w:tcW w:w="664" w:type="dxa"/>
            <w:vAlign w:val="center"/>
          </w:tcPr>
          <w:p w14:paraId="252709F0" w14:textId="77777777" w:rsidR="004950CC" w:rsidRPr="0032282A" w:rsidRDefault="004950CC" w:rsidP="00C66515">
            <w:pPr>
              <w:keepNext/>
              <w:keepLines/>
              <w:numPr>
                <w:ilvl w:val="1"/>
                <w:numId w:val="0"/>
              </w:numPr>
              <w:tabs>
                <w:tab w:val="num" w:pos="1146"/>
              </w:tabs>
              <w:outlineLvl w:val="0"/>
              <w:rPr>
                <w:b/>
                <w:bCs/>
              </w:rPr>
            </w:pPr>
            <w:bookmarkStart w:id="199" w:name="_Toc369024069"/>
            <w:bookmarkStart w:id="200" w:name="_Toc372014925"/>
            <w:bookmarkEnd w:id="199"/>
            <w:bookmarkEnd w:id="200"/>
          </w:p>
        </w:tc>
        <w:tc>
          <w:tcPr>
            <w:tcW w:w="3261" w:type="dxa"/>
            <w:gridSpan w:val="2"/>
            <w:tcBorders>
              <w:bottom w:val="single" w:sz="4" w:space="0" w:color="auto"/>
            </w:tcBorders>
            <w:vAlign w:val="center"/>
          </w:tcPr>
          <w:p w14:paraId="65B4F91A" w14:textId="77777777" w:rsidR="004950CC" w:rsidRPr="0032282A" w:rsidRDefault="004950C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47E85DB3" w14:textId="77777777" w:rsidR="004950CC" w:rsidRPr="001C1C0F" w:rsidRDefault="004950CC" w:rsidP="000E15E7">
            <w:pPr>
              <w:keepNext/>
              <w:keepLines/>
              <w:autoSpaceDE w:val="0"/>
              <w:autoSpaceDN w:val="0"/>
              <w:adjustRightInd w:val="0"/>
              <w:jc w:val="both"/>
            </w:pPr>
            <w:r w:rsidRPr="001C1C0F">
              <w:t>+7(495) 646-80-27 доб. 353</w:t>
            </w:r>
          </w:p>
          <w:p w14:paraId="6AC54E22" w14:textId="385F872D" w:rsidR="004950CC" w:rsidRPr="0014755B" w:rsidRDefault="004950CC" w:rsidP="00C81892">
            <w:pPr>
              <w:keepNext/>
              <w:keepLines/>
              <w:autoSpaceDE w:val="0"/>
              <w:autoSpaceDN w:val="0"/>
              <w:adjustRightInd w:val="0"/>
              <w:jc w:val="both"/>
              <w:rPr>
                <w:highlight w:val="yellow"/>
              </w:rPr>
            </w:pPr>
            <w:r w:rsidRPr="001C1C0F">
              <w:t>Все запросы по процедуре проведения конкурентной закупки должны направляться в адрес Организатора по электронной почте: info@pptk-mos.ru</w:t>
            </w:r>
          </w:p>
        </w:tc>
      </w:tr>
      <w:tr w:rsidR="004950CC" w:rsidRPr="00AA107D" w14:paraId="300D7396" w14:textId="77777777" w:rsidTr="00B05F26">
        <w:tc>
          <w:tcPr>
            <w:tcW w:w="664" w:type="dxa"/>
            <w:vAlign w:val="center"/>
          </w:tcPr>
          <w:p w14:paraId="4EA0338B" w14:textId="77777777" w:rsidR="004950CC" w:rsidRPr="0032282A" w:rsidRDefault="004950C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4950CC" w:rsidRPr="0032282A" w:rsidRDefault="004950C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5AF88AEC" w:rsidR="004950CC" w:rsidRPr="00CE2474" w:rsidRDefault="000207C5" w:rsidP="00F4413F">
            <w:pPr>
              <w:keepNext/>
              <w:keepLines/>
              <w:autoSpaceDE w:val="0"/>
              <w:autoSpaceDN w:val="0"/>
              <w:adjustRightInd w:val="0"/>
              <w:jc w:val="both"/>
            </w:pPr>
            <w:hyperlink r:id="rId19" w:history="1">
              <w:r w:rsidR="004950CC" w:rsidRPr="001C1C0F">
                <w:rPr>
                  <w:rStyle w:val="af1"/>
                  <w:lang w:val="en-US"/>
                </w:rPr>
                <w:t>info@pptk-mos.ru</w:t>
              </w:r>
            </w:hyperlink>
            <w:r w:rsidR="004950CC" w:rsidRPr="001C1C0F">
              <w:rPr>
                <w:lang w:val="en-US"/>
              </w:rPr>
              <w:t>,</w:t>
            </w:r>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1" w:name="_Toc369024070"/>
            <w:bookmarkStart w:id="202" w:name="_Toc372014926"/>
            <w:bookmarkEnd w:id="201"/>
            <w:bookmarkEnd w:id="202"/>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3D155CDA" w14:textId="77777777" w:rsidR="00F350CB" w:rsidRDefault="0032282A" w:rsidP="00F350CB">
            <w:pPr>
              <w:keepNext/>
              <w:keepLines/>
              <w:autoSpaceDE w:val="0"/>
              <w:autoSpaceDN w:val="0"/>
              <w:adjustRightInd w:val="0"/>
              <w:rPr>
                <w:szCs w:val="24"/>
              </w:rPr>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7797E08C" w:rsidR="0032282A" w:rsidRPr="0032282A" w:rsidRDefault="0032282A" w:rsidP="00F350CB">
            <w:pPr>
              <w:keepNext/>
              <w:keepLines/>
              <w:autoSpaceDE w:val="0"/>
              <w:autoSpaceDN w:val="0"/>
              <w:adjustRightInd w:val="0"/>
            </w:pPr>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1"/>
            <w:bookmarkStart w:id="204" w:name="_Toc372014927"/>
            <w:bookmarkEnd w:id="203"/>
            <w:bookmarkEnd w:id="204"/>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24115374" w:rsidR="004D4ECA" w:rsidRPr="00CE2474" w:rsidRDefault="003B1FA6" w:rsidP="00942C88">
            <w:pPr>
              <w:ind w:left="-25"/>
              <w:jc w:val="both"/>
            </w:pPr>
            <w:r w:rsidRPr="00CE2474">
              <w:t>№</w:t>
            </w:r>
            <w:r w:rsidR="00CE2474">
              <w:t xml:space="preserve"> </w:t>
            </w:r>
            <w:r w:rsidR="0061534F">
              <w:t>10</w:t>
            </w:r>
            <w:r w:rsidR="008C478A">
              <w:t>1</w:t>
            </w:r>
            <w:r w:rsidR="00942C88">
              <w:t>14</w:t>
            </w:r>
            <w:r w:rsidR="00CE2474">
              <w:t>/</w:t>
            </w:r>
            <w:r w:rsidR="008C478A">
              <w:t>П</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2"/>
            <w:bookmarkStart w:id="206" w:name="_Toc372014928"/>
            <w:bookmarkEnd w:id="205"/>
            <w:bookmarkEnd w:id="206"/>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76675BAD" w:rsidR="00F4413F" w:rsidRPr="00CE2474" w:rsidRDefault="00D3124B" w:rsidP="00942C88">
            <w:pPr>
              <w:ind w:left="-25"/>
              <w:jc w:val="both"/>
            </w:pPr>
            <w:r w:rsidRPr="00CE2474">
              <w:t>№</w:t>
            </w:r>
            <w:r w:rsidR="00CE2474">
              <w:t xml:space="preserve"> </w:t>
            </w:r>
            <w:r w:rsidR="0061534F">
              <w:t>10</w:t>
            </w:r>
            <w:r w:rsidR="008C478A">
              <w:t>1</w:t>
            </w:r>
            <w:r w:rsidR="00942C88">
              <w:t>14</w:t>
            </w:r>
            <w:r w:rsidR="00CE2474">
              <w:t>/</w:t>
            </w:r>
            <w:r w:rsidR="008C478A">
              <w:t>П</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3"/>
            <w:bookmarkStart w:id="208" w:name="_Toc372014929"/>
            <w:bookmarkEnd w:id="207"/>
            <w:bookmarkEnd w:id="208"/>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564ABD53" w14:textId="234764E3" w:rsidR="00727D76" w:rsidRPr="005641BC" w:rsidRDefault="00942C88" w:rsidP="00BD041C">
            <w:pPr>
              <w:keepNext/>
              <w:keepLines/>
              <w:autoSpaceDE w:val="0"/>
              <w:autoSpaceDN w:val="0"/>
              <w:adjustRightInd w:val="0"/>
              <w:jc w:val="both"/>
              <w:rPr>
                <w:b/>
              </w:rPr>
            </w:pPr>
            <w:r>
              <w:t>в</w:t>
            </w:r>
            <w:r w:rsidR="00CB0342">
              <w:t>ыполнение строительно-монтажных работ по ре</w:t>
            </w:r>
            <w:r w:rsidRPr="00942C88">
              <w:t>конструкции разводящей тепловой сети для нужд Филиала № 8 ПАО «МОЭК»</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4"/>
            <w:bookmarkStart w:id="210" w:name="_Toc372014930"/>
            <w:bookmarkEnd w:id="209"/>
            <w:bookmarkEnd w:id="210"/>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5"/>
            <w:bookmarkStart w:id="212" w:name="_Toc372014931"/>
            <w:bookmarkEnd w:id="211"/>
            <w:bookmarkEnd w:id="212"/>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6"/>
            <w:bookmarkStart w:id="214" w:name="_Toc372014932"/>
            <w:bookmarkEnd w:id="213"/>
            <w:bookmarkEnd w:id="214"/>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2B514B" w:rsidRDefault="00810696" w:rsidP="00FD16CE">
            <w:pPr>
              <w:keepNext/>
              <w:keepLines/>
              <w:autoSpaceDE w:val="0"/>
              <w:autoSpaceDN w:val="0"/>
              <w:adjustRightInd w:val="0"/>
              <w:jc w:val="both"/>
            </w:pPr>
            <w:r w:rsidRPr="002B514B">
              <w:t>Место, условия выполнения работ п</w:t>
            </w:r>
            <w:r w:rsidR="00F4413F" w:rsidRPr="002B514B">
              <w:t>редоставлены в При</w:t>
            </w:r>
            <w:r w:rsidR="00FD16CE" w:rsidRPr="002B514B">
              <w:t xml:space="preserve">ложении 2 «Техническая часть» к </w:t>
            </w:r>
            <w:r w:rsidR="00CF091E" w:rsidRPr="002B514B">
              <w:t>Документации</w:t>
            </w:r>
            <w:r w:rsidR="00F4413F" w:rsidRPr="002B514B">
              <w:t>.</w:t>
            </w:r>
          </w:p>
          <w:p w14:paraId="279FF401" w14:textId="671CBCF2" w:rsidR="00810696" w:rsidRPr="002B514B" w:rsidRDefault="00810696" w:rsidP="00FD16CE">
            <w:pPr>
              <w:keepNext/>
              <w:keepLines/>
              <w:autoSpaceDE w:val="0"/>
              <w:autoSpaceDN w:val="0"/>
              <w:adjustRightInd w:val="0"/>
              <w:jc w:val="both"/>
            </w:pPr>
            <w:r w:rsidRPr="002B514B">
              <w:t xml:space="preserve">Срок начала выполнения работ – </w:t>
            </w:r>
            <w:r w:rsidR="0026138D" w:rsidRPr="0026138D">
              <w:t>с даты заключения Договора</w:t>
            </w:r>
            <w:r w:rsidR="0014755B" w:rsidRPr="002B514B">
              <w:t>.</w:t>
            </w:r>
          </w:p>
          <w:p w14:paraId="0F453BD0" w14:textId="71D1D9AE" w:rsidR="00810696" w:rsidRPr="005E5BC2" w:rsidRDefault="00810696" w:rsidP="007C29A4">
            <w:pPr>
              <w:keepNext/>
              <w:keepLines/>
              <w:autoSpaceDE w:val="0"/>
              <w:autoSpaceDN w:val="0"/>
              <w:adjustRightInd w:val="0"/>
              <w:jc w:val="both"/>
            </w:pPr>
            <w:r w:rsidRPr="002B514B">
              <w:t>Срок око</w:t>
            </w:r>
            <w:r w:rsidR="00305A81" w:rsidRPr="002B514B">
              <w:t xml:space="preserve">нчания выполнения работ – </w:t>
            </w:r>
            <w:r w:rsidR="007C29A4">
              <w:t>Декаб</w:t>
            </w:r>
            <w:r w:rsidR="00CB7AFD">
              <w:t>рь</w:t>
            </w:r>
            <w:r w:rsidR="0026138D" w:rsidRPr="0026138D">
              <w:t xml:space="preserve"> 2017 г.</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7"/>
            <w:bookmarkStart w:id="216" w:name="_Toc372014933"/>
            <w:bookmarkEnd w:id="215"/>
            <w:bookmarkEnd w:id="216"/>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2B514B" w:rsidRDefault="00E6394E" w:rsidP="00F4413F">
            <w:pPr>
              <w:keepNext/>
              <w:keepLines/>
              <w:jc w:val="both"/>
            </w:pPr>
            <w:r w:rsidRPr="002B514B">
              <w:t>Начальная (максимальная) цена договора</w:t>
            </w:r>
          </w:p>
        </w:tc>
        <w:tc>
          <w:tcPr>
            <w:tcW w:w="6474" w:type="dxa"/>
            <w:tcBorders>
              <w:top w:val="single" w:sz="4" w:space="0" w:color="auto"/>
            </w:tcBorders>
          </w:tcPr>
          <w:p w14:paraId="2FA07B4A" w14:textId="77777777" w:rsidR="00942C88" w:rsidRDefault="00942C88" w:rsidP="00E6394E">
            <w:pPr>
              <w:keepNext/>
              <w:keepLines/>
              <w:autoSpaceDE w:val="0"/>
              <w:autoSpaceDN w:val="0"/>
              <w:adjustRightInd w:val="0"/>
              <w:rPr>
                <w:bCs/>
              </w:rPr>
            </w:pPr>
            <w:r w:rsidRPr="00942C88">
              <w:rPr>
                <w:bCs/>
              </w:rPr>
              <w:t>16 109 768 (шестнадцать миллионов сто девять тысяч семьсот шестьдесят восемь) ру</w:t>
            </w:r>
            <w:r>
              <w:rPr>
                <w:bCs/>
              </w:rPr>
              <w:t>блей 84 копейки., без учета НДС.</w:t>
            </w:r>
          </w:p>
          <w:p w14:paraId="06F5C462" w14:textId="3D959C78" w:rsidR="00E6394E" w:rsidRPr="002B514B" w:rsidRDefault="00E6394E" w:rsidP="00E6394E">
            <w:pPr>
              <w:keepNext/>
              <w:keepLines/>
              <w:autoSpaceDE w:val="0"/>
              <w:autoSpaceDN w:val="0"/>
              <w:adjustRightInd w:val="0"/>
            </w:pPr>
            <w:r w:rsidRPr="002B514B">
              <w:rPr>
                <w:bCs/>
              </w:rPr>
              <w:t>Цена</w:t>
            </w:r>
            <w:r w:rsidRPr="002B514B">
              <w:t xml:space="preserve"> </w:t>
            </w:r>
            <w:r w:rsidRPr="002B514B">
              <w:rPr>
                <w:bCs/>
              </w:rPr>
              <w:t>указана</w:t>
            </w:r>
            <w:r w:rsidRPr="002B514B">
              <w:t xml:space="preserve"> </w:t>
            </w:r>
            <w:r w:rsidRPr="002B514B">
              <w:rPr>
                <w:bCs/>
              </w:rPr>
              <w:t>с</w:t>
            </w:r>
            <w:r w:rsidRPr="002B514B">
              <w:t xml:space="preserve"> </w:t>
            </w:r>
            <w:r w:rsidRPr="002B514B">
              <w:rPr>
                <w:bCs/>
              </w:rPr>
              <w:t>учетом</w:t>
            </w:r>
            <w:r w:rsidRPr="002B514B">
              <w:t xml:space="preserve"> затрат по уплате налогов, сборов и других </w:t>
            </w:r>
            <w:r w:rsidRPr="002B514B">
              <w:rPr>
                <w:bCs/>
              </w:rPr>
              <w:lastRenderedPageBreak/>
              <w:t>обязательных</w:t>
            </w:r>
            <w:r w:rsidRPr="002B514B">
              <w:t xml:space="preserve"> </w:t>
            </w:r>
            <w:r w:rsidRPr="002B514B">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3AA69B9A"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8"/>
            <w:bookmarkStart w:id="218" w:name="_Toc372014934"/>
            <w:bookmarkStart w:id="219" w:name="_Toc369024080"/>
            <w:bookmarkStart w:id="220" w:name="_Toc372014936"/>
            <w:bookmarkStart w:id="221" w:name="_Toc369024081"/>
            <w:bookmarkStart w:id="222" w:name="_Toc372014937"/>
            <w:bookmarkStart w:id="223" w:name="_Ref429053136"/>
            <w:bookmarkEnd w:id="217"/>
            <w:bookmarkEnd w:id="218"/>
            <w:bookmarkEnd w:id="219"/>
            <w:bookmarkEnd w:id="220"/>
            <w:bookmarkEnd w:id="221"/>
            <w:bookmarkEnd w:id="222"/>
          </w:p>
        </w:tc>
        <w:bookmarkEnd w:id="223"/>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4" w:name="_Toc369024082"/>
            <w:bookmarkStart w:id="225" w:name="_Toc372014938"/>
            <w:bookmarkStart w:id="226" w:name="_Toc395169939"/>
            <w:bookmarkStart w:id="227" w:name="_Toc398881907"/>
            <w:bookmarkStart w:id="228" w:name="и_4_14"/>
            <w:bookmarkStart w:id="229" w:name="_Ref429053526"/>
            <w:bookmarkStart w:id="230" w:name="_Ref429053580"/>
            <w:bookmarkStart w:id="231" w:name="_Ref429053606"/>
            <w:bookmarkStart w:id="232" w:name="_Ref429053632"/>
            <w:bookmarkEnd w:id="224"/>
            <w:bookmarkEnd w:id="225"/>
          </w:p>
        </w:tc>
        <w:bookmarkEnd w:id="226"/>
        <w:bookmarkEnd w:id="227"/>
        <w:bookmarkEnd w:id="228"/>
        <w:bookmarkEnd w:id="229"/>
        <w:bookmarkEnd w:id="230"/>
        <w:bookmarkEnd w:id="231"/>
        <w:bookmarkEnd w:id="232"/>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3" w:name="_Toc369024083"/>
            <w:bookmarkStart w:id="234" w:name="_Toc372014939"/>
            <w:bookmarkStart w:id="235" w:name="_Ref429053743"/>
            <w:bookmarkEnd w:id="233"/>
            <w:bookmarkEnd w:id="234"/>
          </w:p>
        </w:tc>
        <w:bookmarkEnd w:id="235"/>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2095DF44" w:rsidR="00F4413F" w:rsidRPr="005E5BC2" w:rsidRDefault="001F3BC4" w:rsidP="00942C88">
            <w:pPr>
              <w:keepNext/>
              <w:keepLines/>
              <w:jc w:val="both"/>
              <w:rPr>
                <w:color w:val="FF0000"/>
              </w:rPr>
            </w:pPr>
            <w:r w:rsidRPr="002B514B">
              <w:t>Путем перечисления денежных средств в размере</w:t>
            </w:r>
            <w:r w:rsidR="0036305C">
              <w:t> </w:t>
            </w:r>
            <w:r w:rsidR="00942C88">
              <w:t xml:space="preserve"> 805</w:t>
            </w:r>
            <w:r w:rsidR="0036305C">
              <w:t xml:space="preserve"> 000</w:t>
            </w:r>
            <w:r w:rsidR="003468CC">
              <w:t xml:space="preserve"> </w:t>
            </w:r>
            <w:r w:rsidRPr="002B514B">
              <w:t>(</w:t>
            </w:r>
            <w:r w:rsidR="00942C88">
              <w:t>восемьсот пять тысяч</w:t>
            </w:r>
            <w:r w:rsidRPr="002B514B">
              <w:t>) рубл</w:t>
            </w:r>
            <w:r w:rsidR="00B70C3B" w:rsidRPr="002B514B">
              <w:t>ей</w:t>
            </w:r>
            <w:r w:rsidR="003468CC">
              <w:t xml:space="preserve"> 00</w:t>
            </w:r>
            <w:r w:rsidR="00E477E5" w:rsidRPr="002B514B">
              <w:t xml:space="preserve"> копе</w:t>
            </w:r>
            <w:r w:rsidR="00E03F61" w:rsidRPr="002B514B">
              <w:t>ек</w:t>
            </w:r>
            <w:r w:rsidRPr="002B514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4"/>
            <w:bookmarkStart w:id="237" w:name="_Toc372014940"/>
            <w:bookmarkStart w:id="238" w:name="_Ref429053817"/>
            <w:bookmarkEnd w:id="236"/>
            <w:bookmarkEnd w:id="237"/>
          </w:p>
        </w:tc>
        <w:bookmarkEnd w:id="238"/>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5"/>
            <w:bookmarkStart w:id="240" w:name="_Toc372014941"/>
            <w:bookmarkStart w:id="241" w:name="_Ref429053871"/>
            <w:bookmarkEnd w:id="239"/>
            <w:bookmarkEnd w:id="240"/>
          </w:p>
        </w:tc>
        <w:bookmarkEnd w:id="241"/>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6"/>
            <w:bookmarkStart w:id="243" w:name="_Toc372014942"/>
            <w:bookmarkStart w:id="244" w:name="_Ref429053951"/>
            <w:bookmarkEnd w:id="242"/>
            <w:bookmarkEnd w:id="243"/>
          </w:p>
        </w:tc>
        <w:bookmarkEnd w:id="244"/>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7"/>
            <w:bookmarkStart w:id="246" w:name="_Toc372014943"/>
            <w:bookmarkStart w:id="247" w:name="_Ref429054009"/>
            <w:bookmarkEnd w:id="245"/>
            <w:bookmarkEnd w:id="246"/>
          </w:p>
        </w:tc>
        <w:bookmarkEnd w:id="247"/>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8"/>
            <w:bookmarkStart w:id="249" w:name="_Toc372014944"/>
            <w:bookmarkStart w:id="250" w:name="_Ref429054121"/>
            <w:bookmarkEnd w:id="248"/>
            <w:bookmarkEnd w:id="249"/>
          </w:p>
        </w:tc>
        <w:bookmarkEnd w:id="250"/>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F68F203" w14:textId="77777777" w:rsidR="006A3B10" w:rsidRDefault="00B6551E" w:rsidP="006A3B10">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A3B10"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D43EAE" w14:textId="26B4044B" w:rsidR="002212AA" w:rsidRPr="00AA107D" w:rsidRDefault="006A3B10" w:rsidP="00445316">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2</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EA2899" w:rsidRDefault="00EA2899" w:rsidP="00445316">
            <w:pPr>
              <w:widowControl w:val="0"/>
              <w:autoSpaceDE w:val="0"/>
              <w:autoSpaceDN w:val="0"/>
              <w:adjustRightInd w:val="0"/>
              <w:ind w:left="34"/>
              <w:jc w:val="both"/>
            </w:pPr>
          </w:p>
          <w:p w14:paraId="39B14330" w14:textId="4C911C25" w:rsidR="00C753A2" w:rsidRPr="00C753A2" w:rsidRDefault="006A3B10" w:rsidP="00C753A2">
            <w:pPr>
              <w:widowControl w:val="0"/>
              <w:autoSpaceDE w:val="0"/>
              <w:autoSpaceDN w:val="0"/>
              <w:adjustRightInd w:val="0"/>
              <w:ind w:left="34"/>
              <w:jc w:val="both"/>
              <w:rPr>
                <w:bCs/>
              </w:rPr>
            </w:pPr>
            <w:r>
              <w:rPr>
                <w:b/>
              </w:rPr>
              <w:t>3</w:t>
            </w:r>
            <w:r w:rsidR="00D26E6B" w:rsidRPr="002B514B">
              <w:rPr>
                <w:b/>
              </w:rPr>
              <w:t>.</w:t>
            </w:r>
            <w:r w:rsidR="00D26E6B" w:rsidRPr="002B514B">
              <w:t xml:space="preserve"> </w:t>
            </w:r>
            <w:r w:rsidR="00727D76" w:rsidRPr="002B514B">
              <w:rPr>
                <w:bCs/>
              </w:rPr>
              <w:t>Наличие выданн</w:t>
            </w:r>
            <w:r w:rsidR="00AA107D" w:rsidRPr="002B514B">
              <w:rPr>
                <w:bCs/>
              </w:rPr>
              <w:t>ого</w:t>
            </w:r>
            <w:r w:rsidR="00727D76" w:rsidRPr="002B514B">
              <w:rPr>
                <w:bCs/>
              </w:rPr>
              <w:t xml:space="preserve"> саморегулируем</w:t>
            </w:r>
            <w:r w:rsidR="00AA107D" w:rsidRPr="002B514B">
              <w:rPr>
                <w:bCs/>
              </w:rPr>
              <w:t>ой</w:t>
            </w:r>
            <w:r w:rsidR="00727D76" w:rsidRPr="002B514B">
              <w:rPr>
                <w:bCs/>
              </w:rPr>
              <w:t xml:space="preserve"> организаци</w:t>
            </w:r>
            <w:r w:rsidR="00AA107D" w:rsidRPr="002B514B">
              <w:rPr>
                <w:bCs/>
              </w:rPr>
              <w:t>ей</w:t>
            </w:r>
            <w:r w:rsidR="00727D76" w:rsidRPr="002B514B">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w:t>
            </w:r>
            <w:r w:rsidR="00445DF8" w:rsidRPr="002B514B">
              <w:rPr>
                <w:bCs/>
              </w:rPr>
              <w:t>действующего</w:t>
            </w:r>
            <w:r w:rsidR="00727D76" w:rsidRPr="002B514B">
              <w:rPr>
                <w:bCs/>
              </w:rPr>
              <w:t xml:space="preserve"> свидетельств</w:t>
            </w:r>
            <w:r w:rsidR="00AA107D" w:rsidRPr="002B514B">
              <w:rPr>
                <w:bCs/>
              </w:rPr>
              <w:t>а</w:t>
            </w:r>
            <w:r w:rsidR="00727D76" w:rsidRPr="002B514B">
              <w:rPr>
                <w:bCs/>
              </w:rPr>
              <w:t xml:space="preserve"> о допуске к определенным видам работ, которые оказывают влияние на безопасность объектов капитального строительств,</w:t>
            </w:r>
            <w:r w:rsidR="00C753A2" w:rsidRPr="00C753A2">
              <w:rPr>
                <w:bCs/>
              </w:rPr>
              <w:t xml:space="preserve"> а именно:</w:t>
            </w:r>
          </w:p>
          <w:p w14:paraId="20A95929" w14:textId="77777777" w:rsidR="006C1E77" w:rsidRDefault="006C1E77" w:rsidP="006C1E77">
            <w:pPr>
              <w:widowControl w:val="0"/>
              <w:jc w:val="center"/>
              <w:rPr>
                <w:b/>
              </w:rPr>
            </w:pPr>
            <w:r w:rsidRPr="00C27D6D">
              <w:rPr>
                <w:b/>
                <w:lang w:val="en-US"/>
              </w:rPr>
              <w:t>III</w:t>
            </w:r>
            <w:r w:rsidRPr="00C27D6D">
              <w:rPr>
                <w:b/>
              </w:rPr>
              <w:t>. Виды работ по строительству, реконструкции и капитальному ремонту.</w:t>
            </w:r>
          </w:p>
          <w:p w14:paraId="4BDA2902" w14:textId="77777777" w:rsidR="006C1E77" w:rsidRPr="00F013EC" w:rsidRDefault="006C1E77" w:rsidP="006C1E77">
            <w:pPr>
              <w:pStyle w:val="aff8"/>
              <w:widowControl w:val="0"/>
              <w:tabs>
                <w:tab w:val="left" w:pos="34"/>
              </w:tabs>
              <w:ind w:left="34"/>
              <w:jc w:val="both"/>
              <w:rPr>
                <w:rFonts w:ascii="Times New Roman" w:eastAsia="Times New Roman" w:hAnsi="Times New Roman"/>
                <w:sz w:val="20"/>
                <w:szCs w:val="20"/>
                <w:lang w:eastAsia="ru-RU"/>
              </w:rPr>
            </w:pPr>
            <w:r w:rsidRPr="00F013EC">
              <w:rPr>
                <w:rFonts w:ascii="Times New Roman" w:eastAsia="Times New Roman" w:hAnsi="Times New Roman"/>
                <w:sz w:val="20"/>
                <w:szCs w:val="20"/>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0B640C05" w14:textId="73653AA4" w:rsidR="006C1E77" w:rsidRDefault="0094284E" w:rsidP="006C1E77">
            <w:pPr>
              <w:pStyle w:val="aff8"/>
              <w:widowControl w:val="0"/>
              <w:tabs>
                <w:tab w:val="left" w:pos="34"/>
              </w:tabs>
              <w:ind w:left="34"/>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r w:rsidR="006C1E77" w:rsidRPr="00F013EC">
              <w:rPr>
                <w:rFonts w:ascii="Times New Roman" w:eastAsia="Times New Roman" w:hAnsi="Times New Roman"/>
                <w:sz w:val="20"/>
                <w:szCs w:val="20"/>
                <w:lang w:eastAsia="ru-RU"/>
              </w:rPr>
              <w:t>3.5. Объекты теплоснабжения.</w:t>
            </w:r>
          </w:p>
          <w:p w14:paraId="0D8796CC" w14:textId="7EFB74CC" w:rsidR="0094284E" w:rsidRDefault="000A1A19" w:rsidP="00AB406E">
            <w:pPr>
              <w:widowControl w:val="0"/>
              <w:tabs>
                <w:tab w:val="left" w:pos="465"/>
              </w:tabs>
              <w:contextualSpacing/>
              <w:jc w:val="both"/>
              <w:rPr>
                <w:bCs/>
              </w:rPr>
            </w:pPr>
            <w:r>
              <w:rPr>
                <w:b/>
                <w:bCs/>
              </w:rPr>
              <w:t>4</w:t>
            </w:r>
            <w:r w:rsidR="00FB3E54" w:rsidRPr="002B514B">
              <w:rPr>
                <w:b/>
                <w:bCs/>
              </w:rPr>
              <w:t>.</w:t>
            </w:r>
            <w:r w:rsidR="00FB3E54" w:rsidRPr="002B514B">
              <w:rPr>
                <w:bCs/>
              </w:rPr>
              <w:t xml:space="preserve"> </w:t>
            </w:r>
            <w:r w:rsidR="0094284E" w:rsidRPr="0094284E">
              <w:rPr>
                <w:bCs/>
              </w:rPr>
              <w:t>Участник должен обеспечить контроль качества электросварочных и бетонных работ.</w:t>
            </w:r>
          </w:p>
          <w:p w14:paraId="14A13DDC" w14:textId="77777777" w:rsidR="0094284E" w:rsidRDefault="0094284E" w:rsidP="00AB406E">
            <w:pPr>
              <w:widowControl w:val="0"/>
              <w:tabs>
                <w:tab w:val="left" w:pos="465"/>
              </w:tabs>
              <w:contextualSpacing/>
              <w:jc w:val="both"/>
              <w:rPr>
                <w:bCs/>
              </w:rPr>
            </w:pPr>
          </w:p>
          <w:p w14:paraId="4E4CA94D" w14:textId="53B10392" w:rsidR="00776C28" w:rsidRPr="00F013EC" w:rsidRDefault="000A1A19" w:rsidP="00776C28">
            <w:pPr>
              <w:pStyle w:val="aff8"/>
              <w:widowControl w:val="0"/>
              <w:spacing w:after="0" w:line="240" w:lineRule="auto"/>
              <w:ind w:left="34"/>
              <w:jc w:val="both"/>
              <w:rPr>
                <w:rFonts w:ascii="Times New Roman" w:hAnsi="Times New Roman"/>
                <w:sz w:val="20"/>
                <w:szCs w:val="20"/>
              </w:rPr>
            </w:pPr>
            <w:r>
              <w:rPr>
                <w:b/>
                <w:bCs/>
              </w:rPr>
              <w:t>5</w:t>
            </w:r>
            <w:r w:rsidR="0094284E">
              <w:rPr>
                <w:b/>
                <w:bCs/>
              </w:rPr>
              <w:t xml:space="preserve">. </w:t>
            </w:r>
            <w:r w:rsidR="00776C28" w:rsidRPr="00F013EC">
              <w:rPr>
                <w:rFonts w:ascii="Times New Roman" w:hAnsi="Times New Roman"/>
                <w:sz w:val="20"/>
                <w:szCs w:val="20"/>
              </w:rPr>
              <w:t xml:space="preserve">Участник должен обеспечить вывоз и обезвреживание отходов </w:t>
            </w:r>
            <w:r w:rsidR="00776C28" w:rsidRPr="00F013EC">
              <w:rPr>
                <w:rFonts w:ascii="Times New Roman" w:hAnsi="Times New Roman"/>
                <w:sz w:val="20"/>
                <w:szCs w:val="20"/>
              </w:rPr>
              <w:br/>
            </w:r>
            <w:r w:rsidR="00656F04">
              <w:rPr>
                <w:rFonts w:ascii="Times New Roman" w:hAnsi="Times New Roman"/>
                <w:sz w:val="20"/>
                <w:szCs w:val="20"/>
                <w:lang w:val="en-US"/>
              </w:rPr>
              <w:t>II</w:t>
            </w:r>
            <w:r w:rsidR="00776C28" w:rsidRPr="00F013EC">
              <w:rPr>
                <w:rFonts w:ascii="Times New Roman" w:hAnsi="Times New Roman"/>
                <w:sz w:val="20"/>
                <w:szCs w:val="20"/>
                <w:lang w:val="en-US"/>
              </w:rPr>
              <w:t>I</w:t>
            </w:r>
            <w:r w:rsidR="00776C28" w:rsidRPr="00F013EC">
              <w:rPr>
                <w:rFonts w:ascii="Times New Roman" w:hAnsi="Times New Roman"/>
                <w:sz w:val="20"/>
                <w:szCs w:val="20"/>
              </w:rPr>
              <w:t>-IV классов опасности</w:t>
            </w:r>
            <w:r w:rsidR="00776C28" w:rsidRPr="00F013EC">
              <w:rPr>
                <w:color w:val="000000"/>
              </w:rPr>
              <w:t>.</w:t>
            </w:r>
          </w:p>
          <w:p w14:paraId="08CEE602" w14:textId="520B6DEC" w:rsidR="0094284E" w:rsidRPr="00776C28" w:rsidRDefault="0094284E" w:rsidP="00AB406E">
            <w:pPr>
              <w:widowControl w:val="0"/>
              <w:tabs>
                <w:tab w:val="left" w:pos="465"/>
              </w:tabs>
              <w:contextualSpacing/>
              <w:jc w:val="both"/>
              <w:rPr>
                <w:b/>
                <w:bCs/>
              </w:rPr>
            </w:pPr>
          </w:p>
          <w:p w14:paraId="1CCE8704" w14:textId="410A915E" w:rsidR="00AB406E" w:rsidRDefault="000A1A19" w:rsidP="00AB406E">
            <w:pPr>
              <w:widowControl w:val="0"/>
              <w:tabs>
                <w:tab w:val="left" w:pos="465"/>
              </w:tabs>
              <w:contextualSpacing/>
              <w:jc w:val="both"/>
              <w:rPr>
                <w:bCs/>
              </w:rPr>
            </w:pPr>
            <w:r>
              <w:rPr>
                <w:b/>
                <w:bCs/>
              </w:rPr>
              <w:t>6</w:t>
            </w:r>
            <w:r w:rsidR="00C27217" w:rsidRPr="00C27217">
              <w:rPr>
                <w:b/>
                <w:bCs/>
              </w:rPr>
              <w:t>.</w:t>
            </w:r>
            <w:r w:rsidR="00C27217">
              <w:rPr>
                <w:bCs/>
              </w:rPr>
              <w:t xml:space="preserve"> </w:t>
            </w:r>
            <w:r w:rsidR="006E11BE" w:rsidRPr="002B514B">
              <w:rPr>
                <w:bCs/>
              </w:rPr>
              <w:t>Наличие сотрудников для</w:t>
            </w:r>
            <w:r w:rsidR="00AB406E" w:rsidRPr="002B514B">
              <w:rPr>
                <w:bCs/>
              </w:rPr>
              <w:t xml:space="preserve"> выполнения работ</w:t>
            </w:r>
            <w:r w:rsidR="006E11BE" w:rsidRPr="002B514B">
              <w:rPr>
                <w:bCs/>
              </w:rPr>
              <w:t>, а именно</w:t>
            </w:r>
            <w:r w:rsidR="00AB406E" w:rsidRPr="002B514B">
              <w:rPr>
                <w:bCs/>
              </w:rPr>
              <w:t>:</w:t>
            </w:r>
          </w:p>
          <w:p w14:paraId="6FBD4284" w14:textId="76ED05F6" w:rsidR="005D30FF" w:rsidRPr="005D30FF" w:rsidRDefault="00C27217" w:rsidP="005D30FF">
            <w:pPr>
              <w:widowControl w:val="0"/>
              <w:tabs>
                <w:tab w:val="left" w:pos="465"/>
              </w:tabs>
              <w:contextualSpacing/>
              <w:jc w:val="both"/>
              <w:rPr>
                <w:bCs/>
              </w:rPr>
            </w:pPr>
            <w:r>
              <w:rPr>
                <w:bCs/>
              </w:rPr>
              <w:t>7</w:t>
            </w:r>
            <w:r w:rsidR="005D30FF" w:rsidRPr="005D30FF">
              <w:rPr>
                <w:bCs/>
              </w:rPr>
              <w:t xml:space="preserve">.1. </w:t>
            </w:r>
            <w:r w:rsidR="00AB2E40">
              <w:rPr>
                <w:bCs/>
              </w:rPr>
              <w:t>Сварщики, аттестованные в НАКС</w:t>
            </w:r>
            <w:r w:rsidR="005D30FF" w:rsidRPr="005D30FF">
              <w:rPr>
                <w:bCs/>
              </w:rPr>
              <w:t xml:space="preserve"> – не менее </w:t>
            </w:r>
            <w:r w:rsidR="000E0B25">
              <w:rPr>
                <w:bCs/>
              </w:rPr>
              <w:t>1</w:t>
            </w:r>
            <w:r w:rsidR="00942C88">
              <w:rPr>
                <w:bCs/>
              </w:rPr>
              <w:t>0</w:t>
            </w:r>
            <w:r w:rsidR="005D30FF" w:rsidRPr="005D30FF">
              <w:rPr>
                <w:bCs/>
              </w:rPr>
              <w:t xml:space="preserve"> чел.;</w:t>
            </w:r>
          </w:p>
          <w:p w14:paraId="0797A332" w14:textId="77777777" w:rsidR="00AB406E" w:rsidRPr="00EA2899" w:rsidRDefault="00AB406E" w:rsidP="00445DF8">
            <w:pPr>
              <w:widowControl w:val="0"/>
              <w:tabs>
                <w:tab w:val="left" w:pos="1397"/>
              </w:tabs>
              <w:autoSpaceDE w:val="0"/>
              <w:autoSpaceDN w:val="0"/>
              <w:adjustRightInd w:val="0"/>
              <w:ind w:left="34"/>
              <w:jc w:val="both"/>
            </w:pPr>
          </w:p>
          <w:p w14:paraId="5F5C63D8" w14:textId="4C12E6D2" w:rsidR="00445DF8" w:rsidRPr="00EA2899" w:rsidRDefault="00D46FB0"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7</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Pr="00746A95" w:rsidRDefault="00445DF8">
            <w:pPr>
              <w:pStyle w:val="aff8"/>
              <w:widowControl w:val="0"/>
              <w:ind w:left="34"/>
              <w:jc w:val="both"/>
              <w:rPr>
                <w:rFonts w:ascii="Times New Roman" w:hAnsi="Times New Roman"/>
                <w:sz w:val="20"/>
                <w:szCs w:val="20"/>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00D359E8" w14:textId="657B1F3A" w:rsidR="00445DF8" w:rsidRPr="00445DF8" w:rsidRDefault="00445DF8" w:rsidP="00EA7A94">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00EA7A94" w:rsidRPr="0084422C">
              <w:rPr>
                <w:rFonts w:ascii="Times New Roman" w:hAnsi="Times New Roman"/>
                <w:bCs/>
                <w:i/>
              </w:rPr>
              <w:t>Опыт выполнения работ, аналогичных предмету запроса предложений – выполнение работ по строительству и/или реконструкции трубопроводов и/или тепловых вводов и/или тепловых сетей.</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231"/>
          </w:p>
        </w:tc>
        <w:bookmarkEnd w:id="251"/>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0B3CC75E" w14:textId="7BA53CD1" w:rsidR="003B52B2" w:rsidRPr="005E5BC2" w:rsidRDefault="009418BF" w:rsidP="009F0D3C">
            <w:pPr>
              <w:widowControl w:val="0"/>
              <w:tabs>
                <w:tab w:val="num" w:pos="1452"/>
              </w:tabs>
              <w:jc w:val="both"/>
            </w:pPr>
            <w:r>
              <w:t>1</w:t>
            </w:r>
            <w:r w:rsidR="00DA0073">
              <w:t xml:space="preserve">. </w:t>
            </w:r>
            <w:r w:rsidR="003B52B2" w:rsidRPr="005E5BC2">
              <w:t>Сведения о субподрядчиках (Форма 9);</w:t>
            </w:r>
          </w:p>
          <w:p w14:paraId="35B90CAF" w14:textId="61156FB3" w:rsidR="003B52B2" w:rsidRPr="00AA107D" w:rsidRDefault="009418BF" w:rsidP="009F0D3C">
            <w:pPr>
              <w:widowControl w:val="0"/>
              <w:tabs>
                <w:tab w:val="num" w:pos="1452"/>
              </w:tabs>
              <w:jc w:val="both"/>
            </w:pPr>
            <w:r>
              <w:t>2</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3EA6A29E" w:rsidR="003B52B2" w:rsidRPr="002B514B" w:rsidRDefault="009418BF" w:rsidP="009F0D3C">
            <w:pPr>
              <w:widowControl w:val="0"/>
              <w:tabs>
                <w:tab w:val="num" w:pos="1452"/>
              </w:tabs>
              <w:jc w:val="both"/>
            </w:pPr>
            <w:r>
              <w:t>3</w:t>
            </w:r>
            <w:r w:rsidR="007647E8" w:rsidRPr="005E5BC2">
              <w:t>.</w:t>
            </w:r>
            <w:r w:rsidR="00D3124B">
              <w:t xml:space="preserve"> </w:t>
            </w:r>
            <w:r w:rsidR="00044F85" w:rsidRPr="002B514B">
              <w:t>Копия свидетельства СРО;</w:t>
            </w:r>
          </w:p>
          <w:p w14:paraId="5CDE4BCE" w14:textId="753C30B4" w:rsidR="00F46B76" w:rsidRDefault="009418BF" w:rsidP="009F0D3C">
            <w:pPr>
              <w:widowControl w:val="0"/>
              <w:tabs>
                <w:tab w:val="num" w:pos="1452"/>
              </w:tabs>
              <w:jc w:val="both"/>
            </w:pPr>
            <w:r>
              <w:t>4</w:t>
            </w:r>
            <w:r w:rsidR="00F46B76">
              <w:t>.</w:t>
            </w:r>
            <w:r w:rsidR="00BD1ACA">
              <w:t xml:space="preserve"> </w:t>
            </w:r>
            <w:r w:rsidR="00BD1ACA" w:rsidRPr="0084422C">
              <w:t>Свидетельств</w:t>
            </w:r>
            <w:r w:rsidR="00BD1ACA">
              <w:t>а</w:t>
            </w:r>
            <w:r w:rsidR="00BD1ACA" w:rsidRPr="0084422C">
              <w:t xml:space="preserve"> об аттестации лаборатори</w:t>
            </w:r>
            <w:r w:rsidR="00BD1ACA">
              <w:t>й</w:t>
            </w:r>
            <w:r w:rsidR="00BD1ACA" w:rsidRPr="0084422C">
              <w:t xml:space="preserve"> или действующи</w:t>
            </w:r>
            <w:r w:rsidR="00BD1ACA">
              <w:t>е</w:t>
            </w:r>
            <w:r w:rsidR="00BD1ACA" w:rsidRPr="0084422C">
              <w:t xml:space="preserve"> договор</w:t>
            </w:r>
            <w:r w:rsidR="00BD1ACA">
              <w:t>ы</w:t>
            </w:r>
            <w:r w:rsidR="00BD1ACA" w:rsidRPr="0084422C">
              <w:t xml:space="preserve"> с лаборатори</w:t>
            </w:r>
            <w:r w:rsidR="00BD1ACA">
              <w:t>ями</w:t>
            </w:r>
            <w:r w:rsidR="00BD1ACA" w:rsidRPr="0084422C">
              <w:t xml:space="preserve"> по осуществлению контроля качества электросварочных и бетонных работ с обязательным приложением вышеуказанн</w:t>
            </w:r>
            <w:r w:rsidR="00BD1ACA">
              <w:t>ых</w:t>
            </w:r>
            <w:r w:rsidR="00BD1ACA" w:rsidRPr="0084422C">
              <w:t xml:space="preserve"> свидетельств</w:t>
            </w:r>
          </w:p>
          <w:p w14:paraId="10822D59" w14:textId="322E6B1B" w:rsidR="00B248D2" w:rsidRDefault="009418BF" w:rsidP="00B248D2">
            <w:pPr>
              <w:widowControl w:val="0"/>
              <w:tabs>
                <w:tab w:val="num" w:pos="1452"/>
              </w:tabs>
              <w:jc w:val="both"/>
            </w:pPr>
            <w:r>
              <w:t>5</w:t>
            </w:r>
            <w:r w:rsidR="00B248D2">
              <w:t xml:space="preserve">. </w:t>
            </w:r>
            <w:r w:rsidR="00B248D2" w:rsidRPr="00F46B76">
              <w:t xml:space="preserve">Копия действующей лицензии на осуществление деятельности по обезвреживанию и размещению  отходов </w:t>
            </w:r>
            <w:r w:rsidR="00656F04">
              <w:rPr>
                <w:lang w:val="en-US"/>
              </w:rPr>
              <w:t>II</w:t>
            </w:r>
            <w:r w:rsidR="00B248D2" w:rsidRPr="00F46B76">
              <w:t xml:space="preserve">I-IV классов опасности или договора  со специализированными организациями, имеющими  действующую лицензию на осуществление деятельности по обезвреживанию и размещению  отходов </w:t>
            </w:r>
            <w:r w:rsidR="00656F04">
              <w:rPr>
                <w:lang w:val="en-US"/>
              </w:rPr>
              <w:t>II</w:t>
            </w:r>
            <w:r w:rsidR="00B248D2" w:rsidRPr="00F46B76">
              <w:t xml:space="preserve">I-IV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w:t>
            </w:r>
            <w:r w:rsidR="00656F04">
              <w:rPr>
                <w:lang w:val="en-US"/>
              </w:rPr>
              <w:t>II</w:t>
            </w:r>
            <w:r w:rsidR="00B248D2" w:rsidRPr="00F46B76">
              <w:t>I-IV классов опасности, с обязательным приложением копии вышеуказанной лицензии</w:t>
            </w:r>
            <w:r w:rsidR="00B248D2">
              <w:t>;</w:t>
            </w:r>
          </w:p>
          <w:p w14:paraId="17D6A5AA" w14:textId="6E203ADE" w:rsidR="00BB0E9A" w:rsidRPr="00BB0E9A" w:rsidRDefault="009418BF" w:rsidP="00BB0E9A">
            <w:pPr>
              <w:pStyle w:val="aff8"/>
              <w:widowControl w:val="0"/>
              <w:spacing w:after="0" w:line="240" w:lineRule="auto"/>
              <w:ind w:left="37"/>
              <w:jc w:val="both"/>
              <w:rPr>
                <w:rFonts w:ascii="Times New Roman" w:hAnsi="Times New Roman"/>
                <w:sz w:val="20"/>
                <w:szCs w:val="20"/>
              </w:rPr>
            </w:pPr>
            <w:r>
              <w:rPr>
                <w:rFonts w:ascii="Times New Roman" w:hAnsi="Times New Roman"/>
                <w:sz w:val="20"/>
                <w:szCs w:val="20"/>
              </w:rPr>
              <w:t>6</w:t>
            </w:r>
            <w:r w:rsidR="00B248D2" w:rsidRPr="00BB0E9A">
              <w:rPr>
                <w:rFonts w:ascii="Times New Roman" w:hAnsi="Times New Roman"/>
                <w:sz w:val="20"/>
                <w:szCs w:val="20"/>
              </w:rPr>
              <w:t>.</w:t>
            </w:r>
            <w:r w:rsidR="00BB0E9A" w:rsidRPr="00BB0E9A">
              <w:rPr>
                <w:rFonts w:ascii="Times New Roman" w:hAnsi="Times New Roman"/>
                <w:sz w:val="20"/>
                <w:szCs w:val="20"/>
              </w:rPr>
              <w:t xml:space="preserve"> На весь персонал: копия штатного расписания, копии всех листов трудовых книжек или договоров найма, копии документов о профессиональном образовании, копии удостоверений по </w:t>
            </w:r>
            <w:r w:rsidR="00BB0E9A">
              <w:rPr>
                <w:rFonts w:ascii="Times New Roman" w:hAnsi="Times New Roman"/>
                <w:sz w:val="20"/>
                <w:szCs w:val="20"/>
              </w:rPr>
              <w:t>э</w:t>
            </w:r>
            <w:r w:rsidR="00BB0E9A" w:rsidRPr="00BB0E9A">
              <w:rPr>
                <w:rFonts w:ascii="Times New Roman" w:hAnsi="Times New Roman"/>
                <w:sz w:val="20"/>
                <w:szCs w:val="20"/>
              </w:rPr>
              <w:t>лектробезопасности,</w:t>
            </w:r>
            <w:r w:rsidR="005272FD">
              <w:rPr>
                <w:rFonts w:ascii="Times New Roman" w:hAnsi="Times New Roman"/>
                <w:sz w:val="20"/>
                <w:szCs w:val="20"/>
              </w:rPr>
              <w:t xml:space="preserve"> </w:t>
            </w:r>
            <w:r w:rsidR="00BB0E9A" w:rsidRPr="00BB0E9A">
              <w:rPr>
                <w:rFonts w:ascii="Times New Roman" w:hAnsi="Times New Roman"/>
                <w:sz w:val="20"/>
                <w:szCs w:val="20"/>
              </w:rPr>
              <w:t>копии удостоверений сварщиков НАКС;</w:t>
            </w:r>
          </w:p>
          <w:p w14:paraId="1D2E6D3C" w14:textId="60C39FE9" w:rsidR="00D3124B" w:rsidRPr="00445DF8" w:rsidRDefault="00B248D2" w:rsidP="009418BF">
            <w:pPr>
              <w:widowControl w:val="0"/>
              <w:tabs>
                <w:tab w:val="num" w:pos="1452"/>
              </w:tabs>
              <w:jc w:val="both"/>
            </w:pPr>
            <w:r>
              <w:t xml:space="preserve"> </w:t>
            </w:r>
            <w:r w:rsidR="009418BF">
              <w:t>7</w:t>
            </w:r>
            <w:r w:rsidR="00D3124B" w:rsidRPr="002B514B">
              <w:t>. Копии договоров и актов выполненных работ</w:t>
            </w:r>
            <w:r w:rsidR="00281211">
              <w:t xml:space="preserve"> (КС-3 и КС-2)</w:t>
            </w:r>
            <w:r w:rsidR="00273B4D" w:rsidRPr="002B514B">
              <w:t>.</w:t>
            </w:r>
          </w:p>
        </w:tc>
      </w:tr>
      <w:tr w:rsidR="00DD5CB7" w:rsidRPr="00AA107D" w14:paraId="12686DD4" w14:textId="77777777" w:rsidTr="00225016">
        <w:tc>
          <w:tcPr>
            <w:tcW w:w="664" w:type="dxa"/>
            <w:vMerge w:val="restart"/>
            <w:vAlign w:val="center"/>
          </w:tcPr>
          <w:p w14:paraId="2F41F00D" w14:textId="3273EBAC"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510"/>
          </w:p>
        </w:tc>
        <w:bookmarkEnd w:id="252"/>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
          <w:p w14:paraId="4A800216" w14:textId="77777777" w:rsidR="00CF3833" w:rsidRPr="005E5BC2" w:rsidRDefault="00ED3FDD">
            <w:pPr>
              <w:keepNext/>
              <w:keepLines/>
              <w:jc w:val="both"/>
            </w:pPr>
            <w:r w:rsidRPr="00AA107D">
              <w:t>2.</w:t>
            </w:r>
            <w:r w:rsidR="00CF3833" w:rsidRPr="00AA107D">
              <w:t xml:space="preserve"> 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1CD96340" w14:textId="77777777" w:rsidR="00E12291" w:rsidRDefault="00FF4475" w:rsidP="00E12291">
            <w:pPr>
              <w:keepNext/>
              <w:keepLines/>
              <w:jc w:val="both"/>
            </w:pPr>
            <w:r>
              <w:t>5</w:t>
            </w:r>
            <w:r w:rsidR="00ED3FDD" w:rsidRPr="00AA107D">
              <w:t>.</w:t>
            </w:r>
            <w:r w:rsidR="00CF3833" w:rsidRPr="00AA107D">
              <w:t xml:space="preserve"> </w:t>
            </w:r>
            <w:r w:rsidR="00E12291" w:rsidRPr="003A18F0">
              <w:t>Порядок привлечения российских организаций малого и среднего предпринимательства</w:t>
            </w:r>
            <w:r w:rsidR="00E12291">
              <w:t>.</w:t>
            </w:r>
          </w:p>
          <w:p w14:paraId="78154D36" w14:textId="5AC1452C" w:rsidR="00CF3833" w:rsidRPr="005E5BC2" w:rsidRDefault="00E12291">
            <w:pPr>
              <w:keepNext/>
              <w:keepLines/>
              <w:jc w:val="both"/>
            </w:pPr>
            <w:r>
              <w:t xml:space="preserve">6. </w:t>
            </w:r>
            <w:r w:rsidR="00ED3FDD" w:rsidRPr="00AA107D">
              <w:t>П</w:t>
            </w:r>
            <w:r w:rsidR="00CF3833" w:rsidRPr="00AA107D">
              <w:t>рименяемая в организации участника система контроля качества выполняемых работ;</w:t>
            </w:r>
          </w:p>
          <w:p w14:paraId="644014A4" w14:textId="418480E2" w:rsidR="00162F9C" w:rsidRDefault="00E12291">
            <w:pPr>
              <w:keepNext/>
              <w:keepLines/>
              <w:jc w:val="both"/>
            </w:pPr>
            <w:r>
              <w:t>7</w:t>
            </w:r>
            <w:r w:rsidR="00DF549C"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017E1F6A" w:rsidR="00573A7A" w:rsidRPr="005E5BC2" w:rsidRDefault="00FB3E54" w:rsidP="00EA7A94">
            <w:pPr>
              <w:keepNext/>
              <w:keepLines/>
              <w:jc w:val="both"/>
              <w:rPr>
                <w:i/>
                <w:highlight w:val="yellow"/>
              </w:rPr>
            </w:pPr>
            <w:r>
              <w:rPr>
                <w:bCs/>
              </w:rPr>
              <w:t xml:space="preserve">* </w:t>
            </w:r>
            <w:r w:rsidR="00EA7A94" w:rsidRPr="0084422C">
              <w:rPr>
                <w:bCs/>
                <w:i/>
              </w:rPr>
              <w:t>Опыт выполнения работ, аналогичных предмету запроса предложений – выполнение работ по строительству и/или реконструкции трубопроводов и/или тепловых вводов и/или тепловых сетей.</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Toc369024089"/>
            <w:bookmarkStart w:id="254" w:name="_Toc372014945"/>
            <w:bookmarkStart w:id="255" w:name="_Toc369024090"/>
            <w:bookmarkStart w:id="256" w:name="_Toc372014946"/>
            <w:bookmarkStart w:id="257" w:name="_Ref429054673"/>
            <w:bookmarkEnd w:id="253"/>
            <w:bookmarkEnd w:id="254"/>
            <w:bookmarkEnd w:id="255"/>
            <w:bookmarkEnd w:id="256"/>
          </w:p>
        </w:tc>
        <w:bookmarkEnd w:id="257"/>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w:t>
            </w:r>
            <w:r w:rsidRPr="00AA107D">
              <w:lastRenderedPageBreak/>
              <w:t xml:space="preserve">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lastRenderedPageBreak/>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8" w:name="_Toc369024092"/>
            <w:bookmarkStart w:id="259" w:name="_Toc372014948"/>
            <w:bookmarkEnd w:id="258"/>
            <w:bookmarkEnd w:id="259"/>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747"/>
          </w:p>
        </w:tc>
        <w:bookmarkEnd w:id="260"/>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816"/>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911"/>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78"/>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FF1B32B" w14:textId="77777777" w:rsidR="00E35164" w:rsidRPr="00F67DF4" w:rsidRDefault="00E35164" w:rsidP="00E35164">
            <w:pPr>
              <w:keepNext/>
              <w:keepLines/>
              <w:jc w:val="both"/>
              <w:rPr>
                <w:szCs w:val="28"/>
              </w:rPr>
            </w:pPr>
            <w:r w:rsidRPr="00F67DF4">
              <w:rPr>
                <w:szCs w:val="28"/>
              </w:rPr>
              <w:t>- в течение 35 (тридцати пяти) календарных дней;</w:t>
            </w:r>
          </w:p>
          <w:p w14:paraId="26737D79" w14:textId="77777777" w:rsidR="00E35164" w:rsidRDefault="00E35164" w:rsidP="00E35164">
            <w:pPr>
              <w:keepNext/>
              <w:keepLines/>
              <w:jc w:val="both"/>
              <w:rPr>
                <w:szCs w:val="28"/>
              </w:rPr>
            </w:pPr>
            <w:r w:rsidRPr="00F67DF4">
              <w:rPr>
                <w:szCs w:val="28"/>
              </w:rPr>
              <w:t>- в течение 105 (ста пяти) календарных дней;</w:t>
            </w:r>
          </w:p>
          <w:p w14:paraId="37A14062" w14:textId="77777777" w:rsidR="00E35164" w:rsidRDefault="00E35164" w:rsidP="00E35164">
            <w:pPr>
              <w:keepNext/>
              <w:keepLines/>
              <w:jc w:val="both"/>
            </w:pPr>
          </w:p>
          <w:p w14:paraId="402FB6A2" w14:textId="77777777" w:rsidR="00E35164" w:rsidRDefault="00E35164" w:rsidP="00E35164">
            <w:pPr>
              <w:keepNext/>
              <w:keepLines/>
              <w:jc w:val="both"/>
            </w:pPr>
            <w:r w:rsidRPr="00F67DF4">
              <w:rPr>
                <w:szCs w:val="28"/>
              </w:rPr>
              <w:t xml:space="preserve">Участники запроса предложений в Формах </w:t>
            </w:r>
            <w:r>
              <w:rPr>
                <w:szCs w:val="28"/>
              </w:rPr>
              <w:t>5.2.1, 5.</w:t>
            </w:r>
            <w:r w:rsidRPr="00F67DF4">
              <w:rPr>
                <w:szCs w:val="28"/>
              </w:rPr>
              <w:t>2.2 Коммерческого предложения (Форма 2) должны предусмотреть возможность выбора Заказчиком предложенных сроков оплаты</w:t>
            </w:r>
            <w:r>
              <w:rPr>
                <w:szCs w:val="28"/>
              </w:rPr>
              <w:t>.</w:t>
            </w:r>
          </w:p>
          <w:p w14:paraId="7B336463" w14:textId="017E4630" w:rsidR="00B05F26" w:rsidRPr="005E5BC2" w:rsidRDefault="00E35164" w:rsidP="00E35164">
            <w:pPr>
              <w:keepNext/>
              <w:keepLines/>
              <w:jc w:val="both"/>
            </w:pPr>
            <w:r>
              <w:t>Для участников, являющимися субъектами МСП, о</w:t>
            </w:r>
            <w:r w:rsidRPr="00953AE0">
              <w:t xml:space="preserve">плата выполненных </w:t>
            </w:r>
            <w:r w:rsidRPr="00953AE0">
              <w:lastRenderedPageBreak/>
              <w:t>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r>
              <w:t xml:space="preserve"> (Форма 5.2.3.)</w:t>
            </w:r>
            <w:r w:rsidRPr="00953AE0">
              <w:t>.</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4" w:name="_Toc395169948"/>
      <w:bookmarkStart w:id="265"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4"/>
      <w:bookmarkEnd w:id="265"/>
    </w:p>
    <w:p w14:paraId="6524FECC" w14:textId="77777777" w:rsidR="0051141D" w:rsidRPr="00397524" w:rsidRDefault="0051141D" w:rsidP="00F626E6">
      <w:pPr>
        <w:pStyle w:val="20"/>
        <w:tabs>
          <w:tab w:val="clear" w:pos="1146"/>
          <w:tab w:val="num" w:pos="0"/>
        </w:tabs>
        <w:ind w:left="0" w:firstLine="0"/>
        <w:outlineLvl w:val="1"/>
        <w:rPr>
          <w:szCs w:val="28"/>
        </w:rPr>
      </w:pPr>
      <w:bookmarkStart w:id="266" w:name="_Toc395169949"/>
      <w:bookmarkStart w:id="267"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8" w:name="форма_1"/>
      <w:r w:rsidRPr="00397524">
        <w:rPr>
          <w:szCs w:val="28"/>
        </w:rPr>
        <w:t>Форма 1</w:t>
      </w:r>
      <w:bookmarkEnd w:id="268"/>
      <w:r w:rsidRPr="00397524">
        <w:rPr>
          <w:szCs w:val="28"/>
        </w:rPr>
        <w:t>)</w:t>
      </w:r>
      <w:bookmarkEnd w:id="266"/>
      <w:bookmarkEnd w:id="267"/>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41892B0C" w14:textId="77777777" w:rsidR="00636AB7" w:rsidRPr="00504D42" w:rsidRDefault="00636AB7" w:rsidP="00636AB7">
      <w:pPr>
        <w:tabs>
          <w:tab w:val="center" w:pos="4677"/>
          <w:tab w:val="right" w:pos="9355"/>
        </w:tabs>
        <w:jc w:val="center"/>
        <w:rPr>
          <w:sz w:val="24"/>
          <w:szCs w:val="24"/>
        </w:rPr>
      </w:pPr>
      <w:r w:rsidRPr="00504D42">
        <w:rPr>
          <w:sz w:val="24"/>
          <w:szCs w:val="24"/>
        </w:rPr>
        <w:t>______________________________________________________________________</w:t>
      </w:r>
    </w:p>
    <w:p w14:paraId="46453E01" w14:textId="77777777" w:rsidR="00636AB7" w:rsidRPr="00165EB3" w:rsidRDefault="00636AB7" w:rsidP="00636AB7">
      <w:pPr>
        <w:pStyle w:val="34"/>
        <w:spacing w:after="0"/>
        <w:jc w:val="center"/>
        <w:rPr>
          <w:b/>
          <w:i/>
          <w:sz w:val="24"/>
          <w:szCs w:val="24"/>
        </w:rPr>
      </w:pPr>
    </w:p>
    <w:p w14:paraId="6968939D" w14:textId="77777777" w:rsidR="00636AB7" w:rsidRPr="00504D42" w:rsidRDefault="00636AB7" w:rsidP="00636AB7">
      <w:pPr>
        <w:jc w:val="center"/>
        <w:rPr>
          <w:b/>
          <w:i/>
          <w:sz w:val="24"/>
          <w:szCs w:val="24"/>
        </w:rPr>
      </w:pPr>
      <w:r w:rsidRPr="00504D42">
        <w:rPr>
          <w:b/>
          <w:i/>
          <w:sz w:val="24"/>
          <w:szCs w:val="24"/>
        </w:rPr>
        <w:t xml:space="preserve">цена Заявки на участие в Запросе предложений без НДС, руб. (при условии оплаты за </w:t>
      </w:r>
      <w:r>
        <w:rPr>
          <w:b/>
          <w:i/>
          <w:sz w:val="24"/>
          <w:szCs w:val="24"/>
        </w:rPr>
        <w:t>выполненные работы</w:t>
      </w:r>
      <w:r w:rsidRPr="00504D42">
        <w:rPr>
          <w:b/>
          <w:i/>
          <w:sz w:val="24"/>
          <w:szCs w:val="24"/>
        </w:rPr>
        <w:t xml:space="preserve"> в течение </w:t>
      </w:r>
      <w:r w:rsidRPr="00504D42">
        <w:rPr>
          <w:b/>
          <w:i/>
          <w:sz w:val="24"/>
          <w:szCs w:val="24"/>
          <w:u w:val="single"/>
        </w:rPr>
        <w:t>35 календарных дней</w:t>
      </w:r>
      <w:r w:rsidRPr="00504D42">
        <w:rPr>
          <w:b/>
          <w:i/>
          <w:sz w:val="24"/>
          <w:szCs w:val="24"/>
        </w:rPr>
        <w:t>)</w:t>
      </w:r>
    </w:p>
    <w:p w14:paraId="6BF3D369" w14:textId="77777777" w:rsidR="00636AB7" w:rsidRPr="00504D42" w:rsidRDefault="00636AB7" w:rsidP="00636AB7">
      <w:pPr>
        <w:jc w:val="center"/>
        <w:rPr>
          <w:b/>
          <w:i/>
          <w:sz w:val="24"/>
          <w:szCs w:val="24"/>
        </w:rPr>
      </w:pPr>
    </w:p>
    <w:p w14:paraId="04025A22" w14:textId="77777777" w:rsidR="00636AB7" w:rsidRPr="00504D42" w:rsidRDefault="00636AB7" w:rsidP="00636AB7">
      <w:pPr>
        <w:tabs>
          <w:tab w:val="center" w:pos="4677"/>
          <w:tab w:val="right" w:pos="9355"/>
        </w:tabs>
        <w:jc w:val="center"/>
        <w:rPr>
          <w:sz w:val="24"/>
          <w:szCs w:val="24"/>
        </w:rPr>
      </w:pPr>
      <w:r w:rsidRPr="00504D42">
        <w:rPr>
          <w:sz w:val="24"/>
          <w:szCs w:val="24"/>
        </w:rPr>
        <w:t>______________________________________________________________________</w:t>
      </w:r>
    </w:p>
    <w:p w14:paraId="69488EE9" w14:textId="77777777" w:rsidR="00636AB7" w:rsidRPr="00504D42" w:rsidRDefault="00636AB7" w:rsidP="00636AB7">
      <w:pPr>
        <w:tabs>
          <w:tab w:val="center" w:pos="4677"/>
          <w:tab w:val="right" w:pos="9355"/>
        </w:tabs>
        <w:jc w:val="center"/>
        <w:rPr>
          <w:sz w:val="24"/>
          <w:szCs w:val="24"/>
        </w:rPr>
      </w:pPr>
    </w:p>
    <w:p w14:paraId="1F9F6234" w14:textId="77777777" w:rsidR="00636AB7" w:rsidRDefault="00636AB7" w:rsidP="00636AB7">
      <w:pPr>
        <w:jc w:val="center"/>
        <w:rPr>
          <w:b/>
          <w:i/>
          <w:sz w:val="24"/>
          <w:szCs w:val="24"/>
        </w:rPr>
      </w:pPr>
      <w:r w:rsidRPr="00504D42">
        <w:rPr>
          <w:b/>
          <w:i/>
          <w:sz w:val="24"/>
          <w:szCs w:val="24"/>
        </w:rPr>
        <w:t xml:space="preserve">цена Заявки на участие в Запросе предложений без НДС, руб. (при условии оплаты за </w:t>
      </w:r>
      <w:r>
        <w:rPr>
          <w:b/>
          <w:i/>
          <w:sz w:val="24"/>
          <w:szCs w:val="24"/>
        </w:rPr>
        <w:t>выполненные работы</w:t>
      </w:r>
      <w:r w:rsidRPr="00504D42">
        <w:rPr>
          <w:b/>
          <w:i/>
          <w:sz w:val="24"/>
          <w:szCs w:val="24"/>
        </w:rPr>
        <w:t xml:space="preserve"> в течение </w:t>
      </w:r>
      <w:r w:rsidRPr="00504D42">
        <w:rPr>
          <w:b/>
          <w:i/>
          <w:sz w:val="24"/>
          <w:szCs w:val="24"/>
          <w:u w:val="single"/>
        </w:rPr>
        <w:t>105 календарных дней</w:t>
      </w:r>
      <w:r w:rsidRPr="00504D42">
        <w:rPr>
          <w:b/>
          <w:i/>
          <w:sz w:val="24"/>
          <w:szCs w:val="24"/>
        </w:rPr>
        <w:t>)</w:t>
      </w:r>
    </w:p>
    <w:p w14:paraId="40872B66" w14:textId="77777777" w:rsidR="00636AB7" w:rsidRDefault="00636AB7" w:rsidP="00636AB7">
      <w:pPr>
        <w:jc w:val="center"/>
        <w:rPr>
          <w:b/>
          <w:i/>
          <w:sz w:val="24"/>
          <w:szCs w:val="24"/>
        </w:rPr>
      </w:pPr>
    </w:p>
    <w:p w14:paraId="1C98BEF9" w14:textId="77777777" w:rsidR="00636AB7" w:rsidRPr="00504D42" w:rsidRDefault="00636AB7" w:rsidP="00636AB7">
      <w:pPr>
        <w:tabs>
          <w:tab w:val="center" w:pos="4677"/>
          <w:tab w:val="right" w:pos="9355"/>
        </w:tabs>
        <w:jc w:val="center"/>
        <w:rPr>
          <w:sz w:val="24"/>
          <w:szCs w:val="24"/>
        </w:rPr>
      </w:pPr>
      <w:r w:rsidRPr="00504D42">
        <w:rPr>
          <w:sz w:val="24"/>
          <w:szCs w:val="24"/>
        </w:rPr>
        <w:t>______________________________________________________________________</w:t>
      </w:r>
    </w:p>
    <w:p w14:paraId="2AE324E9" w14:textId="77777777" w:rsidR="00636AB7" w:rsidRPr="00504D42" w:rsidRDefault="00636AB7" w:rsidP="00636AB7">
      <w:pPr>
        <w:tabs>
          <w:tab w:val="center" w:pos="4677"/>
          <w:tab w:val="right" w:pos="9355"/>
        </w:tabs>
        <w:jc w:val="center"/>
        <w:rPr>
          <w:sz w:val="24"/>
          <w:szCs w:val="24"/>
        </w:rPr>
      </w:pPr>
    </w:p>
    <w:p w14:paraId="670BB8F0" w14:textId="77777777" w:rsidR="00636AB7" w:rsidRPr="00504D42" w:rsidRDefault="00636AB7" w:rsidP="00636AB7">
      <w:pPr>
        <w:jc w:val="center"/>
        <w:rPr>
          <w:b/>
          <w:i/>
          <w:sz w:val="24"/>
          <w:szCs w:val="24"/>
        </w:rPr>
      </w:pPr>
      <w:r w:rsidRPr="00504D42">
        <w:rPr>
          <w:b/>
          <w:i/>
          <w:sz w:val="24"/>
          <w:szCs w:val="24"/>
        </w:rPr>
        <w:t xml:space="preserve">цена Заявки на участие в Запросе предложений без НДС, руб. </w:t>
      </w:r>
      <w:r>
        <w:rPr>
          <w:b/>
          <w:i/>
          <w:sz w:val="24"/>
          <w:szCs w:val="24"/>
        </w:rPr>
        <w:t>(</w:t>
      </w:r>
      <w:r w:rsidRPr="00504D42">
        <w:rPr>
          <w:b/>
          <w:i/>
          <w:sz w:val="24"/>
          <w:szCs w:val="24"/>
        </w:rPr>
        <w:t xml:space="preserve">(при условии оплаты за </w:t>
      </w:r>
      <w:r>
        <w:rPr>
          <w:b/>
          <w:i/>
          <w:sz w:val="24"/>
          <w:szCs w:val="24"/>
        </w:rPr>
        <w:t>выполненные работы</w:t>
      </w:r>
      <w:r w:rsidRPr="00504D42">
        <w:rPr>
          <w:b/>
          <w:i/>
          <w:sz w:val="24"/>
          <w:szCs w:val="24"/>
        </w:rPr>
        <w:t xml:space="preserve"> в течение </w:t>
      </w:r>
      <w:r>
        <w:rPr>
          <w:b/>
          <w:i/>
          <w:sz w:val="24"/>
          <w:szCs w:val="24"/>
          <w:u w:val="single"/>
        </w:rPr>
        <w:t>30</w:t>
      </w:r>
      <w:r w:rsidRPr="00504D42">
        <w:rPr>
          <w:b/>
          <w:i/>
          <w:sz w:val="24"/>
          <w:szCs w:val="24"/>
          <w:u w:val="single"/>
        </w:rPr>
        <w:t xml:space="preserve"> календарных дней</w:t>
      </w:r>
      <w:r w:rsidRPr="00504D42">
        <w:rPr>
          <w:b/>
          <w:i/>
          <w:sz w:val="24"/>
          <w:szCs w:val="24"/>
        </w:rPr>
        <w:t>)</w:t>
      </w:r>
      <w:r>
        <w:rPr>
          <w:b/>
          <w:i/>
          <w:sz w:val="24"/>
          <w:szCs w:val="24"/>
        </w:rPr>
        <w:t xml:space="preserve"> Только для Участников, являющихся субъектами МСП)</w:t>
      </w: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lastRenderedPageBreak/>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9" w:name="_Toc351536101"/>
      <w:bookmarkStart w:id="270" w:name="_Ref351620542"/>
      <w:bookmarkStart w:id="271" w:name="_Toc395169950"/>
      <w:bookmarkStart w:id="272" w:name="_Toc471741033"/>
      <w:r w:rsidRPr="00397524">
        <w:rPr>
          <w:szCs w:val="28"/>
        </w:rPr>
        <w:lastRenderedPageBreak/>
        <w:t>Коммерческое предложение (</w:t>
      </w:r>
      <w:bookmarkStart w:id="273" w:name="форма_2"/>
      <w:r w:rsidRPr="00397524">
        <w:rPr>
          <w:szCs w:val="28"/>
        </w:rPr>
        <w:t>Форма 2)</w:t>
      </w:r>
      <w:bookmarkEnd w:id="269"/>
      <w:bookmarkEnd w:id="270"/>
      <w:bookmarkEnd w:id="271"/>
      <w:bookmarkEnd w:id="272"/>
      <w:bookmarkEnd w:id="273"/>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6B0A9C75" w14:textId="77777777" w:rsidR="007B7814" w:rsidRDefault="007B7814" w:rsidP="007B7814">
      <w:pPr>
        <w:widowControl w:val="0"/>
        <w:tabs>
          <w:tab w:val="left" w:pos="0"/>
        </w:tabs>
        <w:suppressAutoHyphens/>
        <w:jc w:val="both"/>
        <w:rPr>
          <w:b/>
          <w:i/>
          <w:sz w:val="24"/>
          <w:szCs w:val="24"/>
        </w:rPr>
      </w:pPr>
      <w:r w:rsidRPr="00803FC5">
        <w:rPr>
          <w:b/>
          <w:sz w:val="24"/>
          <w:szCs w:val="24"/>
        </w:rPr>
        <w:t xml:space="preserve">Таблица № </w:t>
      </w:r>
      <w:r>
        <w:rPr>
          <w:b/>
          <w:sz w:val="24"/>
          <w:szCs w:val="24"/>
        </w:rPr>
        <w:t>5.</w:t>
      </w:r>
      <w:r w:rsidRPr="00803FC5">
        <w:rPr>
          <w:b/>
          <w:sz w:val="24"/>
          <w:szCs w:val="24"/>
        </w:rPr>
        <w:t>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p w14:paraId="11212CD8" w14:textId="70BD67C2" w:rsidR="007B7814" w:rsidRPr="00EC63DF" w:rsidRDefault="007B7814" w:rsidP="007B7814">
      <w:pPr>
        <w:rPr>
          <w:b/>
          <w:sz w:val="28"/>
          <w:u w:val="single"/>
        </w:rPr>
      </w:pPr>
      <w:r w:rsidRPr="007160F0">
        <w:rPr>
          <w:b/>
          <w:sz w:val="28"/>
          <w:u w:val="single"/>
        </w:rPr>
        <w:t>при условии оплаты</w:t>
      </w:r>
      <w:r>
        <w:rPr>
          <w:b/>
          <w:sz w:val="28"/>
          <w:u w:val="single"/>
        </w:rPr>
        <w:t xml:space="preserve"> за выполненные работы в течение 35</w:t>
      </w:r>
      <w:r w:rsidRPr="007160F0">
        <w:rPr>
          <w:b/>
          <w:sz w:val="28"/>
          <w:u w:val="single"/>
        </w:rPr>
        <w:t xml:space="preserve"> календарных дней</w:t>
      </w:r>
    </w:p>
    <w:p w14:paraId="40C20328" w14:textId="77777777" w:rsidR="007B7814" w:rsidRPr="00803FC5" w:rsidRDefault="007B7814" w:rsidP="007B7814">
      <w:pPr>
        <w:widowControl w:val="0"/>
        <w:tabs>
          <w:tab w:val="left" w:pos="0"/>
        </w:tabs>
        <w:suppressAutoHyphens/>
        <w:jc w:val="both"/>
        <w:rPr>
          <w:b/>
          <w:i/>
          <w:sz w:val="24"/>
          <w:szCs w:val="24"/>
        </w:rPr>
      </w:pPr>
    </w:p>
    <w:tbl>
      <w:tblPr>
        <w:tblW w:w="5000" w:type="pct"/>
        <w:tblLook w:val="04A0" w:firstRow="1" w:lastRow="0" w:firstColumn="1" w:lastColumn="0" w:noHBand="0" w:noVBand="1"/>
      </w:tblPr>
      <w:tblGrid>
        <w:gridCol w:w="719"/>
        <w:gridCol w:w="5459"/>
        <w:gridCol w:w="898"/>
        <w:gridCol w:w="2904"/>
      </w:tblGrid>
      <w:tr w:rsidR="007B7814" w:rsidRPr="00803FC5" w14:paraId="08753ED8" w14:textId="77777777" w:rsidTr="00007291">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FE135" w14:textId="77777777" w:rsidR="007B7814" w:rsidRPr="00CE4AAF" w:rsidRDefault="007B7814" w:rsidP="00007291">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0C6F99A1" w14:textId="77777777" w:rsidR="007B7814" w:rsidRPr="00803FC5" w:rsidRDefault="007B7814" w:rsidP="00007291">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30657434" w14:textId="77777777" w:rsidR="007B7814" w:rsidRPr="00803FC5" w:rsidRDefault="007B7814" w:rsidP="00007291">
            <w:pPr>
              <w:jc w:val="center"/>
              <w:rPr>
                <w:b/>
                <w:bCs/>
              </w:rPr>
            </w:pPr>
            <w:r w:rsidRPr="00803FC5">
              <w:rPr>
                <w:b/>
                <w:bCs/>
              </w:rPr>
              <w:t>№</w:t>
            </w:r>
          </w:p>
          <w:p w14:paraId="3F27CA01" w14:textId="77777777" w:rsidR="007B7814" w:rsidRPr="00803FC5" w:rsidRDefault="007B7814" w:rsidP="00007291">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747D5D67" w14:textId="77777777" w:rsidR="007B7814" w:rsidRPr="00803FC5" w:rsidRDefault="007B7814" w:rsidP="00007291">
            <w:pPr>
              <w:jc w:val="center"/>
              <w:rPr>
                <w:b/>
                <w:bCs/>
              </w:rPr>
            </w:pPr>
            <w:r w:rsidRPr="00803FC5">
              <w:rPr>
                <w:b/>
                <w:bCs/>
              </w:rPr>
              <w:t xml:space="preserve">Стоимость работ, руб. </w:t>
            </w:r>
          </w:p>
        </w:tc>
      </w:tr>
      <w:tr w:rsidR="007B7814" w:rsidRPr="00803FC5" w14:paraId="05DF2F93" w14:textId="77777777" w:rsidTr="00007291">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1B325B16" w14:textId="3F1448D3" w:rsidR="007B7814" w:rsidRPr="00803FC5" w:rsidRDefault="00807DF0" w:rsidP="00007291">
            <w:pPr>
              <w:jc w:val="center"/>
            </w:pPr>
            <w:r>
              <w:rPr>
                <w:b/>
                <w:bCs/>
              </w:rPr>
              <w:t>Строительно-монтажные</w:t>
            </w:r>
            <w:r w:rsidR="007B7814" w:rsidRPr="00803FC5">
              <w:rPr>
                <w:b/>
                <w:bCs/>
              </w:rPr>
              <w:t xml:space="preserve"> работы</w:t>
            </w:r>
          </w:p>
        </w:tc>
        <w:tc>
          <w:tcPr>
            <w:tcW w:w="450" w:type="pct"/>
            <w:tcBorders>
              <w:top w:val="nil"/>
              <w:left w:val="nil"/>
              <w:bottom w:val="single" w:sz="4" w:space="0" w:color="auto"/>
              <w:right w:val="single" w:sz="4" w:space="0" w:color="auto"/>
            </w:tcBorders>
            <w:shd w:val="clear" w:color="auto" w:fill="auto"/>
            <w:noWrap/>
            <w:vAlign w:val="bottom"/>
          </w:tcPr>
          <w:p w14:paraId="75DD22B2" w14:textId="77777777" w:rsidR="007B7814" w:rsidRPr="00803FC5" w:rsidRDefault="007B7814" w:rsidP="00007291"/>
        </w:tc>
        <w:tc>
          <w:tcPr>
            <w:tcW w:w="1455" w:type="pct"/>
            <w:tcBorders>
              <w:top w:val="nil"/>
              <w:left w:val="nil"/>
              <w:bottom w:val="single" w:sz="4" w:space="0" w:color="auto"/>
              <w:right w:val="single" w:sz="4" w:space="0" w:color="auto"/>
            </w:tcBorders>
            <w:shd w:val="clear" w:color="auto" w:fill="auto"/>
            <w:noWrap/>
            <w:vAlign w:val="bottom"/>
          </w:tcPr>
          <w:p w14:paraId="3F890059" w14:textId="77777777" w:rsidR="007B7814" w:rsidRPr="00803FC5" w:rsidRDefault="007B7814" w:rsidP="00007291">
            <w:pPr>
              <w:jc w:val="right"/>
            </w:pPr>
          </w:p>
        </w:tc>
      </w:tr>
      <w:tr w:rsidR="007B7814" w:rsidRPr="00803FC5" w14:paraId="5B11C690" w14:textId="77777777" w:rsidTr="00007291">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E30DAB0" w14:textId="77777777" w:rsidR="007B7814" w:rsidRPr="00803FC5" w:rsidRDefault="007B7814" w:rsidP="00007291">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13428C4C" w14:textId="77777777" w:rsidR="007B7814" w:rsidRPr="00803FC5" w:rsidRDefault="007B7814" w:rsidP="00007291"/>
        </w:tc>
        <w:tc>
          <w:tcPr>
            <w:tcW w:w="450" w:type="pct"/>
            <w:tcBorders>
              <w:top w:val="nil"/>
              <w:left w:val="nil"/>
              <w:bottom w:val="single" w:sz="4" w:space="0" w:color="auto"/>
              <w:right w:val="single" w:sz="4" w:space="0" w:color="auto"/>
            </w:tcBorders>
            <w:shd w:val="clear" w:color="auto" w:fill="auto"/>
            <w:noWrap/>
            <w:vAlign w:val="bottom"/>
          </w:tcPr>
          <w:p w14:paraId="7B0D0AD6" w14:textId="77777777" w:rsidR="007B7814" w:rsidRPr="00803FC5" w:rsidRDefault="007B7814" w:rsidP="00007291">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E659BAB" w14:textId="77777777" w:rsidR="007B7814" w:rsidRPr="00803FC5" w:rsidRDefault="007B7814" w:rsidP="00007291">
            <w:pPr>
              <w:jc w:val="right"/>
            </w:pPr>
          </w:p>
        </w:tc>
      </w:tr>
      <w:tr w:rsidR="007B7814" w:rsidRPr="00803FC5" w14:paraId="3CD34BBE" w14:textId="77777777" w:rsidTr="00007291">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3FB5B2D" w14:textId="77777777" w:rsidR="007B7814" w:rsidRPr="00803FC5" w:rsidRDefault="007B7814" w:rsidP="00007291">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6CE5B785" w14:textId="77777777" w:rsidR="007B7814" w:rsidRPr="00803FC5" w:rsidRDefault="007B7814" w:rsidP="00007291"/>
        </w:tc>
        <w:tc>
          <w:tcPr>
            <w:tcW w:w="450" w:type="pct"/>
            <w:tcBorders>
              <w:top w:val="nil"/>
              <w:left w:val="nil"/>
              <w:bottom w:val="single" w:sz="4" w:space="0" w:color="auto"/>
              <w:right w:val="single" w:sz="4" w:space="0" w:color="auto"/>
            </w:tcBorders>
            <w:shd w:val="clear" w:color="auto" w:fill="auto"/>
            <w:noWrap/>
            <w:vAlign w:val="bottom"/>
          </w:tcPr>
          <w:p w14:paraId="43BE51EB" w14:textId="77777777" w:rsidR="007B7814" w:rsidRPr="00803FC5" w:rsidRDefault="007B7814" w:rsidP="00007291">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7596DB9" w14:textId="77777777" w:rsidR="007B7814" w:rsidRPr="00803FC5" w:rsidRDefault="007B7814" w:rsidP="00007291">
            <w:pPr>
              <w:jc w:val="right"/>
            </w:pPr>
          </w:p>
        </w:tc>
      </w:tr>
      <w:tr w:rsidR="007B7814" w:rsidRPr="00803FC5" w14:paraId="6B96C846" w14:textId="77777777" w:rsidTr="00007291">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110D837B" w14:textId="77777777" w:rsidR="007B7814" w:rsidRPr="00803FC5" w:rsidRDefault="007B7814" w:rsidP="00007291">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4E79B5C9" w14:textId="77777777" w:rsidR="007B7814" w:rsidRPr="00803FC5" w:rsidRDefault="007B7814" w:rsidP="00007291"/>
        </w:tc>
        <w:tc>
          <w:tcPr>
            <w:tcW w:w="450" w:type="pct"/>
            <w:tcBorders>
              <w:top w:val="nil"/>
              <w:left w:val="nil"/>
              <w:bottom w:val="single" w:sz="4" w:space="0" w:color="auto"/>
              <w:right w:val="single" w:sz="4" w:space="0" w:color="auto"/>
            </w:tcBorders>
            <w:shd w:val="clear" w:color="auto" w:fill="auto"/>
            <w:noWrap/>
            <w:vAlign w:val="bottom"/>
          </w:tcPr>
          <w:p w14:paraId="2E3FD163" w14:textId="77777777" w:rsidR="007B7814" w:rsidRPr="00803FC5" w:rsidRDefault="007B7814" w:rsidP="00007291">
            <w:pPr>
              <w:jc w:val="center"/>
            </w:pPr>
          </w:p>
        </w:tc>
        <w:tc>
          <w:tcPr>
            <w:tcW w:w="1455" w:type="pct"/>
            <w:tcBorders>
              <w:top w:val="nil"/>
              <w:left w:val="nil"/>
              <w:bottom w:val="single" w:sz="4" w:space="0" w:color="auto"/>
              <w:right w:val="single" w:sz="4" w:space="0" w:color="auto"/>
            </w:tcBorders>
            <w:shd w:val="clear" w:color="auto" w:fill="auto"/>
            <w:noWrap/>
            <w:vAlign w:val="bottom"/>
          </w:tcPr>
          <w:p w14:paraId="615095FC" w14:textId="77777777" w:rsidR="007B7814" w:rsidRPr="00803FC5" w:rsidRDefault="007B7814" w:rsidP="00007291">
            <w:pPr>
              <w:jc w:val="right"/>
            </w:pPr>
          </w:p>
        </w:tc>
      </w:tr>
      <w:tr w:rsidR="007B7814" w:rsidRPr="00803FC5" w14:paraId="562F86B1" w14:textId="77777777" w:rsidTr="00007291">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5B732A" w14:textId="6035E186" w:rsidR="007B7814" w:rsidRPr="00803FC5" w:rsidRDefault="007B7814" w:rsidP="00807DF0">
            <w:pPr>
              <w:rPr>
                <w:b/>
                <w:bCs/>
              </w:rPr>
            </w:pPr>
            <w:r w:rsidRPr="00803FC5">
              <w:rPr>
                <w:b/>
                <w:bCs/>
              </w:rPr>
              <w:t xml:space="preserve">Итого </w:t>
            </w:r>
            <w:r w:rsidR="00807DF0">
              <w:rPr>
                <w:b/>
                <w:bCs/>
              </w:rPr>
              <w:t>стоимость</w:t>
            </w:r>
            <w:r w:rsidRPr="00803FC5">
              <w:rPr>
                <w:b/>
                <w:bCs/>
              </w:rPr>
              <w:t xml:space="preserve"> </w:t>
            </w:r>
            <w:r w:rsidR="00807DF0">
              <w:rPr>
                <w:b/>
                <w:bCs/>
              </w:rPr>
              <w:t>СМР</w:t>
            </w:r>
            <w:r w:rsidRPr="00803FC5">
              <w:rPr>
                <w:b/>
                <w:bCs/>
              </w:rPr>
              <w:t>,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5DCA88" w14:textId="77777777" w:rsidR="007B7814" w:rsidRPr="00803FC5" w:rsidRDefault="007B7814" w:rsidP="00007291">
            <w:pPr>
              <w:jc w:val="center"/>
              <w:rPr>
                <w:b/>
                <w:bCs/>
              </w:rPr>
            </w:pPr>
          </w:p>
        </w:tc>
      </w:tr>
    </w:tbl>
    <w:p w14:paraId="784F127C" w14:textId="77777777" w:rsidR="007B7814" w:rsidRDefault="007B7814" w:rsidP="007B7814">
      <w:pPr>
        <w:widowControl w:val="0"/>
        <w:tabs>
          <w:tab w:val="left" w:pos="0"/>
        </w:tabs>
        <w:suppressAutoHyphens/>
        <w:jc w:val="both"/>
        <w:rPr>
          <w:b/>
          <w:sz w:val="24"/>
          <w:szCs w:val="24"/>
        </w:rPr>
      </w:pPr>
    </w:p>
    <w:p w14:paraId="0C850541" w14:textId="77777777" w:rsidR="007B7814" w:rsidRDefault="007B7814" w:rsidP="007B7814">
      <w:pPr>
        <w:widowControl w:val="0"/>
        <w:tabs>
          <w:tab w:val="left" w:pos="0"/>
        </w:tabs>
        <w:suppressAutoHyphens/>
        <w:jc w:val="both"/>
        <w:rPr>
          <w:b/>
          <w:sz w:val="24"/>
          <w:szCs w:val="24"/>
        </w:rPr>
      </w:pPr>
    </w:p>
    <w:p w14:paraId="662738CC" w14:textId="77777777" w:rsidR="007B7814" w:rsidRDefault="007B7814" w:rsidP="007B7814">
      <w:pPr>
        <w:widowControl w:val="0"/>
        <w:tabs>
          <w:tab w:val="left" w:pos="0"/>
        </w:tabs>
        <w:suppressAutoHyphens/>
        <w:jc w:val="both"/>
        <w:rPr>
          <w:b/>
          <w:i/>
          <w:sz w:val="24"/>
          <w:szCs w:val="24"/>
        </w:rPr>
      </w:pPr>
      <w:r w:rsidRPr="00803FC5">
        <w:rPr>
          <w:b/>
          <w:sz w:val="24"/>
          <w:szCs w:val="24"/>
        </w:rPr>
        <w:t xml:space="preserve">Таблица № </w:t>
      </w:r>
      <w:r>
        <w:rPr>
          <w:b/>
          <w:sz w:val="24"/>
          <w:szCs w:val="24"/>
        </w:rPr>
        <w:t>5.</w:t>
      </w:r>
      <w:r w:rsidRPr="00803FC5">
        <w:rPr>
          <w:b/>
          <w:sz w:val="24"/>
          <w:szCs w:val="24"/>
        </w:rPr>
        <w:t>2.</w:t>
      </w:r>
      <w:r>
        <w:rPr>
          <w:b/>
          <w:sz w:val="24"/>
          <w:szCs w:val="24"/>
        </w:rPr>
        <w:t>2</w:t>
      </w:r>
      <w:r w:rsidRPr="00803FC5">
        <w:rPr>
          <w:b/>
          <w:sz w:val="24"/>
          <w:szCs w:val="24"/>
        </w:rPr>
        <w:t>. Сводный сметный расчет</w:t>
      </w:r>
      <w:r w:rsidRPr="00803FC5">
        <w:rPr>
          <w:b/>
          <w:sz w:val="24"/>
          <w:szCs w:val="24"/>
          <w:vertAlign w:val="superscript"/>
        </w:rPr>
        <w:footnoteReference w:id="3"/>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p w14:paraId="09BACE11" w14:textId="69FC9574" w:rsidR="007B7814" w:rsidRPr="00EC63DF" w:rsidRDefault="007B7814" w:rsidP="007B7814">
      <w:pPr>
        <w:rPr>
          <w:b/>
          <w:sz w:val="28"/>
          <w:u w:val="single"/>
        </w:rPr>
      </w:pPr>
      <w:r w:rsidRPr="007160F0">
        <w:rPr>
          <w:b/>
          <w:sz w:val="28"/>
          <w:u w:val="single"/>
        </w:rPr>
        <w:t>при условии оплаты</w:t>
      </w:r>
      <w:r>
        <w:rPr>
          <w:b/>
          <w:sz w:val="28"/>
          <w:u w:val="single"/>
        </w:rPr>
        <w:t xml:space="preserve"> за </w:t>
      </w:r>
      <w:r w:rsidR="00010E38">
        <w:rPr>
          <w:b/>
          <w:sz w:val="28"/>
          <w:u w:val="single"/>
        </w:rPr>
        <w:t>выполненные работы</w:t>
      </w:r>
      <w:r>
        <w:rPr>
          <w:b/>
          <w:sz w:val="28"/>
          <w:u w:val="single"/>
        </w:rPr>
        <w:t xml:space="preserve"> в течение 105</w:t>
      </w:r>
      <w:r w:rsidRPr="007160F0">
        <w:rPr>
          <w:b/>
          <w:sz w:val="28"/>
          <w:u w:val="single"/>
        </w:rPr>
        <w:t xml:space="preserve"> календарных дней</w:t>
      </w:r>
    </w:p>
    <w:p w14:paraId="5E80217D" w14:textId="77777777" w:rsidR="007B7814" w:rsidRPr="00803FC5" w:rsidRDefault="007B7814" w:rsidP="007B7814">
      <w:pPr>
        <w:widowControl w:val="0"/>
        <w:tabs>
          <w:tab w:val="left" w:pos="0"/>
        </w:tabs>
        <w:suppressAutoHyphens/>
        <w:jc w:val="both"/>
        <w:rPr>
          <w:b/>
          <w:i/>
          <w:sz w:val="24"/>
          <w:szCs w:val="24"/>
        </w:rPr>
      </w:pPr>
    </w:p>
    <w:tbl>
      <w:tblPr>
        <w:tblW w:w="5000" w:type="pct"/>
        <w:tblLook w:val="04A0" w:firstRow="1" w:lastRow="0" w:firstColumn="1" w:lastColumn="0" w:noHBand="0" w:noVBand="1"/>
      </w:tblPr>
      <w:tblGrid>
        <w:gridCol w:w="719"/>
        <w:gridCol w:w="5459"/>
        <w:gridCol w:w="898"/>
        <w:gridCol w:w="2904"/>
      </w:tblGrid>
      <w:tr w:rsidR="007B7814" w:rsidRPr="00803FC5" w14:paraId="45D07DE7" w14:textId="77777777" w:rsidTr="00007291">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91A4E7" w14:textId="77777777" w:rsidR="007B7814" w:rsidRPr="00CE4AAF" w:rsidRDefault="007B7814" w:rsidP="00007291">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27032B9" w14:textId="77777777" w:rsidR="007B7814" w:rsidRPr="00803FC5" w:rsidRDefault="007B7814" w:rsidP="00007291">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75569FF9" w14:textId="77777777" w:rsidR="007B7814" w:rsidRPr="00803FC5" w:rsidRDefault="007B7814" w:rsidP="00007291">
            <w:pPr>
              <w:jc w:val="center"/>
              <w:rPr>
                <w:b/>
                <w:bCs/>
              </w:rPr>
            </w:pPr>
            <w:r w:rsidRPr="00803FC5">
              <w:rPr>
                <w:b/>
                <w:bCs/>
              </w:rPr>
              <w:t>№</w:t>
            </w:r>
          </w:p>
          <w:p w14:paraId="1743F936" w14:textId="77777777" w:rsidR="007B7814" w:rsidRPr="00803FC5" w:rsidRDefault="007B7814" w:rsidP="00007291">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25BC59DF" w14:textId="77777777" w:rsidR="007B7814" w:rsidRPr="00803FC5" w:rsidRDefault="007B7814" w:rsidP="00007291">
            <w:pPr>
              <w:jc w:val="center"/>
              <w:rPr>
                <w:b/>
                <w:bCs/>
              </w:rPr>
            </w:pPr>
            <w:r w:rsidRPr="00803FC5">
              <w:rPr>
                <w:b/>
                <w:bCs/>
              </w:rPr>
              <w:t xml:space="preserve">Стоимость работ, руб. </w:t>
            </w:r>
          </w:p>
        </w:tc>
      </w:tr>
      <w:tr w:rsidR="007B7814" w:rsidRPr="00803FC5" w14:paraId="5D55BEE6" w14:textId="77777777" w:rsidTr="00007291">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5D6D6D29" w14:textId="41D3C1A2" w:rsidR="007B7814" w:rsidRPr="00803FC5" w:rsidRDefault="00C45C61" w:rsidP="00007291">
            <w:pPr>
              <w:jc w:val="center"/>
            </w:pPr>
            <w:r>
              <w:rPr>
                <w:b/>
                <w:bCs/>
              </w:rPr>
              <w:t>Строительно-монтажные</w:t>
            </w:r>
            <w:r w:rsidR="007B7814" w:rsidRPr="00803FC5">
              <w:rPr>
                <w:b/>
                <w:bCs/>
              </w:rPr>
              <w:t xml:space="preserve"> работы</w:t>
            </w:r>
          </w:p>
        </w:tc>
        <w:tc>
          <w:tcPr>
            <w:tcW w:w="450" w:type="pct"/>
            <w:tcBorders>
              <w:top w:val="nil"/>
              <w:left w:val="nil"/>
              <w:bottom w:val="single" w:sz="4" w:space="0" w:color="auto"/>
              <w:right w:val="single" w:sz="4" w:space="0" w:color="auto"/>
            </w:tcBorders>
            <w:shd w:val="clear" w:color="auto" w:fill="auto"/>
            <w:noWrap/>
            <w:vAlign w:val="bottom"/>
          </w:tcPr>
          <w:p w14:paraId="4A01AE10" w14:textId="77777777" w:rsidR="007B7814" w:rsidRPr="00803FC5" w:rsidRDefault="007B7814" w:rsidP="00007291"/>
        </w:tc>
        <w:tc>
          <w:tcPr>
            <w:tcW w:w="1455" w:type="pct"/>
            <w:tcBorders>
              <w:top w:val="nil"/>
              <w:left w:val="nil"/>
              <w:bottom w:val="single" w:sz="4" w:space="0" w:color="auto"/>
              <w:right w:val="single" w:sz="4" w:space="0" w:color="auto"/>
            </w:tcBorders>
            <w:shd w:val="clear" w:color="auto" w:fill="auto"/>
            <w:noWrap/>
            <w:vAlign w:val="bottom"/>
          </w:tcPr>
          <w:p w14:paraId="3D7F726E" w14:textId="77777777" w:rsidR="007B7814" w:rsidRPr="00803FC5" w:rsidRDefault="007B7814" w:rsidP="00007291">
            <w:pPr>
              <w:jc w:val="right"/>
            </w:pPr>
          </w:p>
        </w:tc>
      </w:tr>
      <w:tr w:rsidR="007B7814" w:rsidRPr="00803FC5" w14:paraId="4423EEEA" w14:textId="77777777" w:rsidTr="00007291">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3D896EB2" w14:textId="77777777" w:rsidR="007B7814" w:rsidRPr="00803FC5" w:rsidRDefault="007B7814" w:rsidP="00007291">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5C688724" w14:textId="77777777" w:rsidR="007B7814" w:rsidRPr="00803FC5" w:rsidRDefault="007B7814" w:rsidP="00007291"/>
        </w:tc>
        <w:tc>
          <w:tcPr>
            <w:tcW w:w="450" w:type="pct"/>
            <w:tcBorders>
              <w:top w:val="nil"/>
              <w:left w:val="nil"/>
              <w:bottom w:val="single" w:sz="4" w:space="0" w:color="auto"/>
              <w:right w:val="single" w:sz="4" w:space="0" w:color="auto"/>
            </w:tcBorders>
            <w:shd w:val="clear" w:color="auto" w:fill="auto"/>
            <w:noWrap/>
            <w:vAlign w:val="bottom"/>
          </w:tcPr>
          <w:p w14:paraId="3115602C" w14:textId="77777777" w:rsidR="007B7814" w:rsidRPr="00803FC5" w:rsidRDefault="007B7814" w:rsidP="00007291">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C1747A3" w14:textId="77777777" w:rsidR="007B7814" w:rsidRPr="00803FC5" w:rsidRDefault="007B7814" w:rsidP="00007291">
            <w:pPr>
              <w:jc w:val="right"/>
            </w:pPr>
          </w:p>
        </w:tc>
      </w:tr>
      <w:tr w:rsidR="007B7814" w:rsidRPr="00803FC5" w14:paraId="202E60D9" w14:textId="77777777" w:rsidTr="00007291">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191516A" w14:textId="77777777" w:rsidR="007B7814" w:rsidRPr="00803FC5" w:rsidRDefault="007B7814" w:rsidP="00007291">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2EED1125" w14:textId="77777777" w:rsidR="007B7814" w:rsidRPr="00803FC5" w:rsidRDefault="007B7814" w:rsidP="00007291"/>
        </w:tc>
        <w:tc>
          <w:tcPr>
            <w:tcW w:w="450" w:type="pct"/>
            <w:tcBorders>
              <w:top w:val="nil"/>
              <w:left w:val="nil"/>
              <w:bottom w:val="single" w:sz="4" w:space="0" w:color="auto"/>
              <w:right w:val="single" w:sz="4" w:space="0" w:color="auto"/>
            </w:tcBorders>
            <w:shd w:val="clear" w:color="auto" w:fill="auto"/>
            <w:noWrap/>
            <w:vAlign w:val="bottom"/>
          </w:tcPr>
          <w:p w14:paraId="57B796C6" w14:textId="77777777" w:rsidR="007B7814" w:rsidRPr="00803FC5" w:rsidRDefault="007B7814" w:rsidP="00007291">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9201E12" w14:textId="77777777" w:rsidR="007B7814" w:rsidRPr="00803FC5" w:rsidRDefault="007B7814" w:rsidP="00007291">
            <w:pPr>
              <w:jc w:val="right"/>
            </w:pPr>
          </w:p>
        </w:tc>
      </w:tr>
      <w:tr w:rsidR="007B7814" w:rsidRPr="00803FC5" w14:paraId="75CFECB2" w14:textId="77777777" w:rsidTr="00007291">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2E46232C" w14:textId="77777777" w:rsidR="007B7814" w:rsidRPr="00803FC5" w:rsidRDefault="007B7814" w:rsidP="00007291">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3C02D9E" w14:textId="77777777" w:rsidR="007B7814" w:rsidRPr="00803FC5" w:rsidRDefault="007B7814" w:rsidP="00007291"/>
        </w:tc>
        <w:tc>
          <w:tcPr>
            <w:tcW w:w="450" w:type="pct"/>
            <w:tcBorders>
              <w:top w:val="nil"/>
              <w:left w:val="nil"/>
              <w:bottom w:val="single" w:sz="4" w:space="0" w:color="auto"/>
              <w:right w:val="single" w:sz="4" w:space="0" w:color="auto"/>
            </w:tcBorders>
            <w:shd w:val="clear" w:color="auto" w:fill="auto"/>
            <w:noWrap/>
            <w:vAlign w:val="bottom"/>
          </w:tcPr>
          <w:p w14:paraId="0EA2F00D" w14:textId="77777777" w:rsidR="007B7814" w:rsidRPr="00803FC5" w:rsidRDefault="007B7814" w:rsidP="00007291">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BDFDA8C" w14:textId="77777777" w:rsidR="007B7814" w:rsidRPr="00803FC5" w:rsidRDefault="007B7814" w:rsidP="00007291">
            <w:pPr>
              <w:jc w:val="right"/>
            </w:pPr>
          </w:p>
        </w:tc>
      </w:tr>
      <w:tr w:rsidR="007B7814" w:rsidRPr="00803FC5" w14:paraId="5FA1556E" w14:textId="77777777" w:rsidTr="00007291">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E48D5" w14:textId="6BEA5A5F" w:rsidR="007B7814" w:rsidRPr="00803FC5" w:rsidRDefault="007B7814" w:rsidP="00C45C61">
            <w:pPr>
              <w:rPr>
                <w:b/>
                <w:bCs/>
              </w:rPr>
            </w:pPr>
            <w:r w:rsidRPr="00803FC5">
              <w:rPr>
                <w:b/>
                <w:bCs/>
              </w:rPr>
              <w:t xml:space="preserve">Итого стоимость </w:t>
            </w:r>
            <w:r w:rsidR="00C45C61">
              <w:rPr>
                <w:b/>
                <w:bCs/>
              </w:rPr>
              <w:t>СМ</w:t>
            </w:r>
            <w:r w:rsidRPr="00803FC5">
              <w:rPr>
                <w:b/>
                <w:bCs/>
              </w:rPr>
              <w:t>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3CFC22" w14:textId="77777777" w:rsidR="007B7814" w:rsidRPr="00803FC5" w:rsidRDefault="007B7814" w:rsidP="00007291">
            <w:pPr>
              <w:jc w:val="center"/>
              <w:rPr>
                <w:b/>
                <w:bCs/>
              </w:rPr>
            </w:pPr>
          </w:p>
        </w:tc>
      </w:tr>
    </w:tbl>
    <w:p w14:paraId="4B5735D3" w14:textId="77777777" w:rsidR="007B7814" w:rsidRDefault="007B7814" w:rsidP="007B7814">
      <w:pPr>
        <w:widowControl w:val="0"/>
        <w:tabs>
          <w:tab w:val="left" w:pos="0"/>
        </w:tabs>
        <w:suppressAutoHyphens/>
        <w:jc w:val="both"/>
        <w:rPr>
          <w:b/>
          <w:sz w:val="24"/>
          <w:szCs w:val="24"/>
        </w:rPr>
      </w:pPr>
    </w:p>
    <w:p w14:paraId="6BB8C9D3" w14:textId="77777777" w:rsidR="007B7814" w:rsidRDefault="007B7814" w:rsidP="007B7814">
      <w:pPr>
        <w:widowControl w:val="0"/>
        <w:tabs>
          <w:tab w:val="left" w:pos="0"/>
        </w:tabs>
        <w:suppressAutoHyphens/>
        <w:jc w:val="both"/>
        <w:rPr>
          <w:b/>
          <w:sz w:val="24"/>
          <w:szCs w:val="24"/>
        </w:rPr>
      </w:pPr>
    </w:p>
    <w:p w14:paraId="2B238C41" w14:textId="77777777" w:rsidR="007B7814" w:rsidRDefault="007B7814" w:rsidP="007B7814">
      <w:pPr>
        <w:widowControl w:val="0"/>
        <w:tabs>
          <w:tab w:val="left" w:pos="0"/>
        </w:tabs>
        <w:suppressAutoHyphens/>
        <w:jc w:val="both"/>
        <w:rPr>
          <w:b/>
          <w:i/>
          <w:sz w:val="24"/>
          <w:szCs w:val="24"/>
        </w:rPr>
      </w:pPr>
      <w:r w:rsidRPr="00803FC5">
        <w:rPr>
          <w:b/>
          <w:sz w:val="24"/>
          <w:szCs w:val="24"/>
        </w:rPr>
        <w:t xml:space="preserve">Таблица № </w:t>
      </w:r>
      <w:r>
        <w:rPr>
          <w:b/>
          <w:sz w:val="24"/>
          <w:szCs w:val="24"/>
        </w:rPr>
        <w:t>5.</w:t>
      </w:r>
      <w:r w:rsidRPr="00803FC5">
        <w:rPr>
          <w:b/>
          <w:sz w:val="24"/>
          <w:szCs w:val="24"/>
        </w:rPr>
        <w:t>2.</w:t>
      </w:r>
      <w:r>
        <w:rPr>
          <w:b/>
          <w:sz w:val="24"/>
          <w:szCs w:val="24"/>
        </w:rPr>
        <w:t>3</w:t>
      </w:r>
      <w:r w:rsidRPr="00803FC5">
        <w:rPr>
          <w:b/>
          <w:sz w:val="24"/>
          <w:szCs w:val="24"/>
        </w:rPr>
        <w:t>. Сводный сметный расчет</w:t>
      </w:r>
      <w:r w:rsidRPr="00803FC5">
        <w:rPr>
          <w:b/>
          <w:sz w:val="24"/>
          <w:szCs w:val="24"/>
          <w:vertAlign w:val="superscript"/>
        </w:rPr>
        <w:footnoteReference w:id="4"/>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p w14:paraId="0DC862F9" w14:textId="77777777" w:rsidR="007B7814" w:rsidRPr="00EC63DF" w:rsidRDefault="007B7814" w:rsidP="007B7814">
      <w:pPr>
        <w:rPr>
          <w:b/>
          <w:sz w:val="28"/>
          <w:u w:val="single"/>
        </w:rPr>
      </w:pPr>
      <w:r w:rsidRPr="007160F0">
        <w:rPr>
          <w:b/>
          <w:sz w:val="28"/>
          <w:u w:val="single"/>
        </w:rPr>
        <w:t>при условии оплаты</w:t>
      </w:r>
      <w:r>
        <w:rPr>
          <w:b/>
          <w:sz w:val="28"/>
          <w:u w:val="single"/>
        </w:rPr>
        <w:t xml:space="preserve"> за оказанные услуги в течение 30</w:t>
      </w:r>
      <w:r w:rsidRPr="007160F0">
        <w:rPr>
          <w:b/>
          <w:sz w:val="28"/>
          <w:u w:val="single"/>
        </w:rPr>
        <w:t xml:space="preserve"> календарных дней</w:t>
      </w:r>
      <w:r>
        <w:rPr>
          <w:b/>
          <w:sz w:val="28"/>
          <w:u w:val="single"/>
        </w:rPr>
        <w:t xml:space="preserve"> (Только для участников, являющихся субъектами МСП)</w:t>
      </w:r>
    </w:p>
    <w:p w14:paraId="5B899743" w14:textId="77777777" w:rsidR="007B7814" w:rsidRPr="00803FC5" w:rsidRDefault="007B7814" w:rsidP="007B7814">
      <w:pPr>
        <w:widowControl w:val="0"/>
        <w:tabs>
          <w:tab w:val="left" w:pos="0"/>
        </w:tabs>
        <w:suppressAutoHyphens/>
        <w:jc w:val="both"/>
        <w:rPr>
          <w:b/>
          <w:i/>
          <w:sz w:val="24"/>
          <w:szCs w:val="24"/>
        </w:rPr>
      </w:pPr>
    </w:p>
    <w:tbl>
      <w:tblPr>
        <w:tblW w:w="5000" w:type="pct"/>
        <w:tblLook w:val="04A0" w:firstRow="1" w:lastRow="0" w:firstColumn="1" w:lastColumn="0" w:noHBand="0" w:noVBand="1"/>
      </w:tblPr>
      <w:tblGrid>
        <w:gridCol w:w="719"/>
        <w:gridCol w:w="5459"/>
        <w:gridCol w:w="898"/>
        <w:gridCol w:w="2904"/>
      </w:tblGrid>
      <w:tr w:rsidR="007B7814" w:rsidRPr="00803FC5" w14:paraId="11D040BC" w14:textId="77777777" w:rsidTr="00007291">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7CD702" w14:textId="77777777" w:rsidR="007B7814" w:rsidRPr="00CE4AAF" w:rsidRDefault="007B7814" w:rsidP="00007291">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78513041" w14:textId="77777777" w:rsidR="007B7814" w:rsidRPr="00803FC5" w:rsidRDefault="007B7814" w:rsidP="00007291">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DB52738" w14:textId="77777777" w:rsidR="007B7814" w:rsidRPr="00803FC5" w:rsidRDefault="007B7814" w:rsidP="00007291">
            <w:pPr>
              <w:jc w:val="center"/>
              <w:rPr>
                <w:b/>
                <w:bCs/>
              </w:rPr>
            </w:pPr>
            <w:r w:rsidRPr="00803FC5">
              <w:rPr>
                <w:b/>
                <w:bCs/>
              </w:rPr>
              <w:t>№</w:t>
            </w:r>
          </w:p>
          <w:p w14:paraId="09AE880F" w14:textId="77777777" w:rsidR="007B7814" w:rsidRPr="00803FC5" w:rsidRDefault="007B7814" w:rsidP="00007291">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07A64C78" w14:textId="77777777" w:rsidR="007B7814" w:rsidRPr="00803FC5" w:rsidRDefault="007B7814" w:rsidP="00007291">
            <w:pPr>
              <w:jc w:val="center"/>
              <w:rPr>
                <w:b/>
                <w:bCs/>
              </w:rPr>
            </w:pPr>
            <w:r w:rsidRPr="00803FC5">
              <w:rPr>
                <w:b/>
                <w:bCs/>
              </w:rPr>
              <w:t xml:space="preserve">Стоимость работ, руб. </w:t>
            </w:r>
          </w:p>
        </w:tc>
      </w:tr>
      <w:tr w:rsidR="007B7814" w:rsidRPr="00803FC5" w14:paraId="5F50EA5A" w14:textId="77777777" w:rsidTr="00007291">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092DB51" w14:textId="43D9392B" w:rsidR="007B7814" w:rsidRPr="00803FC5" w:rsidRDefault="00A37989" w:rsidP="00A37989">
            <w:pPr>
              <w:jc w:val="center"/>
            </w:pPr>
            <w:r>
              <w:rPr>
                <w:b/>
                <w:bCs/>
              </w:rPr>
              <w:t xml:space="preserve">Строительно-монтажные </w:t>
            </w:r>
            <w:r w:rsidR="007B7814" w:rsidRPr="00803FC5">
              <w:rPr>
                <w:b/>
                <w:bCs/>
              </w:rPr>
              <w:t>работы</w:t>
            </w:r>
          </w:p>
        </w:tc>
        <w:tc>
          <w:tcPr>
            <w:tcW w:w="450" w:type="pct"/>
            <w:tcBorders>
              <w:top w:val="nil"/>
              <w:left w:val="nil"/>
              <w:bottom w:val="single" w:sz="4" w:space="0" w:color="auto"/>
              <w:right w:val="single" w:sz="4" w:space="0" w:color="auto"/>
            </w:tcBorders>
            <w:shd w:val="clear" w:color="auto" w:fill="auto"/>
            <w:noWrap/>
            <w:vAlign w:val="bottom"/>
          </w:tcPr>
          <w:p w14:paraId="4CF49E06" w14:textId="77777777" w:rsidR="007B7814" w:rsidRPr="00803FC5" w:rsidRDefault="007B7814" w:rsidP="00007291"/>
        </w:tc>
        <w:tc>
          <w:tcPr>
            <w:tcW w:w="1455" w:type="pct"/>
            <w:tcBorders>
              <w:top w:val="nil"/>
              <w:left w:val="nil"/>
              <w:bottom w:val="single" w:sz="4" w:space="0" w:color="auto"/>
              <w:right w:val="single" w:sz="4" w:space="0" w:color="auto"/>
            </w:tcBorders>
            <w:shd w:val="clear" w:color="auto" w:fill="auto"/>
            <w:noWrap/>
            <w:vAlign w:val="bottom"/>
          </w:tcPr>
          <w:p w14:paraId="5F5F1FB9" w14:textId="77777777" w:rsidR="007B7814" w:rsidRPr="00803FC5" w:rsidRDefault="007B7814" w:rsidP="00007291">
            <w:pPr>
              <w:jc w:val="right"/>
            </w:pPr>
          </w:p>
        </w:tc>
      </w:tr>
      <w:tr w:rsidR="007B7814" w:rsidRPr="00803FC5" w14:paraId="24CBC1C3" w14:textId="77777777" w:rsidTr="00007291">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3E3B58FC" w14:textId="77777777" w:rsidR="007B7814" w:rsidRPr="00803FC5" w:rsidRDefault="007B7814" w:rsidP="00007291">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5D190AB" w14:textId="77777777" w:rsidR="007B7814" w:rsidRPr="00803FC5" w:rsidRDefault="007B7814" w:rsidP="00007291"/>
        </w:tc>
        <w:tc>
          <w:tcPr>
            <w:tcW w:w="450" w:type="pct"/>
            <w:tcBorders>
              <w:top w:val="nil"/>
              <w:left w:val="nil"/>
              <w:bottom w:val="single" w:sz="4" w:space="0" w:color="auto"/>
              <w:right w:val="single" w:sz="4" w:space="0" w:color="auto"/>
            </w:tcBorders>
            <w:shd w:val="clear" w:color="auto" w:fill="auto"/>
            <w:noWrap/>
            <w:vAlign w:val="bottom"/>
          </w:tcPr>
          <w:p w14:paraId="53A7B0C9" w14:textId="77777777" w:rsidR="007B7814" w:rsidRPr="00803FC5" w:rsidRDefault="007B7814" w:rsidP="00007291">
            <w:pPr>
              <w:jc w:val="center"/>
            </w:pPr>
          </w:p>
        </w:tc>
        <w:tc>
          <w:tcPr>
            <w:tcW w:w="1455" w:type="pct"/>
            <w:tcBorders>
              <w:top w:val="nil"/>
              <w:left w:val="nil"/>
              <w:bottom w:val="single" w:sz="4" w:space="0" w:color="auto"/>
              <w:right w:val="single" w:sz="4" w:space="0" w:color="auto"/>
            </w:tcBorders>
            <w:shd w:val="clear" w:color="auto" w:fill="auto"/>
            <w:noWrap/>
            <w:vAlign w:val="bottom"/>
          </w:tcPr>
          <w:p w14:paraId="6335DF7E" w14:textId="77777777" w:rsidR="007B7814" w:rsidRPr="00803FC5" w:rsidRDefault="007B7814" w:rsidP="00007291">
            <w:pPr>
              <w:jc w:val="right"/>
            </w:pPr>
          </w:p>
        </w:tc>
      </w:tr>
      <w:tr w:rsidR="007B7814" w:rsidRPr="00803FC5" w14:paraId="5A73B26C" w14:textId="77777777" w:rsidTr="00007291">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7D51947" w14:textId="77777777" w:rsidR="007B7814" w:rsidRPr="00803FC5" w:rsidRDefault="007B7814" w:rsidP="00007291">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05377E8E" w14:textId="77777777" w:rsidR="007B7814" w:rsidRPr="00803FC5" w:rsidRDefault="007B7814" w:rsidP="00007291"/>
        </w:tc>
        <w:tc>
          <w:tcPr>
            <w:tcW w:w="450" w:type="pct"/>
            <w:tcBorders>
              <w:top w:val="nil"/>
              <w:left w:val="nil"/>
              <w:bottom w:val="single" w:sz="4" w:space="0" w:color="auto"/>
              <w:right w:val="single" w:sz="4" w:space="0" w:color="auto"/>
            </w:tcBorders>
            <w:shd w:val="clear" w:color="auto" w:fill="auto"/>
            <w:noWrap/>
            <w:vAlign w:val="bottom"/>
          </w:tcPr>
          <w:p w14:paraId="3CFEC52F" w14:textId="77777777" w:rsidR="007B7814" w:rsidRPr="00803FC5" w:rsidRDefault="007B7814" w:rsidP="00007291">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4DF6D60" w14:textId="77777777" w:rsidR="007B7814" w:rsidRPr="00803FC5" w:rsidRDefault="007B7814" w:rsidP="00007291">
            <w:pPr>
              <w:jc w:val="right"/>
            </w:pPr>
          </w:p>
        </w:tc>
      </w:tr>
      <w:tr w:rsidR="007B7814" w:rsidRPr="00803FC5" w14:paraId="30C8317E" w14:textId="77777777" w:rsidTr="00007291">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2390BC11" w14:textId="77777777" w:rsidR="007B7814" w:rsidRPr="00803FC5" w:rsidRDefault="007B7814" w:rsidP="00007291">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028BA20F" w14:textId="77777777" w:rsidR="007B7814" w:rsidRPr="00803FC5" w:rsidRDefault="007B7814" w:rsidP="00007291"/>
        </w:tc>
        <w:tc>
          <w:tcPr>
            <w:tcW w:w="450" w:type="pct"/>
            <w:tcBorders>
              <w:top w:val="nil"/>
              <w:left w:val="nil"/>
              <w:bottom w:val="single" w:sz="4" w:space="0" w:color="auto"/>
              <w:right w:val="single" w:sz="4" w:space="0" w:color="auto"/>
            </w:tcBorders>
            <w:shd w:val="clear" w:color="auto" w:fill="auto"/>
            <w:noWrap/>
            <w:vAlign w:val="bottom"/>
          </w:tcPr>
          <w:p w14:paraId="41D4D0AC" w14:textId="77777777" w:rsidR="007B7814" w:rsidRPr="00803FC5" w:rsidRDefault="007B7814" w:rsidP="00007291">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C562B4F" w14:textId="77777777" w:rsidR="007B7814" w:rsidRPr="00803FC5" w:rsidRDefault="007B7814" w:rsidP="00007291">
            <w:pPr>
              <w:jc w:val="right"/>
            </w:pPr>
          </w:p>
        </w:tc>
      </w:tr>
      <w:tr w:rsidR="007B7814" w:rsidRPr="00803FC5" w14:paraId="2F33EEC9" w14:textId="77777777" w:rsidTr="00007291">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C6965" w14:textId="7034CF87" w:rsidR="007B7814" w:rsidRPr="00803FC5" w:rsidRDefault="00A37989" w:rsidP="00A37989">
            <w:pPr>
              <w:rPr>
                <w:b/>
                <w:bCs/>
              </w:rPr>
            </w:pPr>
            <w:r>
              <w:rPr>
                <w:b/>
                <w:bCs/>
              </w:rPr>
              <w:t>Итого стоимость СМР</w:t>
            </w:r>
            <w:r w:rsidR="007B7814" w:rsidRPr="00803FC5">
              <w:rPr>
                <w:b/>
                <w:bCs/>
              </w:rPr>
              <w:t>,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D42247" w14:textId="77777777" w:rsidR="007B7814" w:rsidRPr="00803FC5" w:rsidRDefault="007B7814" w:rsidP="00007291">
            <w:pPr>
              <w:jc w:val="center"/>
              <w:rPr>
                <w:b/>
                <w:bCs/>
              </w:rPr>
            </w:pPr>
          </w:p>
        </w:tc>
      </w:tr>
    </w:tbl>
    <w:p w14:paraId="765C6B8F" w14:textId="77777777" w:rsidR="007B7814" w:rsidRPr="00FB3E54" w:rsidRDefault="007B7814" w:rsidP="007B7814">
      <w:pPr>
        <w:widowControl w:val="0"/>
        <w:tabs>
          <w:tab w:val="left" w:pos="0"/>
        </w:tabs>
        <w:suppressAutoHyphens/>
        <w:jc w:val="both"/>
        <w:rPr>
          <w:b/>
          <w:sz w:val="24"/>
          <w:szCs w:val="24"/>
        </w:rPr>
      </w:pPr>
    </w:p>
    <w:p w14:paraId="52974549" w14:textId="77777777" w:rsidR="007B7814" w:rsidRPr="00CE4AAF" w:rsidRDefault="007B7814" w:rsidP="007B781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1049D092" w14:textId="77777777" w:rsidR="007B7814" w:rsidRPr="00CE4AAF" w:rsidRDefault="007B7814" w:rsidP="007B7814">
      <w:pPr>
        <w:widowControl w:val="0"/>
        <w:tabs>
          <w:tab w:val="left" w:pos="0"/>
        </w:tabs>
        <w:suppressAutoHyphens/>
        <w:jc w:val="both"/>
        <w:rPr>
          <w:b/>
          <w:i/>
          <w:sz w:val="24"/>
          <w:szCs w:val="24"/>
        </w:rPr>
      </w:pPr>
    </w:p>
    <w:p w14:paraId="7AD33CB7" w14:textId="77777777" w:rsidR="007B7814" w:rsidRPr="00FB3E54" w:rsidRDefault="007B7814" w:rsidP="007B7814">
      <w:pPr>
        <w:widowControl w:val="0"/>
        <w:tabs>
          <w:tab w:val="left" w:pos="0"/>
        </w:tabs>
        <w:suppressAutoHyphens/>
        <w:jc w:val="both"/>
        <w:rPr>
          <w:b/>
          <w:i/>
          <w:sz w:val="24"/>
          <w:szCs w:val="24"/>
        </w:rPr>
      </w:pPr>
      <w:r w:rsidRPr="00CE4AAF">
        <w:rPr>
          <w:b/>
          <w:i/>
          <w:sz w:val="24"/>
          <w:szCs w:val="24"/>
        </w:rPr>
        <w:t xml:space="preserve">Настоящим подтверждаем, данные указанные в таблице </w:t>
      </w:r>
      <w:r>
        <w:rPr>
          <w:b/>
          <w:i/>
          <w:sz w:val="24"/>
          <w:szCs w:val="24"/>
        </w:rPr>
        <w:t>__</w:t>
      </w:r>
      <w:r w:rsidRPr="00CE4AAF">
        <w:rPr>
          <w:b/>
          <w:i/>
          <w:sz w:val="24"/>
          <w:szCs w:val="24"/>
        </w:rPr>
        <w:t xml:space="preserve"> и в качестве подтверждения прикладываем следующие сметные расчеты:</w:t>
      </w:r>
    </w:p>
    <w:p w14:paraId="14CD23DB" w14:textId="77777777" w:rsidR="007B7814" w:rsidRPr="00FB3E54" w:rsidRDefault="007B7814" w:rsidP="007B7814">
      <w:pPr>
        <w:widowControl w:val="0"/>
        <w:tabs>
          <w:tab w:val="left" w:pos="0"/>
        </w:tabs>
        <w:suppressAutoHyphens/>
        <w:jc w:val="both"/>
        <w:rPr>
          <w:b/>
          <w:i/>
          <w:sz w:val="24"/>
          <w:szCs w:val="24"/>
        </w:rPr>
      </w:pPr>
    </w:p>
    <w:p w14:paraId="1CE54747" w14:textId="77777777" w:rsidR="007B7814" w:rsidRPr="00803FC5" w:rsidRDefault="007B7814" w:rsidP="007B7814">
      <w:pPr>
        <w:numPr>
          <w:ilvl w:val="3"/>
          <w:numId w:val="42"/>
        </w:numPr>
      </w:pPr>
      <w:r w:rsidRPr="00803FC5">
        <w:t xml:space="preserve">________________ </w:t>
      </w:r>
      <w:r w:rsidRPr="00803FC5">
        <w:rPr>
          <w:i/>
        </w:rPr>
        <w:t>(указать наименование документа)</w:t>
      </w:r>
      <w:r w:rsidRPr="00803FC5">
        <w:t>, на ___ в 1 экз.</w:t>
      </w:r>
    </w:p>
    <w:p w14:paraId="22EC238B" w14:textId="77777777" w:rsidR="007B7814" w:rsidRPr="00803FC5" w:rsidRDefault="007B7814" w:rsidP="007B7814">
      <w:pPr>
        <w:numPr>
          <w:ilvl w:val="3"/>
          <w:numId w:val="42"/>
        </w:numPr>
      </w:pPr>
      <w:r w:rsidRPr="00803FC5">
        <w:t xml:space="preserve">________________ </w:t>
      </w:r>
      <w:r w:rsidRPr="00803FC5">
        <w:rPr>
          <w:i/>
        </w:rPr>
        <w:t>(указать наименование документа)</w:t>
      </w:r>
      <w:r w:rsidRPr="00803FC5">
        <w:t>, на ___ в 1 экз.</w:t>
      </w:r>
    </w:p>
    <w:p w14:paraId="581C608A" w14:textId="77777777" w:rsidR="007B7814" w:rsidRPr="00803FC5" w:rsidRDefault="007B7814" w:rsidP="007B7814">
      <w:pPr>
        <w:numPr>
          <w:ilvl w:val="3"/>
          <w:numId w:val="42"/>
        </w:numPr>
      </w:pPr>
      <w:r w:rsidRPr="00803FC5">
        <w:t>…</w:t>
      </w:r>
    </w:p>
    <w:p w14:paraId="53B06E31" w14:textId="77777777" w:rsidR="007B7814" w:rsidRPr="00FB3E54" w:rsidRDefault="007B7814" w:rsidP="007B781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p w14:paraId="32802265" w14:textId="77777777" w:rsidR="007B7814" w:rsidRPr="00FB3E54" w:rsidRDefault="007B7814" w:rsidP="007B7814">
      <w:pPr>
        <w:spacing w:after="120"/>
      </w:pPr>
    </w:p>
    <w:p w14:paraId="4DD15FD3" w14:textId="77777777" w:rsidR="00FB3E54" w:rsidRDefault="00FB3E54" w:rsidP="00FB3E54">
      <w:pPr>
        <w:spacing w:after="120"/>
      </w:pPr>
    </w:p>
    <w:p w14:paraId="773D6BE9" w14:textId="77777777" w:rsidR="007B7814" w:rsidRPr="00FB3E54" w:rsidRDefault="007B781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r w:rsidRPr="00803FC5">
              <w:t>м.п.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4" w:name="_Toc395169951"/>
      <w:bookmarkStart w:id="275" w:name="_Ref399144957"/>
      <w:bookmarkStart w:id="276" w:name="_Toc471741034"/>
      <w:r w:rsidRPr="009D5BE0">
        <w:rPr>
          <w:szCs w:val="28"/>
        </w:rPr>
        <w:lastRenderedPageBreak/>
        <w:t>Техническое предложение (Форма 3)</w:t>
      </w:r>
      <w:bookmarkEnd w:id="274"/>
      <w:bookmarkEnd w:id="275"/>
      <w:bookmarkEnd w:id="276"/>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7" w:name="_Toc395169952"/>
      <w:bookmarkStart w:id="278" w:name="_Ref399149962"/>
      <w:bookmarkStart w:id="279" w:name="_Toc471741035"/>
      <w:r w:rsidRPr="00397524">
        <w:rPr>
          <w:szCs w:val="28"/>
        </w:rPr>
        <w:t>А</w:t>
      </w:r>
      <w:r w:rsidR="0051141D" w:rsidRPr="00397524">
        <w:rPr>
          <w:szCs w:val="28"/>
        </w:rPr>
        <w:t>нкета Участника (</w:t>
      </w:r>
      <w:bookmarkStart w:id="280" w:name="форма_4"/>
      <w:r w:rsidR="0051141D" w:rsidRPr="00397524">
        <w:rPr>
          <w:szCs w:val="28"/>
        </w:rPr>
        <w:t>Форма 4</w:t>
      </w:r>
      <w:bookmarkEnd w:id="280"/>
      <w:r w:rsidR="0051141D" w:rsidRPr="00397524">
        <w:rPr>
          <w:szCs w:val="28"/>
        </w:rPr>
        <w:t>)</w:t>
      </w:r>
      <w:r w:rsidR="0051141D" w:rsidRPr="00397524">
        <w:rPr>
          <w:szCs w:val="28"/>
          <w:vertAlign w:val="superscript"/>
        </w:rPr>
        <w:footnoteReference w:id="5"/>
      </w:r>
      <w:bookmarkEnd w:id="277"/>
      <w:bookmarkEnd w:id="278"/>
      <w:bookmarkEnd w:id="279"/>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1" w:name="_Toc395169953"/>
      <w:bookmarkStart w:id="282" w:name="_Toc471741036"/>
      <w:r w:rsidRPr="00397524">
        <w:rPr>
          <w:szCs w:val="28"/>
        </w:rPr>
        <w:t>Информация о цепочке собственников, включая бенефициаров (в том числе конечных) (</w:t>
      </w:r>
      <w:bookmarkStart w:id="283" w:name="форма_4_1"/>
      <w:r w:rsidRPr="00397524">
        <w:rPr>
          <w:szCs w:val="28"/>
        </w:rPr>
        <w:t>Форма 4.1</w:t>
      </w:r>
      <w:bookmarkEnd w:id="283"/>
      <w:r w:rsidRPr="00397524">
        <w:rPr>
          <w:szCs w:val="28"/>
        </w:rPr>
        <w:t>)</w:t>
      </w:r>
      <w:r w:rsidRPr="00397524">
        <w:rPr>
          <w:szCs w:val="28"/>
          <w:vertAlign w:val="superscript"/>
        </w:rPr>
        <w:footnoteReference w:id="6"/>
      </w:r>
      <w:bookmarkEnd w:id="281"/>
      <w:bookmarkEnd w:id="282"/>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4" w:name="_Toc395169954"/>
      <w:bookmarkStart w:id="285" w:name="_Toc471741037"/>
      <w:r w:rsidRPr="00397524">
        <w:rPr>
          <w:szCs w:val="28"/>
        </w:rPr>
        <w:lastRenderedPageBreak/>
        <w:t>Согласие на обработку и передачу своих персональных данных (</w:t>
      </w:r>
      <w:bookmarkStart w:id="286" w:name="форма_4_2"/>
      <w:r w:rsidRPr="00397524">
        <w:rPr>
          <w:szCs w:val="28"/>
        </w:rPr>
        <w:t>Форма 4.2</w:t>
      </w:r>
      <w:bookmarkEnd w:id="286"/>
      <w:r w:rsidRPr="00397524">
        <w:rPr>
          <w:szCs w:val="28"/>
        </w:rPr>
        <w:t>)</w:t>
      </w:r>
      <w:r w:rsidR="000E5724" w:rsidRPr="00397524">
        <w:rPr>
          <w:vertAlign w:val="superscript"/>
        </w:rPr>
        <w:footnoteReference w:id="7"/>
      </w:r>
      <w:r w:rsidRPr="00397524">
        <w:rPr>
          <w:szCs w:val="28"/>
          <w:vertAlign w:val="superscript"/>
        </w:rPr>
        <w:t>.</w:t>
      </w:r>
      <w:bookmarkEnd w:id="284"/>
      <w:bookmarkEnd w:id="285"/>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7" w:name="_Toc395169955"/>
      <w:bookmarkStart w:id="288" w:name="_Toc402524879"/>
      <w:bookmarkStart w:id="289"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0" w:name="форма_5"/>
      <w:r w:rsidRPr="00397524">
        <w:rPr>
          <w:szCs w:val="28"/>
        </w:rPr>
        <w:t>Форма 5</w:t>
      </w:r>
      <w:bookmarkEnd w:id="290"/>
      <w:r w:rsidRPr="00397524">
        <w:rPr>
          <w:szCs w:val="28"/>
        </w:rPr>
        <w:t>)</w:t>
      </w:r>
      <w:bookmarkEnd w:id="287"/>
      <w:bookmarkEnd w:id="288"/>
      <w:bookmarkEnd w:id="289"/>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1" w:name="форма_5_1"/>
      <w:r w:rsidRPr="00397524">
        <w:rPr>
          <w:b/>
          <w:sz w:val="24"/>
          <w:szCs w:val="24"/>
        </w:rPr>
        <w:t>Форма 5.1</w:t>
      </w:r>
      <w:bookmarkEnd w:id="291"/>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8"/>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2" w:name="форма_5_2"/>
      <w:r w:rsidRPr="00397524">
        <w:rPr>
          <w:b/>
          <w:sz w:val="24"/>
          <w:szCs w:val="24"/>
        </w:rPr>
        <w:t>Форма 5.2</w:t>
      </w:r>
      <w:bookmarkEnd w:id="292"/>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3" w:name="_Toc395169956"/>
      <w:bookmarkStart w:id="294" w:name="_Toc471741039"/>
      <w:r w:rsidRPr="00397524">
        <w:rPr>
          <w:szCs w:val="28"/>
        </w:rPr>
        <w:lastRenderedPageBreak/>
        <w:t>Справка о материально-технических ресурсах (</w:t>
      </w:r>
      <w:bookmarkStart w:id="295" w:name="форма_6"/>
      <w:r w:rsidRPr="00397524">
        <w:rPr>
          <w:szCs w:val="28"/>
        </w:rPr>
        <w:t>Форма 6</w:t>
      </w:r>
      <w:bookmarkEnd w:id="295"/>
      <w:r w:rsidRPr="00397524">
        <w:rPr>
          <w:szCs w:val="28"/>
        </w:rPr>
        <w:t>)</w:t>
      </w:r>
      <w:bookmarkEnd w:id="293"/>
      <w:bookmarkEnd w:id="294"/>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6" w:name="_Toc395169957"/>
      <w:bookmarkStart w:id="297" w:name="_Toc471741040"/>
      <w:r w:rsidRPr="00397524">
        <w:rPr>
          <w:szCs w:val="28"/>
        </w:rPr>
        <w:lastRenderedPageBreak/>
        <w:t>Справка о кадровых ресурсах Участника (</w:t>
      </w:r>
      <w:bookmarkStart w:id="298" w:name="форма_7"/>
      <w:r w:rsidRPr="00397524">
        <w:rPr>
          <w:szCs w:val="28"/>
        </w:rPr>
        <w:t>Форма 7</w:t>
      </w:r>
      <w:bookmarkEnd w:id="298"/>
      <w:r w:rsidRPr="00397524">
        <w:rPr>
          <w:szCs w:val="28"/>
        </w:rPr>
        <w:t>)</w:t>
      </w:r>
      <w:bookmarkEnd w:id="296"/>
      <w:bookmarkEnd w:id="297"/>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9"/>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9" w:name="_Toc395169958"/>
      <w:bookmarkStart w:id="300" w:name="_Toc471741041"/>
      <w:r w:rsidRPr="00397524">
        <w:rPr>
          <w:szCs w:val="28"/>
        </w:rPr>
        <w:lastRenderedPageBreak/>
        <w:t>Справка о финансовом положении Участника (</w:t>
      </w:r>
      <w:bookmarkStart w:id="301" w:name="форма_8"/>
      <w:r w:rsidRPr="00397524">
        <w:rPr>
          <w:szCs w:val="28"/>
        </w:rPr>
        <w:t>Форма 8</w:t>
      </w:r>
      <w:bookmarkEnd w:id="301"/>
      <w:r w:rsidRPr="00397524">
        <w:rPr>
          <w:szCs w:val="28"/>
        </w:rPr>
        <w:t>)</w:t>
      </w:r>
      <w:bookmarkEnd w:id="299"/>
      <w:bookmarkEnd w:id="300"/>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2"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3"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4" w:name="форма_9"/>
      <w:r w:rsidR="0051141D" w:rsidRPr="00397524">
        <w:rPr>
          <w:szCs w:val="28"/>
        </w:rPr>
        <w:t>Форма 9</w:t>
      </w:r>
      <w:bookmarkEnd w:id="304"/>
      <w:r w:rsidR="0051141D" w:rsidRPr="00397524">
        <w:rPr>
          <w:szCs w:val="28"/>
        </w:rPr>
        <w:t>)</w:t>
      </w:r>
      <w:r w:rsidR="0051141D" w:rsidRPr="00397524">
        <w:rPr>
          <w:szCs w:val="28"/>
          <w:vertAlign w:val="superscript"/>
        </w:rPr>
        <w:footnoteReference w:id="10"/>
      </w:r>
      <w:bookmarkEnd w:id="302"/>
      <w:bookmarkEnd w:id="303"/>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5"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6" w:name="_Toc471741043"/>
      <w:r w:rsidRPr="00397524">
        <w:rPr>
          <w:szCs w:val="28"/>
        </w:rPr>
        <w:t>Справка о деловой репутации Участника (участие в судебных разбирательствах) (</w:t>
      </w:r>
      <w:bookmarkStart w:id="307" w:name="форма_11"/>
      <w:r w:rsidRPr="00397524">
        <w:rPr>
          <w:szCs w:val="28"/>
        </w:rPr>
        <w:t xml:space="preserve">Форма </w:t>
      </w:r>
      <w:bookmarkEnd w:id="307"/>
      <w:r w:rsidR="000D1C02">
        <w:rPr>
          <w:szCs w:val="28"/>
        </w:rPr>
        <w:t>10</w:t>
      </w:r>
      <w:r w:rsidRPr="00397524">
        <w:rPr>
          <w:szCs w:val="28"/>
        </w:rPr>
        <w:t>)</w:t>
      </w:r>
      <w:r w:rsidR="009E7D28" w:rsidRPr="00397524">
        <w:rPr>
          <w:vertAlign w:val="superscript"/>
        </w:rPr>
        <w:footnoteReference w:id="11"/>
      </w:r>
      <w:bookmarkEnd w:id="306"/>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8" w:name="_Toc398881930"/>
      <w:bookmarkStart w:id="309" w:name="_Toc399233295"/>
      <w:bookmarkStart w:id="310" w:name="_Toc402524886"/>
      <w:bookmarkStart w:id="311" w:name="_Toc402527332"/>
      <w:r w:rsidRPr="00397524">
        <w:rPr>
          <w:sz w:val="28"/>
          <w:szCs w:val="28"/>
        </w:rPr>
        <w:t>___________________«Наименование Участника»</w:t>
      </w:r>
      <w:bookmarkEnd w:id="308"/>
      <w:bookmarkEnd w:id="309"/>
      <w:bookmarkEnd w:id="310"/>
      <w:bookmarkEnd w:id="311"/>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2" w:name="_Toc388344574"/>
      <w:bookmarkStart w:id="313" w:name="_Toc336591639"/>
      <w:bookmarkStart w:id="314" w:name="_Toc341372377"/>
      <w:bookmarkStart w:id="315" w:name="_Toc316387224"/>
      <w:bookmarkStart w:id="316" w:name="_Toc356906321"/>
    </w:p>
    <w:p w14:paraId="570B66F9" w14:textId="77777777" w:rsidR="00E95BE3" w:rsidRPr="00F75737" w:rsidRDefault="00F75737" w:rsidP="006B1797">
      <w:pPr>
        <w:pStyle w:val="20"/>
        <w:numPr>
          <w:ilvl w:val="0"/>
          <w:numId w:val="0"/>
        </w:numPr>
        <w:jc w:val="left"/>
        <w:outlineLvl w:val="1"/>
        <w:rPr>
          <w:b w:val="0"/>
          <w:szCs w:val="28"/>
        </w:rPr>
      </w:pPr>
      <w:bookmarkStart w:id="317"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8" w:name="форма_12_2"/>
      <w:r w:rsidR="00104817" w:rsidRPr="00F75737">
        <w:rPr>
          <w:szCs w:val="28"/>
        </w:rPr>
        <w:t xml:space="preserve">Форма </w:t>
      </w:r>
      <w:bookmarkEnd w:id="318"/>
      <w:r w:rsidR="000D1C02" w:rsidRPr="00F75737">
        <w:rPr>
          <w:szCs w:val="28"/>
        </w:rPr>
        <w:t>11</w:t>
      </w:r>
      <w:r w:rsidR="00E95BE3" w:rsidRPr="00F75737">
        <w:rPr>
          <w:szCs w:val="28"/>
        </w:rPr>
        <w:t>)</w:t>
      </w:r>
      <w:bookmarkEnd w:id="317"/>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9" w:name="_Toc398881932"/>
      <w:bookmarkStart w:id="320" w:name="_Toc399233297"/>
      <w:bookmarkStart w:id="321" w:name="_Toc402524888"/>
      <w:bookmarkStart w:id="322" w:name="_Toc402527334"/>
      <w:bookmarkStart w:id="323" w:name="_Toc416093135"/>
      <w:bookmarkStart w:id="324" w:name="_Toc455567236"/>
      <w:bookmarkStart w:id="325" w:name="_Toc471741045"/>
      <w:r w:rsidRPr="0038712B">
        <w:rPr>
          <w:b/>
          <w:sz w:val="22"/>
          <w:szCs w:val="22"/>
        </w:rPr>
        <w:t>Образец гарантии обеспечения выполнения условий договора (</w:t>
      </w:r>
      <w:bookmarkStart w:id="326" w:name="форма_12_1"/>
      <w:r w:rsidRPr="0038712B">
        <w:rPr>
          <w:b/>
          <w:sz w:val="22"/>
          <w:szCs w:val="22"/>
        </w:rPr>
        <w:t>Форма </w:t>
      </w:r>
      <w:r>
        <w:rPr>
          <w:b/>
          <w:sz w:val="22"/>
          <w:szCs w:val="22"/>
        </w:rPr>
        <w:t>11</w:t>
      </w:r>
      <w:r w:rsidRPr="0038712B">
        <w:rPr>
          <w:b/>
          <w:sz w:val="22"/>
          <w:szCs w:val="22"/>
        </w:rPr>
        <w:t>.1</w:t>
      </w:r>
      <w:bookmarkEnd w:id="326"/>
      <w:r w:rsidRPr="0038712B">
        <w:rPr>
          <w:b/>
          <w:sz w:val="22"/>
          <w:szCs w:val="22"/>
        </w:rPr>
        <w:t>)</w:t>
      </w:r>
      <w:bookmarkEnd w:id="319"/>
      <w:bookmarkEnd w:id="320"/>
      <w:bookmarkEnd w:id="321"/>
      <w:bookmarkEnd w:id="322"/>
      <w:bookmarkEnd w:id="323"/>
      <w:r>
        <w:rPr>
          <w:rStyle w:val="a7"/>
          <w:b/>
          <w:sz w:val="22"/>
          <w:szCs w:val="22"/>
        </w:rPr>
        <w:footnoteReference w:id="12"/>
      </w:r>
      <w:bookmarkEnd w:id="324"/>
      <w:bookmarkEnd w:id="325"/>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3"/>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4"/>
      </w:r>
    </w:p>
    <w:p w14:paraId="6A20110E" w14:textId="77777777" w:rsidR="00E95BE3" w:rsidRPr="00397524" w:rsidRDefault="002A06CC" w:rsidP="00E95BE3">
      <w:pPr>
        <w:rPr>
          <w:rFonts w:eastAsia="Calibri"/>
          <w:i/>
          <w:sz w:val="24"/>
          <w:szCs w:val="24"/>
        </w:rPr>
      </w:pPr>
      <w:r w:rsidRPr="00397524">
        <w:rPr>
          <w:sz w:val="28"/>
          <w:szCs w:val="28"/>
        </w:rPr>
        <w:lastRenderedPageBreak/>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2A982276" w14:textId="77777777" w:rsidR="00770CD6" w:rsidRDefault="00770CD6" w:rsidP="00E95BE3">
      <w:pPr>
        <w:rPr>
          <w:sz w:val="24"/>
        </w:rPr>
      </w:pPr>
    </w:p>
    <w:p w14:paraId="296ED7D8" w14:textId="77777777" w:rsidR="00770CD6" w:rsidRDefault="00770CD6" w:rsidP="00E95BE3">
      <w:pPr>
        <w:rPr>
          <w:sz w:val="24"/>
        </w:rPr>
      </w:pPr>
    </w:p>
    <w:p w14:paraId="1C5B3E2E" w14:textId="77777777" w:rsidR="00770CD6" w:rsidRDefault="00770CD6" w:rsidP="00E95BE3">
      <w:pPr>
        <w:rPr>
          <w:sz w:val="24"/>
        </w:rPr>
      </w:pPr>
    </w:p>
    <w:p w14:paraId="736D33D7" w14:textId="77777777" w:rsidR="00770CD6" w:rsidRDefault="00770CD6" w:rsidP="00E95BE3">
      <w:pPr>
        <w:rPr>
          <w:sz w:val="24"/>
        </w:rPr>
      </w:pPr>
    </w:p>
    <w:p w14:paraId="3F6AA3BC" w14:textId="77777777" w:rsidR="00770CD6" w:rsidRDefault="00770CD6" w:rsidP="00E95BE3">
      <w:pPr>
        <w:rPr>
          <w:sz w:val="24"/>
        </w:rPr>
      </w:pPr>
    </w:p>
    <w:p w14:paraId="79183B09" w14:textId="77777777" w:rsidR="00770CD6" w:rsidRDefault="00770CD6"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7" w:name="_Toc471741046"/>
      <w:bookmarkEnd w:id="312"/>
      <w:r w:rsidRPr="00397524">
        <w:lastRenderedPageBreak/>
        <w:t>Образец письма об отсутствии у участника закупки судимости (</w:t>
      </w:r>
      <w:bookmarkStart w:id="328" w:name="форма_14"/>
      <w:r w:rsidRPr="00397524">
        <w:t xml:space="preserve">Форма </w:t>
      </w:r>
      <w:bookmarkEnd w:id="328"/>
      <w:r w:rsidR="000D1C02">
        <w:t>12</w:t>
      </w:r>
      <w:r w:rsidRPr="00397524">
        <w:t>)</w:t>
      </w:r>
      <w:bookmarkEnd w:id="327"/>
    </w:p>
    <w:bookmarkEnd w:id="313"/>
    <w:bookmarkEnd w:id="314"/>
    <w:bookmarkEnd w:id="315"/>
    <w:bookmarkEnd w:id="316"/>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5"/>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9" w:name="_Toc395169962"/>
      <w:bookmarkStart w:id="330"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1" w:name="форма_15"/>
      <w:r w:rsidR="00A47867" w:rsidRPr="00397524">
        <w:rPr>
          <w:szCs w:val="28"/>
        </w:rPr>
        <w:t xml:space="preserve">Форма </w:t>
      </w:r>
      <w:bookmarkEnd w:id="331"/>
      <w:r w:rsidR="000E1FE8">
        <w:rPr>
          <w:szCs w:val="28"/>
        </w:rPr>
        <w:t>13</w:t>
      </w:r>
      <w:r w:rsidRPr="00397524">
        <w:rPr>
          <w:szCs w:val="28"/>
        </w:rPr>
        <w:t>)</w:t>
      </w:r>
      <w:bookmarkEnd w:id="329"/>
      <w:bookmarkEnd w:id="330"/>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709F7861" w:rsidR="00561B51" w:rsidRPr="00397524" w:rsidRDefault="00561B51" w:rsidP="0028188B">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8188B">
              <w:rPr>
                <w:sz w:val="22"/>
                <w:szCs w:val="22"/>
              </w:rPr>
              <w:t>6</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0207C5">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2"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3"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4" w:name="форма_17"/>
      <w:bookmarkStart w:id="335" w:name="форма_16"/>
      <w:r w:rsidR="007E77EE" w:rsidRPr="00397524">
        <w:rPr>
          <w:szCs w:val="28"/>
        </w:rPr>
        <w:t xml:space="preserve">Форма </w:t>
      </w:r>
      <w:bookmarkEnd w:id="334"/>
      <w:bookmarkEnd w:id="335"/>
      <w:r w:rsidR="000E1FE8">
        <w:rPr>
          <w:szCs w:val="28"/>
        </w:rPr>
        <w:t>14</w:t>
      </w:r>
      <w:r w:rsidR="007E77EE" w:rsidRPr="00397524">
        <w:rPr>
          <w:szCs w:val="28"/>
        </w:rPr>
        <w:t>)</w:t>
      </w:r>
      <w:bookmarkEnd w:id="332"/>
      <w:bookmarkEnd w:id="333"/>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6" w:name="_Toc383720386"/>
      <w:bookmarkStart w:id="337" w:name="_Toc373841349"/>
      <w:bookmarkStart w:id="338" w:name="_Ref323380034"/>
      <w:bookmarkStart w:id="339" w:name="_Ref323317806"/>
      <w:bookmarkStart w:id="340" w:name="_Ref323317792"/>
      <w:bookmarkStart w:id="341" w:name="_Toc255048985"/>
      <w:bookmarkStart w:id="342"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3" w:name="Par36"/>
            <w:bookmarkEnd w:id="343"/>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практическом применении (внедрении) </w:t>
            </w:r>
            <w:r w:rsidRPr="00B63788">
              <w:rPr>
                <w:rFonts w:eastAsiaTheme="minorHAnsi"/>
                <w:lang w:eastAsia="en-US"/>
              </w:rPr>
              <w:lastRenderedPageBreak/>
              <w:t>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4" w:name="Par56"/>
            <w:bookmarkEnd w:id="344"/>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5" w:name="Par63"/>
            <w:bookmarkEnd w:id="345"/>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w:t>
            </w:r>
            <w:r w:rsidRPr="00B63788">
              <w:rPr>
                <w:rFonts w:eastAsiaTheme="minorHAnsi"/>
                <w:lang w:eastAsia="en-US"/>
              </w:rPr>
              <w:lastRenderedPageBreak/>
              <w:t xml:space="preserve">деятельность без образования юридического лица, с указанием кодов </w:t>
            </w:r>
            <w:hyperlink r:id="rId33" w:history="1">
              <w:r w:rsidRPr="00B63788">
                <w:rPr>
                  <w:rFonts w:eastAsiaTheme="minorHAnsi"/>
                  <w:color w:val="0000FF"/>
                  <w:lang w:eastAsia="en-US"/>
                </w:rPr>
                <w:t>ОКВЭД2</w:t>
              </w:r>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6" w:name="Par78"/>
            <w:bookmarkEnd w:id="346"/>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ОКВЭД2</w:t>
              </w:r>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7" w:name="Par106"/>
      <w:bookmarkEnd w:id="347"/>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EF5E8B" w:rsidRDefault="0051141D" w:rsidP="006504E5">
      <w:pPr>
        <w:pStyle w:val="11"/>
        <w:keepNext w:val="0"/>
        <w:pageBreakBefore/>
        <w:ind w:left="0"/>
        <w:jc w:val="right"/>
        <w:rPr>
          <w:b w:val="0"/>
          <w:sz w:val="24"/>
        </w:rPr>
      </w:pPr>
      <w:bookmarkStart w:id="348" w:name="_Toc395169964"/>
      <w:bookmarkStart w:id="349" w:name="_Toc471741049"/>
      <w:bookmarkEnd w:id="336"/>
      <w:bookmarkEnd w:id="337"/>
      <w:bookmarkEnd w:id="338"/>
      <w:bookmarkEnd w:id="339"/>
      <w:bookmarkEnd w:id="340"/>
      <w:bookmarkEnd w:id="341"/>
      <w:bookmarkEnd w:id="342"/>
      <w:r w:rsidRPr="00EF5E8B">
        <w:rPr>
          <w:b w:val="0"/>
          <w:sz w:val="24"/>
        </w:rPr>
        <w:lastRenderedPageBreak/>
        <w:t>Приложение 1</w:t>
      </w:r>
      <w:bookmarkEnd w:id="348"/>
      <w:bookmarkEnd w:id="349"/>
      <w:r w:rsidRPr="00EF5E8B">
        <w:rPr>
          <w:b w:val="0"/>
          <w:sz w:val="24"/>
        </w:rPr>
        <w:t xml:space="preserve"> </w:t>
      </w:r>
    </w:p>
    <w:p w14:paraId="30A31716" w14:textId="382E7498"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EF5E8B">
        <w:rPr>
          <w:rFonts w:ascii="Times New Roman" w:eastAsia="Times New Roman" w:hAnsi="Times New Roman"/>
          <w:sz w:val="24"/>
          <w:szCs w:val="20"/>
          <w:lang w:eastAsia="ru-RU"/>
        </w:rPr>
        <w:t xml:space="preserve">к </w:t>
      </w:r>
      <w:r w:rsidR="00CF091E" w:rsidRPr="00EF5E8B">
        <w:rPr>
          <w:rFonts w:ascii="Times New Roman" w:eastAsia="Times New Roman" w:hAnsi="Times New Roman"/>
          <w:sz w:val="24"/>
          <w:szCs w:val="20"/>
          <w:lang w:eastAsia="ru-RU"/>
        </w:rPr>
        <w:t>Документации</w:t>
      </w:r>
      <w:r w:rsidRPr="00EF5E8B">
        <w:rPr>
          <w:rFonts w:ascii="Times New Roman" w:eastAsia="Times New Roman" w:hAnsi="Times New Roman"/>
          <w:sz w:val="24"/>
          <w:szCs w:val="20"/>
          <w:lang w:eastAsia="ru-RU"/>
        </w:rPr>
        <w:br/>
      </w:r>
      <w:r w:rsidR="00FB442E" w:rsidRPr="00EF5E8B">
        <w:rPr>
          <w:rFonts w:ascii="Times New Roman" w:eastAsia="Times New Roman" w:hAnsi="Times New Roman"/>
          <w:sz w:val="24"/>
          <w:szCs w:val="20"/>
          <w:lang w:eastAsia="ru-RU"/>
        </w:rPr>
        <w:t>№</w:t>
      </w:r>
      <w:r w:rsidR="00EF5E8B">
        <w:rPr>
          <w:rFonts w:ascii="Times New Roman" w:eastAsia="Times New Roman" w:hAnsi="Times New Roman"/>
          <w:sz w:val="24"/>
          <w:szCs w:val="20"/>
          <w:lang w:eastAsia="ru-RU"/>
        </w:rPr>
        <w:t xml:space="preserve"> </w:t>
      </w:r>
      <w:r w:rsidR="006602A2">
        <w:rPr>
          <w:rFonts w:ascii="Times New Roman" w:eastAsia="Times New Roman" w:hAnsi="Times New Roman"/>
          <w:sz w:val="24"/>
          <w:szCs w:val="20"/>
          <w:lang w:eastAsia="ru-RU"/>
        </w:rPr>
        <w:t>10</w:t>
      </w:r>
      <w:r w:rsidR="00EF3027">
        <w:rPr>
          <w:rFonts w:ascii="Times New Roman" w:eastAsia="Times New Roman" w:hAnsi="Times New Roman"/>
          <w:sz w:val="24"/>
          <w:szCs w:val="20"/>
          <w:lang w:eastAsia="ru-RU"/>
        </w:rPr>
        <w:t>1</w:t>
      </w:r>
      <w:r w:rsidR="00942C88">
        <w:rPr>
          <w:rFonts w:ascii="Times New Roman" w:eastAsia="Times New Roman" w:hAnsi="Times New Roman"/>
          <w:sz w:val="24"/>
          <w:szCs w:val="20"/>
          <w:lang w:eastAsia="ru-RU"/>
        </w:rPr>
        <w:t>14</w:t>
      </w:r>
      <w:r w:rsidR="00EF5E8B">
        <w:rPr>
          <w:rFonts w:ascii="Times New Roman" w:eastAsia="Times New Roman" w:hAnsi="Times New Roman"/>
          <w:sz w:val="24"/>
          <w:szCs w:val="20"/>
          <w:lang w:eastAsia="ru-RU"/>
        </w:rPr>
        <w:t>/</w:t>
      </w:r>
      <w:r w:rsidR="00EF3027">
        <w:rPr>
          <w:rFonts w:ascii="Times New Roman" w:eastAsia="Times New Roman" w:hAnsi="Times New Roman"/>
          <w:sz w:val="24"/>
          <w:szCs w:val="20"/>
          <w:lang w:eastAsia="ru-RU"/>
        </w:rPr>
        <w:t>П</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7C141A8F" w:rsidR="0051141D" w:rsidRPr="00EF5E8B" w:rsidRDefault="0051141D" w:rsidP="00C40676">
      <w:pPr>
        <w:pStyle w:val="a8"/>
        <w:rPr>
          <w:b/>
        </w:rPr>
      </w:pPr>
      <w:r w:rsidRPr="00EF5E8B">
        <w:t xml:space="preserve">Проект договора является неотъемлемой частью </w:t>
      </w:r>
      <w:r w:rsidR="00CF091E" w:rsidRPr="00EF5E8B">
        <w:t>Документации</w:t>
      </w:r>
      <w:r w:rsidRPr="00EF5E8B">
        <w:t xml:space="preserve"> и размещен в файле </w:t>
      </w:r>
      <w:r w:rsidR="00EF5E8B">
        <w:rPr>
          <w:lang w:val="en-US"/>
        </w:rPr>
        <w:t>Z</w:t>
      </w:r>
      <w:r w:rsidR="00FB442E" w:rsidRPr="00EF5E8B">
        <w:rPr>
          <w:lang w:val="en-US"/>
        </w:rPr>
        <w:t>D</w:t>
      </w:r>
      <w:r w:rsidR="00FB442E" w:rsidRPr="00EF5E8B">
        <w:t>_</w:t>
      </w:r>
      <w:r w:rsidR="00EF3027">
        <w:t>101</w:t>
      </w:r>
      <w:r w:rsidR="00942C88">
        <w:t>14</w:t>
      </w:r>
      <w:r w:rsidR="00FB442E" w:rsidRPr="00EF5E8B">
        <w:t>_</w:t>
      </w:r>
      <w:r w:rsidR="00FB442E" w:rsidRPr="00EF5E8B">
        <w:rPr>
          <w:lang w:val="en-US"/>
        </w:rPr>
        <w:t>DOGOVOR</w:t>
      </w:r>
      <w:r w:rsidR="00EF5E8B">
        <w:t>.</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0" w:name="_Toc395169965"/>
      <w:bookmarkStart w:id="351" w:name="_Toc471741050"/>
      <w:r w:rsidRPr="00397524">
        <w:rPr>
          <w:b w:val="0"/>
          <w:sz w:val="24"/>
        </w:rPr>
        <w:lastRenderedPageBreak/>
        <w:t>Приложение 2</w:t>
      </w:r>
      <w:bookmarkEnd w:id="350"/>
      <w:bookmarkEnd w:id="351"/>
      <w:r w:rsidRPr="00397524">
        <w:rPr>
          <w:b w:val="0"/>
          <w:sz w:val="24"/>
        </w:rPr>
        <w:t xml:space="preserve"> </w:t>
      </w:r>
    </w:p>
    <w:p w14:paraId="7F274C38" w14:textId="56C6B44B"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EF5E8B">
        <w:rPr>
          <w:rFonts w:ascii="Times New Roman" w:eastAsia="Times New Roman" w:hAnsi="Times New Roman"/>
          <w:sz w:val="24"/>
          <w:szCs w:val="20"/>
          <w:lang w:eastAsia="ru-RU"/>
        </w:rPr>
        <w:t>Документации</w:t>
      </w:r>
      <w:r w:rsidRPr="00EF5E8B">
        <w:rPr>
          <w:rFonts w:ascii="Times New Roman" w:eastAsia="Times New Roman" w:hAnsi="Times New Roman"/>
          <w:sz w:val="24"/>
          <w:szCs w:val="20"/>
          <w:lang w:eastAsia="ru-RU"/>
        </w:rPr>
        <w:br/>
      </w:r>
      <w:r w:rsidR="00FB442E" w:rsidRPr="00EF5E8B">
        <w:rPr>
          <w:rFonts w:ascii="Times New Roman" w:eastAsia="Times New Roman" w:hAnsi="Times New Roman"/>
          <w:sz w:val="24"/>
          <w:szCs w:val="20"/>
          <w:lang w:eastAsia="ru-RU"/>
        </w:rPr>
        <w:t>№</w:t>
      </w:r>
      <w:r w:rsidR="00EF5E8B">
        <w:rPr>
          <w:rFonts w:ascii="Times New Roman" w:eastAsia="Times New Roman" w:hAnsi="Times New Roman"/>
          <w:sz w:val="24"/>
          <w:szCs w:val="20"/>
          <w:lang w:eastAsia="ru-RU"/>
        </w:rPr>
        <w:t xml:space="preserve"> </w:t>
      </w:r>
      <w:r w:rsidR="006602A2">
        <w:rPr>
          <w:rFonts w:ascii="Times New Roman" w:eastAsia="Times New Roman" w:hAnsi="Times New Roman"/>
          <w:sz w:val="24"/>
          <w:szCs w:val="20"/>
          <w:lang w:eastAsia="ru-RU"/>
        </w:rPr>
        <w:t>10</w:t>
      </w:r>
      <w:r w:rsidR="001044D1">
        <w:rPr>
          <w:rFonts w:ascii="Times New Roman" w:eastAsia="Times New Roman" w:hAnsi="Times New Roman"/>
          <w:sz w:val="24"/>
          <w:szCs w:val="20"/>
          <w:lang w:eastAsia="ru-RU"/>
        </w:rPr>
        <w:t>1</w:t>
      </w:r>
      <w:r w:rsidR="00942C88">
        <w:rPr>
          <w:rFonts w:ascii="Times New Roman" w:eastAsia="Times New Roman" w:hAnsi="Times New Roman"/>
          <w:sz w:val="24"/>
          <w:szCs w:val="20"/>
          <w:lang w:eastAsia="ru-RU"/>
        </w:rPr>
        <w:t>14</w:t>
      </w:r>
      <w:r w:rsidR="00EF5E8B">
        <w:rPr>
          <w:rFonts w:ascii="Times New Roman" w:eastAsia="Times New Roman" w:hAnsi="Times New Roman"/>
          <w:sz w:val="24"/>
          <w:szCs w:val="20"/>
          <w:lang w:eastAsia="ru-RU"/>
        </w:rPr>
        <w:t>/</w:t>
      </w:r>
      <w:r w:rsidR="001044D1">
        <w:rPr>
          <w:rFonts w:ascii="Times New Roman" w:eastAsia="Times New Roman" w:hAnsi="Times New Roman"/>
          <w:sz w:val="24"/>
          <w:szCs w:val="20"/>
          <w:lang w:eastAsia="ru-RU"/>
        </w:rPr>
        <w:t>П</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32D31B57" w:rsidR="0051141D" w:rsidRPr="00EF5E8B" w:rsidRDefault="0051141D" w:rsidP="00C40676">
      <w:pPr>
        <w:pStyle w:val="a8"/>
      </w:pPr>
      <w:r w:rsidRPr="00EF5E8B">
        <w:t>Техническ</w:t>
      </w:r>
      <w:r w:rsidR="006A4534">
        <w:t>ое задание</w:t>
      </w:r>
      <w:r w:rsidRPr="00EF5E8B">
        <w:t xml:space="preserve"> является неотъемлемой частью </w:t>
      </w:r>
      <w:r w:rsidR="00CF091E" w:rsidRPr="00EF5E8B">
        <w:t>Документации</w:t>
      </w:r>
      <w:r w:rsidR="00C40676" w:rsidRPr="00EF5E8B">
        <w:t xml:space="preserve"> и размещен</w:t>
      </w:r>
      <w:r w:rsidR="005318B3">
        <w:t>о</w:t>
      </w:r>
      <w:r w:rsidR="00C40676" w:rsidRPr="00EF5E8B">
        <w:t xml:space="preserve"> в </w:t>
      </w:r>
      <w:r w:rsidRPr="00EF5E8B">
        <w:t>файле</w:t>
      </w:r>
      <w:r w:rsidR="00DA69F9" w:rsidRPr="00EF5E8B">
        <w:t xml:space="preserve"> </w:t>
      </w:r>
      <w:r w:rsidR="00EF5E8B">
        <w:rPr>
          <w:lang w:val="en-US"/>
        </w:rPr>
        <w:t>Z</w:t>
      </w:r>
      <w:r w:rsidR="00C56BDE" w:rsidRPr="00EF5E8B">
        <w:rPr>
          <w:lang w:val="en-US"/>
        </w:rPr>
        <w:t>D</w:t>
      </w:r>
      <w:r w:rsidR="00C56BDE" w:rsidRPr="00EF5E8B">
        <w:t>_</w:t>
      </w:r>
      <w:r w:rsidR="006602A2">
        <w:t>10</w:t>
      </w:r>
      <w:r w:rsidR="006A4534">
        <w:t>1</w:t>
      </w:r>
      <w:r w:rsidR="00942C88">
        <w:t>14</w:t>
      </w:r>
      <w:r w:rsidR="00C56BDE" w:rsidRPr="00EF5E8B">
        <w:t>_</w:t>
      </w:r>
      <w:r w:rsidR="00CA77AD">
        <w:rPr>
          <w:lang w:val="en-US"/>
        </w:rPr>
        <w:t>tz</w:t>
      </w:r>
      <w:r w:rsidR="00C56BDE" w:rsidRPr="00EF5E8B">
        <w:t>.</w:t>
      </w:r>
      <w:r w:rsidR="00C56BDE" w:rsidRPr="00EF5E8B">
        <w:rPr>
          <w:lang w:val="en-US"/>
        </w:rPr>
        <w:t>doc</w:t>
      </w:r>
    </w:p>
    <w:p w14:paraId="1A51BB2D" w14:textId="3287B55B" w:rsidR="006A4534" w:rsidRDefault="00077A95" w:rsidP="00386F56">
      <w:pPr>
        <w:pStyle w:val="a8"/>
        <w:ind w:firstLine="567"/>
      </w:pPr>
      <w:r>
        <w:t xml:space="preserve">  </w:t>
      </w:r>
      <w:r w:rsidR="00FB3E54" w:rsidRPr="00EF5E8B">
        <w:t>Сводно-сметные расчеты являются</w:t>
      </w:r>
      <w:r w:rsidR="00386F56" w:rsidRPr="00EF5E8B">
        <w:t xml:space="preserve"> неотъемлемой частью </w:t>
      </w:r>
      <w:r w:rsidR="006A4534">
        <w:t>Д</w:t>
      </w:r>
      <w:r w:rsidR="00386F56" w:rsidRPr="00EF5E8B">
        <w:t xml:space="preserve">окументации и </w:t>
      </w:r>
      <w:r w:rsidR="00EA2899" w:rsidRPr="00EF5E8B">
        <w:t>размещены в файл</w:t>
      </w:r>
      <w:r w:rsidR="00556995">
        <w:rPr>
          <w:lang w:val="en-US"/>
        </w:rPr>
        <w:t>t</w:t>
      </w:r>
      <w:r w:rsidR="00EA2899" w:rsidRPr="00EF5E8B">
        <w:t xml:space="preserve"> </w:t>
      </w:r>
      <w:r w:rsidR="00EF5E8B">
        <w:rPr>
          <w:lang w:val="en-US"/>
        </w:rPr>
        <w:t>Z</w:t>
      </w:r>
      <w:r w:rsidR="00EA2899" w:rsidRPr="00EF5E8B">
        <w:t>D_</w:t>
      </w:r>
      <w:r w:rsidR="006602A2">
        <w:t>10</w:t>
      </w:r>
      <w:r w:rsidR="006A4534" w:rsidRPr="006A4534">
        <w:t>1</w:t>
      </w:r>
      <w:r w:rsidR="00942C88">
        <w:t>14</w:t>
      </w:r>
      <w:r w:rsidR="00386F56" w:rsidRPr="00EF5E8B">
        <w:t>_</w:t>
      </w:r>
      <w:r w:rsidR="00E477E5" w:rsidRPr="00EF5E8B">
        <w:rPr>
          <w:lang w:val="en-US"/>
        </w:rPr>
        <w:t>smet</w:t>
      </w:r>
      <w:r w:rsidR="00E477E5" w:rsidRPr="00EF5E8B">
        <w:t>у</w:t>
      </w:r>
      <w:r w:rsidR="00D8511C" w:rsidRPr="00EF5E8B">
        <w:t>.</w:t>
      </w:r>
      <w:r w:rsidR="00D8511C" w:rsidRPr="00EF5E8B">
        <w:rPr>
          <w:lang w:val="en-US"/>
        </w:rPr>
        <w:t>xls</w:t>
      </w:r>
      <w:r w:rsidR="00B6305C" w:rsidRPr="00EF5E8B">
        <w:rPr>
          <w:lang w:val="en-US"/>
        </w:rPr>
        <w:t>x</w:t>
      </w:r>
    </w:p>
    <w:p w14:paraId="729526B3" w14:textId="47B57123" w:rsidR="00386F56" w:rsidRDefault="00556995" w:rsidP="00386F56">
      <w:pPr>
        <w:pStyle w:val="a8"/>
        <w:ind w:firstLine="567"/>
      </w:pPr>
      <w:r w:rsidRPr="00556995">
        <w:t xml:space="preserve"> </w:t>
      </w:r>
      <w:r w:rsidR="006A4534">
        <w:t xml:space="preserve"> Проектная документация является неотъемлемой частью Документации</w:t>
      </w:r>
      <w:r>
        <w:t xml:space="preserve"> и размещена в файле </w:t>
      </w:r>
      <w:r>
        <w:rPr>
          <w:lang w:val="en-US"/>
        </w:rPr>
        <w:t>ZD</w:t>
      </w:r>
      <w:r w:rsidRPr="00556995">
        <w:t>_101</w:t>
      </w:r>
      <w:r w:rsidR="00942C88">
        <w:t>14</w:t>
      </w:r>
      <w:r w:rsidRPr="00556995">
        <w:t>_</w:t>
      </w:r>
      <w:r>
        <w:rPr>
          <w:lang w:val="en-US"/>
        </w:rPr>
        <w:t>Proekty</w:t>
      </w:r>
      <w:r w:rsidR="006201BF">
        <w:t>.</w:t>
      </w:r>
    </w:p>
    <w:p w14:paraId="3501A1EA" w14:textId="2F3640A2" w:rsidR="00BF4FD4" w:rsidRPr="00BF4FD4" w:rsidRDefault="00BF4FD4" w:rsidP="00386F56">
      <w:pPr>
        <w:pStyle w:val="a8"/>
        <w:ind w:firstLine="567"/>
      </w:pPr>
      <w:r>
        <w:t xml:space="preserve">  Адресный перечень является неотъемлемой частью Документации и размещен в файле </w:t>
      </w:r>
      <w:r>
        <w:rPr>
          <w:lang w:val="en-US"/>
        </w:rPr>
        <w:t>ZD</w:t>
      </w:r>
      <w:r w:rsidRPr="00BF4FD4">
        <w:t>_101</w:t>
      </w:r>
      <w:r w:rsidR="00942C88">
        <w:t>14</w:t>
      </w:r>
      <w:r>
        <w:t>_</w:t>
      </w:r>
      <w:r>
        <w:rPr>
          <w:lang w:val="en-US"/>
        </w:rPr>
        <w:t>adres</w:t>
      </w:r>
      <w:r w:rsidRPr="00BF4FD4">
        <w:t>.</w:t>
      </w:r>
    </w:p>
    <w:p w14:paraId="5EFAA1C1" w14:textId="77777777" w:rsidR="004A6F10" w:rsidRPr="00397524" w:rsidRDefault="004A6F10" w:rsidP="00CB3166">
      <w:pPr>
        <w:pStyle w:val="11"/>
        <w:keepNext w:val="0"/>
        <w:ind w:left="0"/>
        <w:jc w:val="right"/>
        <w:rPr>
          <w:b w:val="0"/>
          <w:sz w:val="24"/>
        </w:rPr>
      </w:pPr>
      <w:r w:rsidRPr="00397524">
        <w:br w:type="page"/>
      </w:r>
      <w:bookmarkStart w:id="352" w:name="_Toc395169966"/>
      <w:bookmarkStart w:id="353" w:name="_Toc471741051"/>
      <w:r w:rsidRPr="00397524">
        <w:rPr>
          <w:b w:val="0"/>
          <w:sz w:val="24"/>
        </w:rPr>
        <w:lastRenderedPageBreak/>
        <w:t>Приложение 3</w:t>
      </w:r>
      <w:bookmarkEnd w:id="352"/>
      <w:bookmarkEnd w:id="353"/>
      <w:r w:rsidRPr="00397524">
        <w:rPr>
          <w:b w:val="0"/>
          <w:sz w:val="24"/>
        </w:rPr>
        <w:t xml:space="preserve"> </w:t>
      </w:r>
    </w:p>
    <w:p w14:paraId="501C4559" w14:textId="2A15CAA7" w:rsidR="004A6F10" w:rsidRPr="0063284E" w:rsidRDefault="004A6F10" w:rsidP="008E2FEA">
      <w:pPr>
        <w:pStyle w:val="aff8"/>
        <w:spacing w:after="0" w:line="240" w:lineRule="auto"/>
        <w:jc w:val="right"/>
        <w:rPr>
          <w:rFonts w:ascii="Times New Roman" w:eastAsia="Times New Roman" w:hAnsi="Times New Roman"/>
          <w:sz w:val="24"/>
          <w:szCs w:val="20"/>
          <w:lang w:eastAsia="ru-RU"/>
        </w:rPr>
      </w:pPr>
      <w:bookmarkStart w:id="354" w:name="_Toc395169967"/>
      <w:bookmarkStart w:id="355" w:name="_Toc398881942"/>
      <w:bookmarkStart w:id="356" w:name="_Toc399233307"/>
      <w:bookmarkStart w:id="357" w:name="_Toc402524896"/>
      <w:bookmarkStart w:id="358"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r w:rsidRPr="0063284E">
        <w:rPr>
          <w:rFonts w:ascii="Times New Roman" w:eastAsia="Times New Roman" w:hAnsi="Times New Roman"/>
          <w:sz w:val="24"/>
          <w:szCs w:val="20"/>
          <w:lang w:eastAsia="ru-RU"/>
        </w:rPr>
        <w:t>№</w:t>
      </w:r>
      <w:bookmarkEnd w:id="354"/>
      <w:bookmarkEnd w:id="355"/>
      <w:bookmarkEnd w:id="356"/>
      <w:bookmarkEnd w:id="357"/>
      <w:bookmarkEnd w:id="358"/>
      <w:r w:rsidR="0063284E" w:rsidRPr="0026138D">
        <w:rPr>
          <w:rFonts w:ascii="Times New Roman" w:eastAsia="Times New Roman" w:hAnsi="Times New Roman"/>
          <w:sz w:val="24"/>
          <w:szCs w:val="20"/>
          <w:lang w:eastAsia="ru-RU"/>
        </w:rPr>
        <w:t xml:space="preserve"> </w:t>
      </w:r>
      <w:r w:rsidR="005312C2">
        <w:rPr>
          <w:rFonts w:ascii="Times New Roman" w:eastAsia="Times New Roman" w:hAnsi="Times New Roman"/>
          <w:sz w:val="24"/>
          <w:szCs w:val="20"/>
          <w:lang w:eastAsia="ru-RU"/>
        </w:rPr>
        <w:t>10</w:t>
      </w:r>
      <w:r w:rsidR="00E5339F">
        <w:rPr>
          <w:rFonts w:ascii="Times New Roman" w:eastAsia="Times New Roman" w:hAnsi="Times New Roman"/>
          <w:sz w:val="24"/>
          <w:szCs w:val="20"/>
          <w:lang w:eastAsia="ru-RU"/>
        </w:rPr>
        <w:t>1</w:t>
      </w:r>
      <w:r w:rsidR="00942C88">
        <w:rPr>
          <w:rFonts w:ascii="Times New Roman" w:eastAsia="Times New Roman" w:hAnsi="Times New Roman"/>
          <w:sz w:val="24"/>
          <w:szCs w:val="20"/>
          <w:lang w:eastAsia="ru-RU"/>
        </w:rPr>
        <w:t>14</w:t>
      </w:r>
      <w:r w:rsidR="0063284E" w:rsidRPr="0026138D">
        <w:rPr>
          <w:rFonts w:ascii="Times New Roman" w:eastAsia="Times New Roman" w:hAnsi="Times New Roman"/>
          <w:sz w:val="24"/>
          <w:szCs w:val="20"/>
          <w:lang w:eastAsia="ru-RU"/>
        </w:rPr>
        <w:t>/</w:t>
      </w:r>
      <w:r w:rsidR="00E5339F">
        <w:rPr>
          <w:rFonts w:ascii="Times New Roman" w:eastAsia="Times New Roman" w:hAnsi="Times New Roman"/>
          <w:sz w:val="24"/>
          <w:szCs w:val="20"/>
          <w:lang w:eastAsia="ru-RU"/>
        </w:rPr>
        <w:t>П</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3B47CCEB" w:rsidR="004A6F10" w:rsidRPr="00784E45" w:rsidRDefault="004A6F10" w:rsidP="004A6F10">
      <w:pPr>
        <w:pStyle w:val="a8"/>
      </w:pPr>
      <w:r w:rsidRPr="0063284E">
        <w:t xml:space="preserve">Методика и критерии оценки заявок на участие </w:t>
      </w:r>
      <w:r w:rsidR="00CF091E" w:rsidRPr="0063284E">
        <w:t xml:space="preserve">в </w:t>
      </w:r>
      <w:r w:rsidR="003E45CF" w:rsidRPr="0063284E">
        <w:t>Запросе предложений</w:t>
      </w:r>
      <w:r w:rsidRPr="0063284E">
        <w:t xml:space="preserve"> является неотъемлемой частью </w:t>
      </w:r>
      <w:r w:rsidR="00CF091E" w:rsidRPr="0063284E">
        <w:t>Документации</w:t>
      </w:r>
      <w:r w:rsidRPr="0063284E">
        <w:t xml:space="preserve"> и размещена в </w:t>
      </w:r>
      <w:r w:rsidR="003C0EFE" w:rsidRPr="0063284E">
        <w:t xml:space="preserve">файле                                   </w:t>
      </w:r>
      <w:r w:rsidR="00942C88">
        <w:rPr>
          <w:lang w:val="en-US"/>
        </w:rPr>
        <w:t>Z</w:t>
      </w:r>
      <w:r w:rsidRPr="0063284E">
        <w:t>D_</w:t>
      </w:r>
      <w:r w:rsidR="005312C2">
        <w:t>10</w:t>
      </w:r>
      <w:r w:rsidR="00E5339F">
        <w:t>1</w:t>
      </w:r>
      <w:r w:rsidR="00942C88">
        <w:t>14</w:t>
      </w:r>
      <w:r w:rsidRPr="0063284E">
        <w:t>_</w:t>
      </w:r>
      <w:r w:rsidRPr="0063284E">
        <w:rPr>
          <w:lang w:val="en-US"/>
        </w:rPr>
        <w:t>met</w:t>
      </w:r>
      <w:r w:rsidRPr="0063284E">
        <w:t>.doc</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FB738A" w14:textId="77777777" w:rsidR="00D135D0" w:rsidRDefault="00D135D0">
      <w:r>
        <w:separator/>
      </w:r>
    </w:p>
  </w:endnote>
  <w:endnote w:type="continuationSeparator" w:id="0">
    <w:p w14:paraId="43B555FD" w14:textId="77777777" w:rsidR="00D135D0" w:rsidRDefault="00D135D0">
      <w:r>
        <w:continuationSeparator/>
      </w:r>
    </w:p>
  </w:endnote>
  <w:endnote w:type="continuationNotice" w:id="1">
    <w:p w14:paraId="778B03FE" w14:textId="77777777" w:rsidR="00D135D0" w:rsidRDefault="00D135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007291" w:rsidRPr="009D79BC" w14:paraId="69D70D11" w14:textId="77777777" w:rsidTr="009D79BC">
      <w:tc>
        <w:tcPr>
          <w:tcW w:w="5068" w:type="dxa"/>
        </w:tcPr>
        <w:p w14:paraId="38F09B1A" w14:textId="77777777" w:rsidR="00007291" w:rsidRPr="006F3B13" w:rsidRDefault="00007291"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007291" w:rsidRPr="00167F68" w:rsidRDefault="00007291"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0207C5">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0207C5">
            <w:rPr>
              <w:b/>
              <w:noProof/>
              <w:spacing w:val="-14"/>
              <w:sz w:val="22"/>
              <w:szCs w:val="22"/>
            </w:rPr>
            <w:t>70</w:t>
          </w:r>
          <w:r w:rsidRPr="006F3B13">
            <w:rPr>
              <w:b/>
              <w:spacing w:val="-14"/>
              <w:sz w:val="22"/>
              <w:szCs w:val="22"/>
            </w:rPr>
            <w:fldChar w:fldCharType="end"/>
          </w:r>
        </w:p>
      </w:tc>
    </w:tr>
  </w:tbl>
  <w:p w14:paraId="7A1D3BC9" w14:textId="77777777" w:rsidR="00007291" w:rsidRPr="00167F68" w:rsidRDefault="00007291"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007291" w:rsidRDefault="00007291">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007291" w:rsidRDefault="00007291"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007291" w:rsidRDefault="0000729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B8EF42" w14:textId="77777777" w:rsidR="00D135D0" w:rsidRDefault="00D135D0">
      <w:r>
        <w:separator/>
      </w:r>
    </w:p>
  </w:footnote>
  <w:footnote w:type="continuationSeparator" w:id="0">
    <w:p w14:paraId="1F8E7CDB" w14:textId="77777777" w:rsidR="00D135D0" w:rsidRDefault="00D135D0">
      <w:r>
        <w:continuationSeparator/>
      </w:r>
    </w:p>
  </w:footnote>
  <w:footnote w:type="continuationNotice" w:id="1">
    <w:p w14:paraId="3A3C46DF" w14:textId="77777777" w:rsidR="00D135D0" w:rsidRDefault="00D135D0"/>
  </w:footnote>
  <w:footnote w:id="2">
    <w:p w14:paraId="78B4594D" w14:textId="77777777" w:rsidR="00007291" w:rsidRPr="00803FC5" w:rsidRDefault="00007291" w:rsidP="007B781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39D2CC4B" w14:textId="77777777" w:rsidR="00007291" w:rsidRDefault="00007291" w:rsidP="007B781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2</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p w14:paraId="66F433AF" w14:textId="77777777" w:rsidR="00007291" w:rsidRPr="00803FC5" w:rsidRDefault="00007291" w:rsidP="007B7814">
      <w:pPr>
        <w:autoSpaceDE w:val="0"/>
        <w:autoSpaceDN w:val="0"/>
        <w:adjustRightInd w:val="0"/>
        <w:jc w:val="both"/>
        <w:rPr>
          <w:sz w:val="16"/>
          <w:szCs w:val="16"/>
        </w:rPr>
      </w:pPr>
      <w:r>
        <w:rPr>
          <w:rStyle w:val="a7"/>
          <w:sz w:val="16"/>
          <w:szCs w:val="16"/>
        </w:rPr>
        <w:t>3</w:t>
      </w:r>
      <w:r w:rsidRPr="00803FC5">
        <w:rPr>
          <w:sz w:val="16"/>
          <w:szCs w:val="16"/>
        </w:rPr>
        <w:t xml:space="preserve"> Сведения, представленные в таблице 2.</w:t>
      </w:r>
      <w:r>
        <w:rPr>
          <w:sz w:val="16"/>
          <w:szCs w:val="16"/>
        </w:rPr>
        <w:t>3</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4">
    <w:p w14:paraId="416FA3A1" w14:textId="77777777" w:rsidR="00007291" w:rsidRPr="00803FC5" w:rsidRDefault="00007291" w:rsidP="007B7814">
      <w:pPr>
        <w:autoSpaceDE w:val="0"/>
        <w:autoSpaceDN w:val="0"/>
        <w:adjustRightInd w:val="0"/>
        <w:jc w:val="both"/>
        <w:rPr>
          <w:sz w:val="16"/>
          <w:szCs w:val="16"/>
        </w:rPr>
      </w:pPr>
    </w:p>
  </w:footnote>
  <w:footnote w:id="5">
    <w:p w14:paraId="577B99D9" w14:textId="77777777" w:rsidR="00007291" w:rsidRDefault="00007291"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6">
    <w:p w14:paraId="3BCA044E" w14:textId="77777777" w:rsidR="00007291" w:rsidRPr="00F32259" w:rsidRDefault="00007291"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007291" w:rsidRPr="00F32259" w:rsidRDefault="00007291"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007291" w:rsidRPr="00F32259" w:rsidRDefault="0000729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007291" w:rsidRDefault="0000729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007291" w:rsidRPr="00F32259" w:rsidRDefault="0000729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007291" w:rsidRPr="00F32259" w:rsidRDefault="0000729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007291" w:rsidRPr="00F32259" w:rsidRDefault="00007291"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007291" w:rsidRPr="00F32259" w:rsidRDefault="00007291"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007291" w:rsidRDefault="00007291"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007291" w:rsidRPr="00372FF8" w:rsidRDefault="00007291"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007291" w:rsidRPr="00F32259" w:rsidRDefault="00007291"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007291" w:rsidRDefault="00007291" w:rsidP="009F3485">
      <w:pPr>
        <w:pStyle w:val="Style1"/>
        <w:widowControl/>
        <w:spacing w:line="240" w:lineRule="auto"/>
        <w:ind w:firstLine="696"/>
      </w:pPr>
    </w:p>
  </w:footnote>
  <w:footnote w:id="7">
    <w:p w14:paraId="7B047166" w14:textId="00C4DF43" w:rsidR="00007291" w:rsidRPr="00B6305C" w:rsidRDefault="00007291"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8">
    <w:p w14:paraId="747F4D1D" w14:textId="77777777" w:rsidR="00007291" w:rsidRDefault="00007291" w:rsidP="000E2241">
      <w:pPr>
        <w:pStyle w:val="a6"/>
      </w:pPr>
      <w:r>
        <w:rPr>
          <w:rStyle w:val="a7"/>
        </w:rPr>
        <w:footnoteRef/>
      </w:r>
      <w:r>
        <w:t xml:space="preserve"> Сведения представляются за последние 3 (три) года.</w:t>
      </w:r>
    </w:p>
  </w:footnote>
  <w:footnote w:id="9">
    <w:p w14:paraId="52BE4380" w14:textId="77777777" w:rsidR="00007291" w:rsidRPr="00DB6B96" w:rsidRDefault="00007291"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007291" w:rsidRDefault="00007291" w:rsidP="008E4EDE">
      <w:pPr>
        <w:pStyle w:val="a1"/>
        <w:numPr>
          <w:ilvl w:val="0"/>
          <w:numId w:val="0"/>
        </w:numPr>
        <w:ind w:left="142"/>
        <w:rPr>
          <w:sz w:val="16"/>
          <w:szCs w:val="16"/>
        </w:rPr>
      </w:pPr>
    </w:p>
    <w:p w14:paraId="245E8BEA" w14:textId="77777777" w:rsidR="00007291" w:rsidRPr="008E4EDE" w:rsidRDefault="00007291"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007291" w:rsidRPr="008E4EDE" w:rsidRDefault="00007291"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007291" w:rsidRPr="00DB6B96" w:rsidRDefault="00007291"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10">
    <w:p w14:paraId="11C59C20" w14:textId="77777777" w:rsidR="00007291" w:rsidRPr="0039341F" w:rsidRDefault="00007291"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007291" w:rsidRPr="00AF3E94" w:rsidRDefault="00007291" w:rsidP="009F3485">
      <w:pPr>
        <w:pStyle w:val="a8"/>
        <w:ind w:left="240" w:hanging="240"/>
      </w:pPr>
    </w:p>
  </w:footnote>
  <w:footnote w:id="11">
    <w:p w14:paraId="47B89DAD" w14:textId="77777777" w:rsidR="00007291" w:rsidRDefault="00007291"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2">
    <w:p w14:paraId="1085C3A0" w14:textId="77777777" w:rsidR="00007291" w:rsidRDefault="00007291"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3">
    <w:p w14:paraId="76AE996E" w14:textId="77777777" w:rsidR="00007291" w:rsidRDefault="00007291" w:rsidP="009C0D97">
      <w:pPr>
        <w:pStyle w:val="a6"/>
      </w:pPr>
      <w:r>
        <w:rPr>
          <w:rStyle w:val="a7"/>
        </w:rPr>
        <w:footnoteRef/>
      </w:r>
      <w:r>
        <w:t xml:space="preserve"> </w:t>
      </w:r>
      <w:r w:rsidRPr="000D1FBA">
        <w:t>Согласовывается с Заказчиком</w:t>
      </w:r>
    </w:p>
  </w:footnote>
  <w:footnote w:id="14">
    <w:p w14:paraId="2340F5AB" w14:textId="77777777" w:rsidR="00007291" w:rsidRDefault="00007291">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EDF53" w14:textId="7D50FCFE" w:rsidR="00007291" w:rsidRDefault="00007291">
    <w:pPr>
      <w:pStyle w:val="ac"/>
    </w:pPr>
    <w:r>
      <w:t xml:space="preserve">Документация о запросе предложений                                                                     </w:t>
    </w:r>
    <w:r w:rsidRPr="00DB7E33">
      <w:t>№</w:t>
    </w:r>
    <w:r>
      <w:t xml:space="preserve"> 101</w:t>
    </w:r>
    <w:r w:rsidR="00672B5A">
      <w:t>14</w:t>
    </w:r>
    <w:r>
      <w:t>/П</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007291" w:rsidRDefault="00007291"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007291" w:rsidRDefault="00007291"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007291" w:rsidRPr="00CF5E92" w:rsidRDefault="00007291">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007291" w:rsidRDefault="00007291"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007291" w:rsidRDefault="0000729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8B54394"/>
    <w:multiLevelType w:val="hybridMultilevel"/>
    <w:tmpl w:val="8AB01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7">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8">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1">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3">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4">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9"/>
  </w:num>
  <w:num w:numId="7">
    <w:abstractNumId w:val="34"/>
  </w:num>
  <w:num w:numId="8">
    <w:abstractNumId w:val="44"/>
  </w:num>
  <w:num w:numId="9">
    <w:abstractNumId w:val="30"/>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3"/>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2"/>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7"/>
  </w:num>
  <w:num w:numId="32">
    <w:abstractNumId w:val="11"/>
  </w:num>
  <w:num w:numId="33">
    <w:abstractNumId w:val="31"/>
  </w:num>
  <w:num w:numId="34">
    <w:abstractNumId w:val="35"/>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8"/>
  </w:num>
  <w:num w:numId="47">
    <w:abstractNumId w:val="25"/>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34A"/>
    <w:rsid w:val="00002CC3"/>
    <w:rsid w:val="000035D9"/>
    <w:rsid w:val="000043E3"/>
    <w:rsid w:val="000064FD"/>
    <w:rsid w:val="00006502"/>
    <w:rsid w:val="00006524"/>
    <w:rsid w:val="0000679A"/>
    <w:rsid w:val="00006E28"/>
    <w:rsid w:val="00007291"/>
    <w:rsid w:val="000100C3"/>
    <w:rsid w:val="0001030B"/>
    <w:rsid w:val="00010816"/>
    <w:rsid w:val="00010B31"/>
    <w:rsid w:val="00010E38"/>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7C5"/>
    <w:rsid w:val="00020E79"/>
    <w:rsid w:val="000210A0"/>
    <w:rsid w:val="000214BB"/>
    <w:rsid w:val="000217C4"/>
    <w:rsid w:val="00021EBD"/>
    <w:rsid w:val="00022510"/>
    <w:rsid w:val="00022918"/>
    <w:rsid w:val="00023D64"/>
    <w:rsid w:val="0002472F"/>
    <w:rsid w:val="00024760"/>
    <w:rsid w:val="00024766"/>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3D15"/>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1C7"/>
    <w:rsid w:val="000603E9"/>
    <w:rsid w:val="0006060B"/>
    <w:rsid w:val="00060769"/>
    <w:rsid w:val="000612E5"/>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5D4"/>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6A55"/>
    <w:rsid w:val="000776F4"/>
    <w:rsid w:val="0007792D"/>
    <w:rsid w:val="00077A95"/>
    <w:rsid w:val="00077F96"/>
    <w:rsid w:val="00081641"/>
    <w:rsid w:val="0008244A"/>
    <w:rsid w:val="00082677"/>
    <w:rsid w:val="000827B8"/>
    <w:rsid w:val="00083851"/>
    <w:rsid w:val="00083B84"/>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3E1"/>
    <w:rsid w:val="000954CD"/>
    <w:rsid w:val="0009592E"/>
    <w:rsid w:val="000959B6"/>
    <w:rsid w:val="0009610F"/>
    <w:rsid w:val="00096E4D"/>
    <w:rsid w:val="00096E66"/>
    <w:rsid w:val="00096ECC"/>
    <w:rsid w:val="00097226"/>
    <w:rsid w:val="00097621"/>
    <w:rsid w:val="000A00EB"/>
    <w:rsid w:val="000A04D1"/>
    <w:rsid w:val="000A14BF"/>
    <w:rsid w:val="000A1A19"/>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454"/>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21BB"/>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0B25"/>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149"/>
    <w:rsid w:val="000F4CAE"/>
    <w:rsid w:val="000F4E6D"/>
    <w:rsid w:val="000F5054"/>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61D"/>
    <w:rsid w:val="001038B4"/>
    <w:rsid w:val="00103F14"/>
    <w:rsid w:val="0010416E"/>
    <w:rsid w:val="001044D1"/>
    <w:rsid w:val="00104817"/>
    <w:rsid w:val="0010498B"/>
    <w:rsid w:val="001049AC"/>
    <w:rsid w:val="00104DFD"/>
    <w:rsid w:val="001051F1"/>
    <w:rsid w:val="001053CB"/>
    <w:rsid w:val="00105934"/>
    <w:rsid w:val="00105E3F"/>
    <w:rsid w:val="001064CB"/>
    <w:rsid w:val="00106528"/>
    <w:rsid w:val="00106E39"/>
    <w:rsid w:val="00106E4F"/>
    <w:rsid w:val="00107338"/>
    <w:rsid w:val="001079F6"/>
    <w:rsid w:val="00107CA1"/>
    <w:rsid w:val="001102EE"/>
    <w:rsid w:val="00110800"/>
    <w:rsid w:val="00110A2C"/>
    <w:rsid w:val="001110CF"/>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37AF"/>
    <w:rsid w:val="00123CAE"/>
    <w:rsid w:val="0012412E"/>
    <w:rsid w:val="001248F8"/>
    <w:rsid w:val="00125A88"/>
    <w:rsid w:val="00125ACA"/>
    <w:rsid w:val="00125B44"/>
    <w:rsid w:val="00125C59"/>
    <w:rsid w:val="00125D21"/>
    <w:rsid w:val="00126C26"/>
    <w:rsid w:val="00127982"/>
    <w:rsid w:val="00127EE2"/>
    <w:rsid w:val="00130E27"/>
    <w:rsid w:val="00130FEC"/>
    <w:rsid w:val="0013100C"/>
    <w:rsid w:val="0013154A"/>
    <w:rsid w:val="001333BB"/>
    <w:rsid w:val="001338FB"/>
    <w:rsid w:val="001345B4"/>
    <w:rsid w:val="00134F3A"/>
    <w:rsid w:val="00135497"/>
    <w:rsid w:val="00135986"/>
    <w:rsid w:val="00135D72"/>
    <w:rsid w:val="00135E3A"/>
    <w:rsid w:val="001377A5"/>
    <w:rsid w:val="00137BCC"/>
    <w:rsid w:val="001402CA"/>
    <w:rsid w:val="00140932"/>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0529"/>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3D3D"/>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1F9"/>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38E"/>
    <w:rsid w:val="0018465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685A"/>
    <w:rsid w:val="001970A1"/>
    <w:rsid w:val="00197242"/>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A774B"/>
    <w:rsid w:val="001B0000"/>
    <w:rsid w:val="001B0B1E"/>
    <w:rsid w:val="001B1162"/>
    <w:rsid w:val="001B1BF1"/>
    <w:rsid w:val="001B236B"/>
    <w:rsid w:val="001B2725"/>
    <w:rsid w:val="001B2751"/>
    <w:rsid w:val="001B2CEE"/>
    <w:rsid w:val="001B31E6"/>
    <w:rsid w:val="001B38D9"/>
    <w:rsid w:val="001B437C"/>
    <w:rsid w:val="001B43DC"/>
    <w:rsid w:val="001B48B6"/>
    <w:rsid w:val="001B4DAD"/>
    <w:rsid w:val="001B5254"/>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642"/>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A13"/>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2C4"/>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7C2"/>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1E16"/>
    <w:rsid w:val="00232101"/>
    <w:rsid w:val="00232987"/>
    <w:rsid w:val="00232AFE"/>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658D"/>
    <w:rsid w:val="00247049"/>
    <w:rsid w:val="00247107"/>
    <w:rsid w:val="0024733A"/>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6F68"/>
    <w:rsid w:val="0025708A"/>
    <w:rsid w:val="002579B3"/>
    <w:rsid w:val="00260D61"/>
    <w:rsid w:val="00261012"/>
    <w:rsid w:val="0026138D"/>
    <w:rsid w:val="0026138F"/>
    <w:rsid w:val="00261585"/>
    <w:rsid w:val="00261617"/>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211"/>
    <w:rsid w:val="0028169E"/>
    <w:rsid w:val="0028188B"/>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8783E"/>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2EB2"/>
    <w:rsid w:val="002A325B"/>
    <w:rsid w:val="002A3B35"/>
    <w:rsid w:val="002A3CCD"/>
    <w:rsid w:val="002A4A92"/>
    <w:rsid w:val="002A4E8D"/>
    <w:rsid w:val="002A5363"/>
    <w:rsid w:val="002A5D79"/>
    <w:rsid w:val="002A67C6"/>
    <w:rsid w:val="002B06A2"/>
    <w:rsid w:val="002B1045"/>
    <w:rsid w:val="002B1739"/>
    <w:rsid w:val="002B1809"/>
    <w:rsid w:val="002B2037"/>
    <w:rsid w:val="002B27B8"/>
    <w:rsid w:val="002B30D9"/>
    <w:rsid w:val="002B37DD"/>
    <w:rsid w:val="002B3D1A"/>
    <w:rsid w:val="002B4D87"/>
    <w:rsid w:val="002B4E45"/>
    <w:rsid w:val="002B514B"/>
    <w:rsid w:val="002B55F5"/>
    <w:rsid w:val="002B5985"/>
    <w:rsid w:val="002B5CBB"/>
    <w:rsid w:val="002B6748"/>
    <w:rsid w:val="002B6B50"/>
    <w:rsid w:val="002B6F08"/>
    <w:rsid w:val="002B71AC"/>
    <w:rsid w:val="002B7C80"/>
    <w:rsid w:val="002B7CA3"/>
    <w:rsid w:val="002C03D8"/>
    <w:rsid w:val="002C1087"/>
    <w:rsid w:val="002C1AFD"/>
    <w:rsid w:val="002C1E57"/>
    <w:rsid w:val="002C2021"/>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5AE0"/>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2F5"/>
    <w:rsid w:val="00326956"/>
    <w:rsid w:val="00326F8C"/>
    <w:rsid w:val="00327963"/>
    <w:rsid w:val="0032797A"/>
    <w:rsid w:val="00327A49"/>
    <w:rsid w:val="00327EC4"/>
    <w:rsid w:val="0033056C"/>
    <w:rsid w:val="003306E1"/>
    <w:rsid w:val="00330A9A"/>
    <w:rsid w:val="00330B50"/>
    <w:rsid w:val="00330C40"/>
    <w:rsid w:val="00330EF6"/>
    <w:rsid w:val="003312B0"/>
    <w:rsid w:val="00331637"/>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1BE6"/>
    <w:rsid w:val="00342139"/>
    <w:rsid w:val="00342463"/>
    <w:rsid w:val="003427A9"/>
    <w:rsid w:val="00342B92"/>
    <w:rsid w:val="00342EB8"/>
    <w:rsid w:val="00342F24"/>
    <w:rsid w:val="00342F71"/>
    <w:rsid w:val="00343139"/>
    <w:rsid w:val="00343A13"/>
    <w:rsid w:val="00343F82"/>
    <w:rsid w:val="00344026"/>
    <w:rsid w:val="003440D6"/>
    <w:rsid w:val="003442DF"/>
    <w:rsid w:val="0034430B"/>
    <w:rsid w:val="003446FB"/>
    <w:rsid w:val="00344C65"/>
    <w:rsid w:val="00346583"/>
    <w:rsid w:val="00346811"/>
    <w:rsid w:val="003468CC"/>
    <w:rsid w:val="0034779D"/>
    <w:rsid w:val="0034797D"/>
    <w:rsid w:val="00347BEF"/>
    <w:rsid w:val="00347FD1"/>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05C"/>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4C6B"/>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766"/>
    <w:rsid w:val="00382C44"/>
    <w:rsid w:val="00383624"/>
    <w:rsid w:val="00383B8B"/>
    <w:rsid w:val="00383D90"/>
    <w:rsid w:val="00383F34"/>
    <w:rsid w:val="003840D0"/>
    <w:rsid w:val="00384714"/>
    <w:rsid w:val="003849BC"/>
    <w:rsid w:val="00384A72"/>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2EC8"/>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335"/>
    <w:rsid w:val="003B3D51"/>
    <w:rsid w:val="003B499B"/>
    <w:rsid w:val="003B52B2"/>
    <w:rsid w:val="003B577A"/>
    <w:rsid w:val="003B58C3"/>
    <w:rsid w:val="003B58F0"/>
    <w:rsid w:val="003B6F0F"/>
    <w:rsid w:val="003B79AC"/>
    <w:rsid w:val="003B79DF"/>
    <w:rsid w:val="003C084E"/>
    <w:rsid w:val="003C0C17"/>
    <w:rsid w:val="003C0EFE"/>
    <w:rsid w:val="003C13B7"/>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134"/>
    <w:rsid w:val="003D184F"/>
    <w:rsid w:val="003D18A0"/>
    <w:rsid w:val="003D18C5"/>
    <w:rsid w:val="003D219B"/>
    <w:rsid w:val="003D2967"/>
    <w:rsid w:val="003D298A"/>
    <w:rsid w:val="003D3C2F"/>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5A1"/>
    <w:rsid w:val="003F5B0B"/>
    <w:rsid w:val="003F5E4B"/>
    <w:rsid w:val="003F6124"/>
    <w:rsid w:val="003F70DF"/>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2A92"/>
    <w:rsid w:val="004235F6"/>
    <w:rsid w:val="004237DB"/>
    <w:rsid w:val="00423EA6"/>
    <w:rsid w:val="0042441C"/>
    <w:rsid w:val="00425207"/>
    <w:rsid w:val="00425216"/>
    <w:rsid w:val="00425639"/>
    <w:rsid w:val="00425765"/>
    <w:rsid w:val="00425CE4"/>
    <w:rsid w:val="0042649B"/>
    <w:rsid w:val="00426659"/>
    <w:rsid w:val="00426BFC"/>
    <w:rsid w:val="0042793F"/>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306"/>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939"/>
    <w:rsid w:val="00446D7B"/>
    <w:rsid w:val="00447790"/>
    <w:rsid w:val="004477A0"/>
    <w:rsid w:val="004500B3"/>
    <w:rsid w:val="00450253"/>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3D5"/>
    <w:rsid w:val="00466811"/>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CF0"/>
    <w:rsid w:val="00475DB8"/>
    <w:rsid w:val="00475F8D"/>
    <w:rsid w:val="0047669A"/>
    <w:rsid w:val="00476964"/>
    <w:rsid w:val="00476B71"/>
    <w:rsid w:val="00476D8E"/>
    <w:rsid w:val="0047726F"/>
    <w:rsid w:val="00481A06"/>
    <w:rsid w:val="00481D34"/>
    <w:rsid w:val="004834F0"/>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B83"/>
    <w:rsid w:val="00487C53"/>
    <w:rsid w:val="00490226"/>
    <w:rsid w:val="00490917"/>
    <w:rsid w:val="00490BA5"/>
    <w:rsid w:val="00490E17"/>
    <w:rsid w:val="00490E4F"/>
    <w:rsid w:val="00490FB5"/>
    <w:rsid w:val="004914C4"/>
    <w:rsid w:val="00491EBC"/>
    <w:rsid w:val="00492B38"/>
    <w:rsid w:val="004932F7"/>
    <w:rsid w:val="004945D4"/>
    <w:rsid w:val="00494714"/>
    <w:rsid w:val="00494C07"/>
    <w:rsid w:val="00494FEB"/>
    <w:rsid w:val="004950CC"/>
    <w:rsid w:val="00495383"/>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482"/>
    <w:rsid w:val="004C49D3"/>
    <w:rsid w:val="004C51F2"/>
    <w:rsid w:val="004C5254"/>
    <w:rsid w:val="004C5720"/>
    <w:rsid w:val="004C616C"/>
    <w:rsid w:val="004C62A0"/>
    <w:rsid w:val="004C7F5C"/>
    <w:rsid w:val="004D05E1"/>
    <w:rsid w:val="004D05FD"/>
    <w:rsid w:val="004D0808"/>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2ABE"/>
    <w:rsid w:val="004E35FF"/>
    <w:rsid w:val="004E3689"/>
    <w:rsid w:val="004E3DC6"/>
    <w:rsid w:val="004E3E6A"/>
    <w:rsid w:val="004E5790"/>
    <w:rsid w:val="004E5CAB"/>
    <w:rsid w:val="004E669C"/>
    <w:rsid w:val="004E6DB3"/>
    <w:rsid w:val="004E6EE0"/>
    <w:rsid w:val="004E792D"/>
    <w:rsid w:val="004F000C"/>
    <w:rsid w:val="004F0365"/>
    <w:rsid w:val="004F07E5"/>
    <w:rsid w:val="004F09CF"/>
    <w:rsid w:val="004F0D4E"/>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2CA"/>
    <w:rsid w:val="0050033D"/>
    <w:rsid w:val="005006D2"/>
    <w:rsid w:val="00501035"/>
    <w:rsid w:val="0050146A"/>
    <w:rsid w:val="00502481"/>
    <w:rsid w:val="0050252C"/>
    <w:rsid w:val="0050257D"/>
    <w:rsid w:val="00503039"/>
    <w:rsid w:val="0050313C"/>
    <w:rsid w:val="00503184"/>
    <w:rsid w:val="00503298"/>
    <w:rsid w:val="0050367D"/>
    <w:rsid w:val="00503A5B"/>
    <w:rsid w:val="00503E7C"/>
    <w:rsid w:val="0050434A"/>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5D39"/>
    <w:rsid w:val="00525DDB"/>
    <w:rsid w:val="005265FD"/>
    <w:rsid w:val="0052692D"/>
    <w:rsid w:val="00526DAE"/>
    <w:rsid w:val="005272FD"/>
    <w:rsid w:val="0052742E"/>
    <w:rsid w:val="0053067A"/>
    <w:rsid w:val="00530DEC"/>
    <w:rsid w:val="005312C2"/>
    <w:rsid w:val="005318B3"/>
    <w:rsid w:val="00531B18"/>
    <w:rsid w:val="00532EB8"/>
    <w:rsid w:val="00532FD1"/>
    <w:rsid w:val="00533892"/>
    <w:rsid w:val="00533F05"/>
    <w:rsid w:val="005349CB"/>
    <w:rsid w:val="00534A44"/>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219"/>
    <w:rsid w:val="00550444"/>
    <w:rsid w:val="00550976"/>
    <w:rsid w:val="00550F54"/>
    <w:rsid w:val="00551C84"/>
    <w:rsid w:val="00552092"/>
    <w:rsid w:val="00552B63"/>
    <w:rsid w:val="00553A0B"/>
    <w:rsid w:val="00553A93"/>
    <w:rsid w:val="00553F30"/>
    <w:rsid w:val="00554580"/>
    <w:rsid w:val="00555671"/>
    <w:rsid w:val="005556CA"/>
    <w:rsid w:val="00555BF8"/>
    <w:rsid w:val="00555F9D"/>
    <w:rsid w:val="00556995"/>
    <w:rsid w:val="00556DFF"/>
    <w:rsid w:val="005575D5"/>
    <w:rsid w:val="005600AF"/>
    <w:rsid w:val="00560768"/>
    <w:rsid w:val="00560A05"/>
    <w:rsid w:val="00560C71"/>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4CC"/>
    <w:rsid w:val="00592BE3"/>
    <w:rsid w:val="00592CF2"/>
    <w:rsid w:val="0059304D"/>
    <w:rsid w:val="005935F4"/>
    <w:rsid w:val="00594995"/>
    <w:rsid w:val="00595BE2"/>
    <w:rsid w:val="00595F5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0FF"/>
    <w:rsid w:val="005D3F30"/>
    <w:rsid w:val="005D51C0"/>
    <w:rsid w:val="005D5EC4"/>
    <w:rsid w:val="005D633E"/>
    <w:rsid w:val="005D6798"/>
    <w:rsid w:val="005D69CD"/>
    <w:rsid w:val="005D6DB4"/>
    <w:rsid w:val="005D7907"/>
    <w:rsid w:val="005E078B"/>
    <w:rsid w:val="005E100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1BB"/>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2990"/>
    <w:rsid w:val="00613723"/>
    <w:rsid w:val="006143A0"/>
    <w:rsid w:val="00614737"/>
    <w:rsid w:val="0061480B"/>
    <w:rsid w:val="00614C9C"/>
    <w:rsid w:val="00614FD9"/>
    <w:rsid w:val="0061502B"/>
    <w:rsid w:val="0061534F"/>
    <w:rsid w:val="00615472"/>
    <w:rsid w:val="006156EA"/>
    <w:rsid w:val="00615AA3"/>
    <w:rsid w:val="00615CC8"/>
    <w:rsid w:val="00615F5E"/>
    <w:rsid w:val="00616347"/>
    <w:rsid w:val="006164AF"/>
    <w:rsid w:val="00616543"/>
    <w:rsid w:val="00616EB0"/>
    <w:rsid w:val="0061703D"/>
    <w:rsid w:val="00617A33"/>
    <w:rsid w:val="00617D21"/>
    <w:rsid w:val="006201BF"/>
    <w:rsid w:val="00620A86"/>
    <w:rsid w:val="00621B81"/>
    <w:rsid w:val="00622182"/>
    <w:rsid w:val="0062267D"/>
    <w:rsid w:val="00622F5D"/>
    <w:rsid w:val="006231FF"/>
    <w:rsid w:val="00624C41"/>
    <w:rsid w:val="006253BC"/>
    <w:rsid w:val="006254DF"/>
    <w:rsid w:val="00626A2C"/>
    <w:rsid w:val="00626B21"/>
    <w:rsid w:val="00626D73"/>
    <w:rsid w:val="00626F0A"/>
    <w:rsid w:val="0062740D"/>
    <w:rsid w:val="006276B5"/>
    <w:rsid w:val="00627DD3"/>
    <w:rsid w:val="00627E27"/>
    <w:rsid w:val="0063184D"/>
    <w:rsid w:val="0063215F"/>
    <w:rsid w:val="006326A5"/>
    <w:rsid w:val="0063284E"/>
    <w:rsid w:val="00632A79"/>
    <w:rsid w:val="00633A14"/>
    <w:rsid w:val="00634592"/>
    <w:rsid w:val="00634BBE"/>
    <w:rsid w:val="00635517"/>
    <w:rsid w:val="006356BA"/>
    <w:rsid w:val="00635A12"/>
    <w:rsid w:val="00635FC7"/>
    <w:rsid w:val="0063652D"/>
    <w:rsid w:val="00636AB7"/>
    <w:rsid w:val="00636D89"/>
    <w:rsid w:val="006370C3"/>
    <w:rsid w:val="006371EB"/>
    <w:rsid w:val="00637440"/>
    <w:rsid w:val="00637BA3"/>
    <w:rsid w:val="00640033"/>
    <w:rsid w:val="00640560"/>
    <w:rsid w:val="00640A97"/>
    <w:rsid w:val="00640B01"/>
    <w:rsid w:val="00640CC3"/>
    <w:rsid w:val="0064148F"/>
    <w:rsid w:val="006418E3"/>
    <w:rsid w:val="00641903"/>
    <w:rsid w:val="0064241B"/>
    <w:rsid w:val="006433BB"/>
    <w:rsid w:val="006433BD"/>
    <w:rsid w:val="00643C40"/>
    <w:rsid w:val="00644A31"/>
    <w:rsid w:val="00645871"/>
    <w:rsid w:val="00645AEF"/>
    <w:rsid w:val="00646164"/>
    <w:rsid w:val="00646BDD"/>
    <w:rsid w:val="0064778B"/>
    <w:rsid w:val="006504E5"/>
    <w:rsid w:val="0065069C"/>
    <w:rsid w:val="006506E0"/>
    <w:rsid w:val="00651325"/>
    <w:rsid w:val="00651D30"/>
    <w:rsid w:val="0065205C"/>
    <w:rsid w:val="0065269A"/>
    <w:rsid w:val="00652746"/>
    <w:rsid w:val="0065274A"/>
    <w:rsid w:val="00652AD2"/>
    <w:rsid w:val="00653143"/>
    <w:rsid w:val="00653782"/>
    <w:rsid w:val="00653A1A"/>
    <w:rsid w:val="00653D1B"/>
    <w:rsid w:val="006543C8"/>
    <w:rsid w:val="006555E9"/>
    <w:rsid w:val="00655618"/>
    <w:rsid w:val="006559EF"/>
    <w:rsid w:val="0065606B"/>
    <w:rsid w:val="0065645D"/>
    <w:rsid w:val="00656979"/>
    <w:rsid w:val="00656F04"/>
    <w:rsid w:val="00657B37"/>
    <w:rsid w:val="00657BC7"/>
    <w:rsid w:val="00657C75"/>
    <w:rsid w:val="006602A2"/>
    <w:rsid w:val="006607EE"/>
    <w:rsid w:val="006614BC"/>
    <w:rsid w:val="00661642"/>
    <w:rsid w:val="0066204C"/>
    <w:rsid w:val="00662568"/>
    <w:rsid w:val="00663B0B"/>
    <w:rsid w:val="00663B23"/>
    <w:rsid w:val="00663E28"/>
    <w:rsid w:val="00664230"/>
    <w:rsid w:val="00664486"/>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2B5A"/>
    <w:rsid w:val="006731E3"/>
    <w:rsid w:val="00673F93"/>
    <w:rsid w:val="00674293"/>
    <w:rsid w:val="00674917"/>
    <w:rsid w:val="00674E8D"/>
    <w:rsid w:val="00675544"/>
    <w:rsid w:val="00675A79"/>
    <w:rsid w:val="006762C8"/>
    <w:rsid w:val="00676693"/>
    <w:rsid w:val="006770B8"/>
    <w:rsid w:val="006774A1"/>
    <w:rsid w:val="006774B9"/>
    <w:rsid w:val="006802F3"/>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4ED6"/>
    <w:rsid w:val="00685678"/>
    <w:rsid w:val="006864EE"/>
    <w:rsid w:val="00686A2E"/>
    <w:rsid w:val="0068762C"/>
    <w:rsid w:val="00687B2B"/>
    <w:rsid w:val="006903C7"/>
    <w:rsid w:val="00690844"/>
    <w:rsid w:val="00690D89"/>
    <w:rsid w:val="006913A2"/>
    <w:rsid w:val="0069142E"/>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10"/>
    <w:rsid w:val="006A3B31"/>
    <w:rsid w:val="006A3BFF"/>
    <w:rsid w:val="006A3C1D"/>
    <w:rsid w:val="006A4534"/>
    <w:rsid w:val="006A508B"/>
    <w:rsid w:val="006A6043"/>
    <w:rsid w:val="006A629B"/>
    <w:rsid w:val="006A6917"/>
    <w:rsid w:val="006A732F"/>
    <w:rsid w:val="006A75EC"/>
    <w:rsid w:val="006A7EE4"/>
    <w:rsid w:val="006B076E"/>
    <w:rsid w:val="006B0A06"/>
    <w:rsid w:val="006B1258"/>
    <w:rsid w:val="006B1797"/>
    <w:rsid w:val="006B207F"/>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1E77"/>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3C4"/>
    <w:rsid w:val="006E0B9B"/>
    <w:rsid w:val="006E11BE"/>
    <w:rsid w:val="006E1299"/>
    <w:rsid w:val="006E15B8"/>
    <w:rsid w:val="006E2139"/>
    <w:rsid w:val="006E2941"/>
    <w:rsid w:val="006E2F62"/>
    <w:rsid w:val="006E4AFC"/>
    <w:rsid w:val="006E5957"/>
    <w:rsid w:val="006E5F04"/>
    <w:rsid w:val="006E6356"/>
    <w:rsid w:val="006F01F7"/>
    <w:rsid w:val="006F04A2"/>
    <w:rsid w:val="006F10E6"/>
    <w:rsid w:val="006F12BA"/>
    <w:rsid w:val="006F21BF"/>
    <w:rsid w:val="006F23E3"/>
    <w:rsid w:val="006F2DE9"/>
    <w:rsid w:val="006F3526"/>
    <w:rsid w:val="006F3B13"/>
    <w:rsid w:val="006F40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18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16B"/>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5F86"/>
    <w:rsid w:val="0074647B"/>
    <w:rsid w:val="00746562"/>
    <w:rsid w:val="00746798"/>
    <w:rsid w:val="00746A95"/>
    <w:rsid w:val="007470F8"/>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4B6"/>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6332"/>
    <w:rsid w:val="007671B3"/>
    <w:rsid w:val="007677FE"/>
    <w:rsid w:val="007700BF"/>
    <w:rsid w:val="00770654"/>
    <w:rsid w:val="007706BB"/>
    <w:rsid w:val="00770CD6"/>
    <w:rsid w:val="007714AB"/>
    <w:rsid w:val="0077275A"/>
    <w:rsid w:val="0077280D"/>
    <w:rsid w:val="0077286E"/>
    <w:rsid w:val="00772E16"/>
    <w:rsid w:val="007734B1"/>
    <w:rsid w:val="00773AAB"/>
    <w:rsid w:val="00773CAD"/>
    <w:rsid w:val="00774162"/>
    <w:rsid w:val="0077419E"/>
    <w:rsid w:val="00774D46"/>
    <w:rsid w:val="00775166"/>
    <w:rsid w:val="007756E3"/>
    <w:rsid w:val="0077592B"/>
    <w:rsid w:val="0077609E"/>
    <w:rsid w:val="007767DA"/>
    <w:rsid w:val="00776C28"/>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814"/>
    <w:rsid w:val="007B7EE6"/>
    <w:rsid w:val="007C0050"/>
    <w:rsid w:val="007C010A"/>
    <w:rsid w:val="007C055D"/>
    <w:rsid w:val="007C061F"/>
    <w:rsid w:val="007C063D"/>
    <w:rsid w:val="007C0E80"/>
    <w:rsid w:val="007C16B0"/>
    <w:rsid w:val="007C177D"/>
    <w:rsid w:val="007C28A3"/>
    <w:rsid w:val="007C29A4"/>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27C"/>
    <w:rsid w:val="007F594A"/>
    <w:rsid w:val="007F5EE1"/>
    <w:rsid w:val="007F6083"/>
    <w:rsid w:val="007F625E"/>
    <w:rsid w:val="007F6944"/>
    <w:rsid w:val="007F6CE1"/>
    <w:rsid w:val="007F7DAD"/>
    <w:rsid w:val="0080036A"/>
    <w:rsid w:val="00800B38"/>
    <w:rsid w:val="00801326"/>
    <w:rsid w:val="00801381"/>
    <w:rsid w:val="00801EB1"/>
    <w:rsid w:val="00802265"/>
    <w:rsid w:val="0080271B"/>
    <w:rsid w:val="00802E22"/>
    <w:rsid w:val="00802E67"/>
    <w:rsid w:val="008030EB"/>
    <w:rsid w:val="00803AD0"/>
    <w:rsid w:val="00803FFB"/>
    <w:rsid w:val="0080424A"/>
    <w:rsid w:val="008042E9"/>
    <w:rsid w:val="0080465A"/>
    <w:rsid w:val="00804841"/>
    <w:rsid w:val="00804883"/>
    <w:rsid w:val="00804CC1"/>
    <w:rsid w:val="0080704D"/>
    <w:rsid w:val="008072FA"/>
    <w:rsid w:val="00807493"/>
    <w:rsid w:val="008079EB"/>
    <w:rsid w:val="00807A4C"/>
    <w:rsid w:val="00807DF0"/>
    <w:rsid w:val="00810089"/>
    <w:rsid w:val="00810696"/>
    <w:rsid w:val="0081085A"/>
    <w:rsid w:val="00811577"/>
    <w:rsid w:val="00811DEC"/>
    <w:rsid w:val="00812E36"/>
    <w:rsid w:val="008137D6"/>
    <w:rsid w:val="00813A71"/>
    <w:rsid w:val="008141ED"/>
    <w:rsid w:val="00814D55"/>
    <w:rsid w:val="008163B4"/>
    <w:rsid w:val="0081667E"/>
    <w:rsid w:val="00816743"/>
    <w:rsid w:val="00816831"/>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5DE"/>
    <w:rsid w:val="0082392A"/>
    <w:rsid w:val="00823A6D"/>
    <w:rsid w:val="008245B4"/>
    <w:rsid w:val="00824954"/>
    <w:rsid w:val="00824E4E"/>
    <w:rsid w:val="00824F46"/>
    <w:rsid w:val="008251AE"/>
    <w:rsid w:val="0082524C"/>
    <w:rsid w:val="00826505"/>
    <w:rsid w:val="008267D4"/>
    <w:rsid w:val="00826836"/>
    <w:rsid w:val="00826E3C"/>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4E"/>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861"/>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B02"/>
    <w:rsid w:val="00861F69"/>
    <w:rsid w:val="00862023"/>
    <w:rsid w:val="00863029"/>
    <w:rsid w:val="0086405B"/>
    <w:rsid w:val="00865335"/>
    <w:rsid w:val="00865814"/>
    <w:rsid w:val="00866747"/>
    <w:rsid w:val="00866FB5"/>
    <w:rsid w:val="00867049"/>
    <w:rsid w:val="00867803"/>
    <w:rsid w:val="00870627"/>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7B5"/>
    <w:rsid w:val="00876EE7"/>
    <w:rsid w:val="00877A6B"/>
    <w:rsid w:val="00877A84"/>
    <w:rsid w:val="00877B28"/>
    <w:rsid w:val="00877F18"/>
    <w:rsid w:val="008805D0"/>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87CB1"/>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B1F"/>
    <w:rsid w:val="008C0CEC"/>
    <w:rsid w:val="008C0D57"/>
    <w:rsid w:val="008C0FCE"/>
    <w:rsid w:val="008C1363"/>
    <w:rsid w:val="008C1692"/>
    <w:rsid w:val="008C1AEF"/>
    <w:rsid w:val="008C24E3"/>
    <w:rsid w:val="008C2B3A"/>
    <w:rsid w:val="008C2FB7"/>
    <w:rsid w:val="008C332A"/>
    <w:rsid w:val="008C37B8"/>
    <w:rsid w:val="008C3CF1"/>
    <w:rsid w:val="008C431C"/>
    <w:rsid w:val="008C44DA"/>
    <w:rsid w:val="008C46CD"/>
    <w:rsid w:val="008C478A"/>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76"/>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1CC9"/>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08EA"/>
    <w:rsid w:val="009211C4"/>
    <w:rsid w:val="009213A6"/>
    <w:rsid w:val="00922169"/>
    <w:rsid w:val="009222C5"/>
    <w:rsid w:val="00922B68"/>
    <w:rsid w:val="00922D36"/>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4D99"/>
    <w:rsid w:val="00935B03"/>
    <w:rsid w:val="00936453"/>
    <w:rsid w:val="00936519"/>
    <w:rsid w:val="0093717A"/>
    <w:rsid w:val="00937455"/>
    <w:rsid w:val="00937F0C"/>
    <w:rsid w:val="009403C9"/>
    <w:rsid w:val="009404C6"/>
    <w:rsid w:val="009407E3"/>
    <w:rsid w:val="00940DE0"/>
    <w:rsid w:val="009411CA"/>
    <w:rsid w:val="00941557"/>
    <w:rsid w:val="0094161A"/>
    <w:rsid w:val="009418BF"/>
    <w:rsid w:val="009419D0"/>
    <w:rsid w:val="00941C32"/>
    <w:rsid w:val="0094221E"/>
    <w:rsid w:val="0094284E"/>
    <w:rsid w:val="00942AA6"/>
    <w:rsid w:val="00942C88"/>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3F46"/>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65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268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0EC2"/>
    <w:rsid w:val="009B1320"/>
    <w:rsid w:val="009B170F"/>
    <w:rsid w:val="009B2814"/>
    <w:rsid w:val="009B2FCE"/>
    <w:rsid w:val="009B39B1"/>
    <w:rsid w:val="009B39F7"/>
    <w:rsid w:val="009B3AEC"/>
    <w:rsid w:val="009B3B0B"/>
    <w:rsid w:val="009B40EC"/>
    <w:rsid w:val="009B48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97D"/>
    <w:rsid w:val="009E0B27"/>
    <w:rsid w:val="009E1442"/>
    <w:rsid w:val="009E1523"/>
    <w:rsid w:val="009E182B"/>
    <w:rsid w:val="009E1B2B"/>
    <w:rsid w:val="009E2359"/>
    <w:rsid w:val="009E446A"/>
    <w:rsid w:val="009E46B6"/>
    <w:rsid w:val="009E4B84"/>
    <w:rsid w:val="009E4BA2"/>
    <w:rsid w:val="009E4C94"/>
    <w:rsid w:val="009E4D29"/>
    <w:rsid w:val="009E552D"/>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989"/>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116"/>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6740"/>
    <w:rsid w:val="00A6697C"/>
    <w:rsid w:val="00A672BB"/>
    <w:rsid w:val="00A6756B"/>
    <w:rsid w:val="00A7020D"/>
    <w:rsid w:val="00A7061C"/>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4D4"/>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41D"/>
    <w:rsid w:val="00AA4D92"/>
    <w:rsid w:val="00AA52E6"/>
    <w:rsid w:val="00AA5816"/>
    <w:rsid w:val="00AA5C76"/>
    <w:rsid w:val="00AA5DA3"/>
    <w:rsid w:val="00AA637E"/>
    <w:rsid w:val="00AA6E10"/>
    <w:rsid w:val="00AA6E4F"/>
    <w:rsid w:val="00AB160D"/>
    <w:rsid w:val="00AB1E61"/>
    <w:rsid w:val="00AB2150"/>
    <w:rsid w:val="00AB2211"/>
    <w:rsid w:val="00AB2757"/>
    <w:rsid w:val="00AB2E40"/>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0"/>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7B7"/>
    <w:rsid w:val="00AF1B4B"/>
    <w:rsid w:val="00AF1DE0"/>
    <w:rsid w:val="00AF2627"/>
    <w:rsid w:val="00AF313F"/>
    <w:rsid w:val="00AF3844"/>
    <w:rsid w:val="00AF3BEC"/>
    <w:rsid w:val="00AF3E94"/>
    <w:rsid w:val="00AF3F01"/>
    <w:rsid w:val="00AF4FD7"/>
    <w:rsid w:val="00AF5143"/>
    <w:rsid w:val="00AF5FAF"/>
    <w:rsid w:val="00AF63DB"/>
    <w:rsid w:val="00AF6467"/>
    <w:rsid w:val="00AF64F1"/>
    <w:rsid w:val="00AF7AB4"/>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DDE"/>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3FD4"/>
    <w:rsid w:val="00B1404C"/>
    <w:rsid w:val="00B141EB"/>
    <w:rsid w:val="00B14633"/>
    <w:rsid w:val="00B14EE2"/>
    <w:rsid w:val="00B14F03"/>
    <w:rsid w:val="00B1500B"/>
    <w:rsid w:val="00B153B9"/>
    <w:rsid w:val="00B16591"/>
    <w:rsid w:val="00B1671A"/>
    <w:rsid w:val="00B16954"/>
    <w:rsid w:val="00B16FFF"/>
    <w:rsid w:val="00B1755E"/>
    <w:rsid w:val="00B17E9E"/>
    <w:rsid w:val="00B2034C"/>
    <w:rsid w:val="00B208A5"/>
    <w:rsid w:val="00B21D72"/>
    <w:rsid w:val="00B22DB8"/>
    <w:rsid w:val="00B22F78"/>
    <w:rsid w:val="00B23621"/>
    <w:rsid w:val="00B238B3"/>
    <w:rsid w:val="00B248D2"/>
    <w:rsid w:val="00B24A90"/>
    <w:rsid w:val="00B24D76"/>
    <w:rsid w:val="00B251E4"/>
    <w:rsid w:val="00B2563F"/>
    <w:rsid w:val="00B25A25"/>
    <w:rsid w:val="00B25D84"/>
    <w:rsid w:val="00B2607B"/>
    <w:rsid w:val="00B26327"/>
    <w:rsid w:val="00B263AD"/>
    <w:rsid w:val="00B269C9"/>
    <w:rsid w:val="00B26C7D"/>
    <w:rsid w:val="00B270E9"/>
    <w:rsid w:val="00B27764"/>
    <w:rsid w:val="00B27DBA"/>
    <w:rsid w:val="00B301B7"/>
    <w:rsid w:val="00B30C41"/>
    <w:rsid w:val="00B30EAC"/>
    <w:rsid w:val="00B3132A"/>
    <w:rsid w:val="00B319CD"/>
    <w:rsid w:val="00B32173"/>
    <w:rsid w:val="00B32223"/>
    <w:rsid w:val="00B32838"/>
    <w:rsid w:val="00B32E96"/>
    <w:rsid w:val="00B33168"/>
    <w:rsid w:val="00B33425"/>
    <w:rsid w:val="00B337A2"/>
    <w:rsid w:val="00B33A15"/>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5CF"/>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275"/>
    <w:rsid w:val="00B83354"/>
    <w:rsid w:val="00B83902"/>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A76"/>
    <w:rsid w:val="00B93EEB"/>
    <w:rsid w:val="00B9442C"/>
    <w:rsid w:val="00B944F7"/>
    <w:rsid w:val="00B949E9"/>
    <w:rsid w:val="00B94E2C"/>
    <w:rsid w:val="00B950EA"/>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0E9A"/>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3B46"/>
    <w:rsid w:val="00BC4BFB"/>
    <w:rsid w:val="00BC4F07"/>
    <w:rsid w:val="00BC59DA"/>
    <w:rsid w:val="00BC5C7D"/>
    <w:rsid w:val="00BC5DFE"/>
    <w:rsid w:val="00BC5ECF"/>
    <w:rsid w:val="00BC6DC4"/>
    <w:rsid w:val="00BC76D6"/>
    <w:rsid w:val="00BD041C"/>
    <w:rsid w:val="00BD0907"/>
    <w:rsid w:val="00BD13D1"/>
    <w:rsid w:val="00BD1ACA"/>
    <w:rsid w:val="00BD237A"/>
    <w:rsid w:val="00BD3377"/>
    <w:rsid w:val="00BD3398"/>
    <w:rsid w:val="00BD4B4A"/>
    <w:rsid w:val="00BD5205"/>
    <w:rsid w:val="00BD67B8"/>
    <w:rsid w:val="00BD7AF2"/>
    <w:rsid w:val="00BE0212"/>
    <w:rsid w:val="00BE0446"/>
    <w:rsid w:val="00BE093A"/>
    <w:rsid w:val="00BE0A31"/>
    <w:rsid w:val="00BE0F3A"/>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08BC"/>
    <w:rsid w:val="00BF10A2"/>
    <w:rsid w:val="00BF1BFA"/>
    <w:rsid w:val="00BF2436"/>
    <w:rsid w:val="00BF3CDD"/>
    <w:rsid w:val="00BF4FD4"/>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EA5"/>
    <w:rsid w:val="00C065B0"/>
    <w:rsid w:val="00C068EA"/>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0AE9"/>
    <w:rsid w:val="00C212E3"/>
    <w:rsid w:val="00C21672"/>
    <w:rsid w:val="00C2173C"/>
    <w:rsid w:val="00C22170"/>
    <w:rsid w:val="00C24128"/>
    <w:rsid w:val="00C24A2A"/>
    <w:rsid w:val="00C25098"/>
    <w:rsid w:val="00C25673"/>
    <w:rsid w:val="00C2578E"/>
    <w:rsid w:val="00C25B29"/>
    <w:rsid w:val="00C26BC3"/>
    <w:rsid w:val="00C26CF9"/>
    <w:rsid w:val="00C26EE5"/>
    <w:rsid w:val="00C27217"/>
    <w:rsid w:val="00C27549"/>
    <w:rsid w:val="00C30303"/>
    <w:rsid w:val="00C3082C"/>
    <w:rsid w:val="00C30F69"/>
    <w:rsid w:val="00C31962"/>
    <w:rsid w:val="00C32534"/>
    <w:rsid w:val="00C32B1C"/>
    <w:rsid w:val="00C34077"/>
    <w:rsid w:val="00C34205"/>
    <w:rsid w:val="00C343A3"/>
    <w:rsid w:val="00C3466B"/>
    <w:rsid w:val="00C34763"/>
    <w:rsid w:val="00C34DBD"/>
    <w:rsid w:val="00C3574D"/>
    <w:rsid w:val="00C35D7B"/>
    <w:rsid w:val="00C369A5"/>
    <w:rsid w:val="00C36AB1"/>
    <w:rsid w:val="00C36AE9"/>
    <w:rsid w:val="00C36B10"/>
    <w:rsid w:val="00C37EF6"/>
    <w:rsid w:val="00C401D4"/>
    <w:rsid w:val="00C40676"/>
    <w:rsid w:val="00C40D07"/>
    <w:rsid w:val="00C41288"/>
    <w:rsid w:val="00C4179F"/>
    <w:rsid w:val="00C417AE"/>
    <w:rsid w:val="00C41E19"/>
    <w:rsid w:val="00C431FA"/>
    <w:rsid w:val="00C436CF"/>
    <w:rsid w:val="00C43C01"/>
    <w:rsid w:val="00C440F2"/>
    <w:rsid w:val="00C44675"/>
    <w:rsid w:val="00C4470D"/>
    <w:rsid w:val="00C448EC"/>
    <w:rsid w:val="00C4546B"/>
    <w:rsid w:val="00C455B8"/>
    <w:rsid w:val="00C45A83"/>
    <w:rsid w:val="00C45C61"/>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3A2"/>
    <w:rsid w:val="00C75405"/>
    <w:rsid w:val="00C75783"/>
    <w:rsid w:val="00C75F40"/>
    <w:rsid w:val="00C768D7"/>
    <w:rsid w:val="00C76D53"/>
    <w:rsid w:val="00C776DF"/>
    <w:rsid w:val="00C77718"/>
    <w:rsid w:val="00C777FF"/>
    <w:rsid w:val="00C77FDA"/>
    <w:rsid w:val="00C804D4"/>
    <w:rsid w:val="00C80722"/>
    <w:rsid w:val="00C81555"/>
    <w:rsid w:val="00C81603"/>
    <w:rsid w:val="00C81892"/>
    <w:rsid w:val="00C81EFF"/>
    <w:rsid w:val="00C82141"/>
    <w:rsid w:val="00C82783"/>
    <w:rsid w:val="00C82933"/>
    <w:rsid w:val="00C82F7D"/>
    <w:rsid w:val="00C83A8D"/>
    <w:rsid w:val="00C83C31"/>
    <w:rsid w:val="00C841AC"/>
    <w:rsid w:val="00C844E9"/>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59B9"/>
    <w:rsid w:val="00CA6BF8"/>
    <w:rsid w:val="00CA6C04"/>
    <w:rsid w:val="00CA6D91"/>
    <w:rsid w:val="00CA705F"/>
    <w:rsid w:val="00CA740B"/>
    <w:rsid w:val="00CA74D7"/>
    <w:rsid w:val="00CA77AD"/>
    <w:rsid w:val="00CA77EF"/>
    <w:rsid w:val="00CA78D3"/>
    <w:rsid w:val="00CA7C17"/>
    <w:rsid w:val="00CA7D86"/>
    <w:rsid w:val="00CA7DAE"/>
    <w:rsid w:val="00CB00AF"/>
    <w:rsid w:val="00CB01E1"/>
    <w:rsid w:val="00CB0342"/>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B7AF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0DA"/>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6A9D"/>
    <w:rsid w:val="00CD78DC"/>
    <w:rsid w:val="00CE048D"/>
    <w:rsid w:val="00CE0916"/>
    <w:rsid w:val="00CE12E5"/>
    <w:rsid w:val="00CE1334"/>
    <w:rsid w:val="00CE13D9"/>
    <w:rsid w:val="00CE1C5C"/>
    <w:rsid w:val="00CE1DFF"/>
    <w:rsid w:val="00CE1EB0"/>
    <w:rsid w:val="00CE2152"/>
    <w:rsid w:val="00CE2474"/>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1D8C"/>
    <w:rsid w:val="00D0270E"/>
    <w:rsid w:val="00D03945"/>
    <w:rsid w:val="00D03F71"/>
    <w:rsid w:val="00D044C4"/>
    <w:rsid w:val="00D0516D"/>
    <w:rsid w:val="00D056EF"/>
    <w:rsid w:val="00D06260"/>
    <w:rsid w:val="00D066B1"/>
    <w:rsid w:val="00D069A1"/>
    <w:rsid w:val="00D07192"/>
    <w:rsid w:val="00D071F1"/>
    <w:rsid w:val="00D07578"/>
    <w:rsid w:val="00D10363"/>
    <w:rsid w:val="00D10522"/>
    <w:rsid w:val="00D10862"/>
    <w:rsid w:val="00D10A20"/>
    <w:rsid w:val="00D11180"/>
    <w:rsid w:val="00D112E0"/>
    <w:rsid w:val="00D12408"/>
    <w:rsid w:val="00D127E4"/>
    <w:rsid w:val="00D12CA4"/>
    <w:rsid w:val="00D135D0"/>
    <w:rsid w:val="00D1370B"/>
    <w:rsid w:val="00D1378B"/>
    <w:rsid w:val="00D1436E"/>
    <w:rsid w:val="00D143A7"/>
    <w:rsid w:val="00D147C6"/>
    <w:rsid w:val="00D150B6"/>
    <w:rsid w:val="00D1570D"/>
    <w:rsid w:val="00D16563"/>
    <w:rsid w:val="00D167E4"/>
    <w:rsid w:val="00D167EB"/>
    <w:rsid w:val="00D16BD6"/>
    <w:rsid w:val="00D16D53"/>
    <w:rsid w:val="00D170E6"/>
    <w:rsid w:val="00D1716B"/>
    <w:rsid w:val="00D17805"/>
    <w:rsid w:val="00D178CE"/>
    <w:rsid w:val="00D200E8"/>
    <w:rsid w:val="00D201C9"/>
    <w:rsid w:val="00D203E5"/>
    <w:rsid w:val="00D20794"/>
    <w:rsid w:val="00D208C4"/>
    <w:rsid w:val="00D2184E"/>
    <w:rsid w:val="00D223BB"/>
    <w:rsid w:val="00D224DC"/>
    <w:rsid w:val="00D2290C"/>
    <w:rsid w:val="00D22AD3"/>
    <w:rsid w:val="00D22B2F"/>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529"/>
    <w:rsid w:val="00D33A80"/>
    <w:rsid w:val="00D33B9D"/>
    <w:rsid w:val="00D341DA"/>
    <w:rsid w:val="00D34626"/>
    <w:rsid w:val="00D353A1"/>
    <w:rsid w:val="00D35F08"/>
    <w:rsid w:val="00D36226"/>
    <w:rsid w:val="00D36698"/>
    <w:rsid w:val="00D36A08"/>
    <w:rsid w:val="00D37508"/>
    <w:rsid w:val="00D40E1B"/>
    <w:rsid w:val="00D41195"/>
    <w:rsid w:val="00D4156A"/>
    <w:rsid w:val="00D42E0A"/>
    <w:rsid w:val="00D43248"/>
    <w:rsid w:val="00D439F1"/>
    <w:rsid w:val="00D43F20"/>
    <w:rsid w:val="00D4498C"/>
    <w:rsid w:val="00D45798"/>
    <w:rsid w:val="00D45F4C"/>
    <w:rsid w:val="00D460AB"/>
    <w:rsid w:val="00D460B8"/>
    <w:rsid w:val="00D46FB0"/>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2A9"/>
    <w:rsid w:val="00D63CCD"/>
    <w:rsid w:val="00D64977"/>
    <w:rsid w:val="00D64CCE"/>
    <w:rsid w:val="00D656AE"/>
    <w:rsid w:val="00D65EA6"/>
    <w:rsid w:val="00D67031"/>
    <w:rsid w:val="00D70374"/>
    <w:rsid w:val="00D70B4F"/>
    <w:rsid w:val="00D712CE"/>
    <w:rsid w:val="00D73A54"/>
    <w:rsid w:val="00D73FDB"/>
    <w:rsid w:val="00D756E4"/>
    <w:rsid w:val="00D764C6"/>
    <w:rsid w:val="00D764F6"/>
    <w:rsid w:val="00D767CB"/>
    <w:rsid w:val="00D76946"/>
    <w:rsid w:val="00D76C8A"/>
    <w:rsid w:val="00D770B9"/>
    <w:rsid w:val="00D77710"/>
    <w:rsid w:val="00D77BD2"/>
    <w:rsid w:val="00D8038C"/>
    <w:rsid w:val="00D80A99"/>
    <w:rsid w:val="00D80BE7"/>
    <w:rsid w:val="00D80DBF"/>
    <w:rsid w:val="00D815D8"/>
    <w:rsid w:val="00D8184A"/>
    <w:rsid w:val="00D82240"/>
    <w:rsid w:val="00D82FFB"/>
    <w:rsid w:val="00D8363F"/>
    <w:rsid w:val="00D849BE"/>
    <w:rsid w:val="00D8511C"/>
    <w:rsid w:val="00D85FFF"/>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92B"/>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14A"/>
    <w:rsid w:val="00DB539D"/>
    <w:rsid w:val="00DB5C1B"/>
    <w:rsid w:val="00DB65AA"/>
    <w:rsid w:val="00DB68BD"/>
    <w:rsid w:val="00DB696D"/>
    <w:rsid w:val="00DB6B96"/>
    <w:rsid w:val="00DB6CFC"/>
    <w:rsid w:val="00DB6D09"/>
    <w:rsid w:val="00DB6EA9"/>
    <w:rsid w:val="00DB6F3D"/>
    <w:rsid w:val="00DB6F9F"/>
    <w:rsid w:val="00DB7E33"/>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A99"/>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A80"/>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D78"/>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4A"/>
    <w:rsid w:val="00E07BEC"/>
    <w:rsid w:val="00E07F6D"/>
    <w:rsid w:val="00E10165"/>
    <w:rsid w:val="00E10236"/>
    <w:rsid w:val="00E107C2"/>
    <w:rsid w:val="00E114B2"/>
    <w:rsid w:val="00E12291"/>
    <w:rsid w:val="00E12FB2"/>
    <w:rsid w:val="00E1348C"/>
    <w:rsid w:val="00E13564"/>
    <w:rsid w:val="00E14385"/>
    <w:rsid w:val="00E14D96"/>
    <w:rsid w:val="00E14D98"/>
    <w:rsid w:val="00E159CC"/>
    <w:rsid w:val="00E15A3C"/>
    <w:rsid w:val="00E15D4C"/>
    <w:rsid w:val="00E15D56"/>
    <w:rsid w:val="00E15E1D"/>
    <w:rsid w:val="00E16BF2"/>
    <w:rsid w:val="00E170B1"/>
    <w:rsid w:val="00E1757E"/>
    <w:rsid w:val="00E17742"/>
    <w:rsid w:val="00E17AA3"/>
    <w:rsid w:val="00E20464"/>
    <w:rsid w:val="00E212D0"/>
    <w:rsid w:val="00E21AE2"/>
    <w:rsid w:val="00E21D66"/>
    <w:rsid w:val="00E227A4"/>
    <w:rsid w:val="00E22EB5"/>
    <w:rsid w:val="00E230C3"/>
    <w:rsid w:val="00E238DF"/>
    <w:rsid w:val="00E2464A"/>
    <w:rsid w:val="00E2580A"/>
    <w:rsid w:val="00E25E88"/>
    <w:rsid w:val="00E271EE"/>
    <w:rsid w:val="00E27D82"/>
    <w:rsid w:val="00E30150"/>
    <w:rsid w:val="00E30605"/>
    <w:rsid w:val="00E31000"/>
    <w:rsid w:val="00E311AC"/>
    <w:rsid w:val="00E3153A"/>
    <w:rsid w:val="00E31B1C"/>
    <w:rsid w:val="00E31D7D"/>
    <w:rsid w:val="00E32CC2"/>
    <w:rsid w:val="00E33B44"/>
    <w:rsid w:val="00E3473B"/>
    <w:rsid w:val="00E34FBA"/>
    <w:rsid w:val="00E35164"/>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370"/>
    <w:rsid w:val="00E52F2B"/>
    <w:rsid w:val="00E532AC"/>
    <w:rsid w:val="00E5339F"/>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3F35"/>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2F3"/>
    <w:rsid w:val="00E81A86"/>
    <w:rsid w:val="00E81E40"/>
    <w:rsid w:val="00E83128"/>
    <w:rsid w:val="00E83E23"/>
    <w:rsid w:val="00E843EF"/>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A94"/>
    <w:rsid w:val="00EB06D3"/>
    <w:rsid w:val="00EB0BCF"/>
    <w:rsid w:val="00EB0D9D"/>
    <w:rsid w:val="00EB0F68"/>
    <w:rsid w:val="00EB11C1"/>
    <w:rsid w:val="00EB12FB"/>
    <w:rsid w:val="00EB17B3"/>
    <w:rsid w:val="00EB1EF0"/>
    <w:rsid w:val="00EB21A1"/>
    <w:rsid w:val="00EB2509"/>
    <w:rsid w:val="00EB2768"/>
    <w:rsid w:val="00EB28A7"/>
    <w:rsid w:val="00EB3078"/>
    <w:rsid w:val="00EB3867"/>
    <w:rsid w:val="00EB43C9"/>
    <w:rsid w:val="00EB44D5"/>
    <w:rsid w:val="00EB4F8E"/>
    <w:rsid w:val="00EB50B9"/>
    <w:rsid w:val="00EB5741"/>
    <w:rsid w:val="00EB599F"/>
    <w:rsid w:val="00EB5D6F"/>
    <w:rsid w:val="00EB673F"/>
    <w:rsid w:val="00EB6CA5"/>
    <w:rsid w:val="00EB6FD1"/>
    <w:rsid w:val="00EB7B49"/>
    <w:rsid w:val="00EC04C0"/>
    <w:rsid w:val="00EC0E3C"/>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5E2"/>
    <w:rsid w:val="00EE4E4D"/>
    <w:rsid w:val="00EE53F2"/>
    <w:rsid w:val="00EE5E17"/>
    <w:rsid w:val="00EE688F"/>
    <w:rsid w:val="00EE7241"/>
    <w:rsid w:val="00EF0FB9"/>
    <w:rsid w:val="00EF1102"/>
    <w:rsid w:val="00EF124C"/>
    <w:rsid w:val="00EF193C"/>
    <w:rsid w:val="00EF1A19"/>
    <w:rsid w:val="00EF1AF9"/>
    <w:rsid w:val="00EF1B6B"/>
    <w:rsid w:val="00EF1ECF"/>
    <w:rsid w:val="00EF2145"/>
    <w:rsid w:val="00EF3027"/>
    <w:rsid w:val="00EF476C"/>
    <w:rsid w:val="00EF4849"/>
    <w:rsid w:val="00EF4E3A"/>
    <w:rsid w:val="00EF57AA"/>
    <w:rsid w:val="00EF5E8B"/>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B34"/>
    <w:rsid w:val="00F05BDB"/>
    <w:rsid w:val="00F05F67"/>
    <w:rsid w:val="00F067CB"/>
    <w:rsid w:val="00F06BC7"/>
    <w:rsid w:val="00F06FD3"/>
    <w:rsid w:val="00F07233"/>
    <w:rsid w:val="00F101E2"/>
    <w:rsid w:val="00F102D8"/>
    <w:rsid w:val="00F10894"/>
    <w:rsid w:val="00F10A1F"/>
    <w:rsid w:val="00F1119F"/>
    <w:rsid w:val="00F11F19"/>
    <w:rsid w:val="00F12196"/>
    <w:rsid w:val="00F1242D"/>
    <w:rsid w:val="00F12902"/>
    <w:rsid w:val="00F12999"/>
    <w:rsid w:val="00F137DD"/>
    <w:rsid w:val="00F13981"/>
    <w:rsid w:val="00F13B67"/>
    <w:rsid w:val="00F1442F"/>
    <w:rsid w:val="00F14BB7"/>
    <w:rsid w:val="00F14BD5"/>
    <w:rsid w:val="00F14C13"/>
    <w:rsid w:val="00F150F2"/>
    <w:rsid w:val="00F1573B"/>
    <w:rsid w:val="00F158B6"/>
    <w:rsid w:val="00F15B70"/>
    <w:rsid w:val="00F15C54"/>
    <w:rsid w:val="00F15D90"/>
    <w:rsid w:val="00F165D8"/>
    <w:rsid w:val="00F16E9C"/>
    <w:rsid w:val="00F17319"/>
    <w:rsid w:val="00F20340"/>
    <w:rsid w:val="00F203E1"/>
    <w:rsid w:val="00F212E8"/>
    <w:rsid w:val="00F23505"/>
    <w:rsid w:val="00F23995"/>
    <w:rsid w:val="00F24532"/>
    <w:rsid w:val="00F2505F"/>
    <w:rsid w:val="00F25364"/>
    <w:rsid w:val="00F25C57"/>
    <w:rsid w:val="00F276AF"/>
    <w:rsid w:val="00F27713"/>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0CB"/>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B76"/>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6E0C"/>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37B1"/>
    <w:rsid w:val="00F6531B"/>
    <w:rsid w:val="00F665B9"/>
    <w:rsid w:val="00F66CAA"/>
    <w:rsid w:val="00F66CAF"/>
    <w:rsid w:val="00F67B1A"/>
    <w:rsid w:val="00F70057"/>
    <w:rsid w:val="00F714C9"/>
    <w:rsid w:val="00F71992"/>
    <w:rsid w:val="00F71A76"/>
    <w:rsid w:val="00F72179"/>
    <w:rsid w:val="00F72248"/>
    <w:rsid w:val="00F72B0C"/>
    <w:rsid w:val="00F7329C"/>
    <w:rsid w:val="00F735DE"/>
    <w:rsid w:val="00F74794"/>
    <w:rsid w:val="00F74C7C"/>
    <w:rsid w:val="00F74DC9"/>
    <w:rsid w:val="00F753DA"/>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9744C"/>
    <w:rsid w:val="00FA0E5D"/>
    <w:rsid w:val="00FA0E74"/>
    <w:rsid w:val="00FA1067"/>
    <w:rsid w:val="00FA13C7"/>
    <w:rsid w:val="00FA19EB"/>
    <w:rsid w:val="00FA22FC"/>
    <w:rsid w:val="00FA2659"/>
    <w:rsid w:val="00FA28CE"/>
    <w:rsid w:val="00FA2AB8"/>
    <w:rsid w:val="00FA2C5D"/>
    <w:rsid w:val="00FA3063"/>
    <w:rsid w:val="00FA329E"/>
    <w:rsid w:val="00FA3390"/>
    <w:rsid w:val="00FA34A1"/>
    <w:rsid w:val="00FA430A"/>
    <w:rsid w:val="00FA4840"/>
    <w:rsid w:val="00FA4ECD"/>
    <w:rsid w:val="00FA55D4"/>
    <w:rsid w:val="00FA5D5F"/>
    <w:rsid w:val="00FA6780"/>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D7F"/>
    <w:rsid w:val="00FB3E54"/>
    <w:rsid w:val="00FB442E"/>
    <w:rsid w:val="00FB48D3"/>
    <w:rsid w:val="00FB49E7"/>
    <w:rsid w:val="00FB4F62"/>
    <w:rsid w:val="00FB50F7"/>
    <w:rsid w:val="00FB51C4"/>
    <w:rsid w:val="00FB5281"/>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1B11"/>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5723"/>
    <w:rsid w:val="00FF5D07"/>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gazprom.ru"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info@pptk-mos.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0" Type="http://schemas.openxmlformats.org/officeDocument/2006/relationships/hyperlink" Target="http://www.zakupki.gov.ru" TargetMode="External"/><Relationship Id="rId41"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FD096-3C7A-4A76-992A-651F06A4B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BC4D0AA3.dotm</Template>
  <TotalTime>22</TotalTime>
  <Pages>70</Pages>
  <Words>23735</Words>
  <Characters>135296</Characters>
  <Application>Microsoft Office Word</Application>
  <DocSecurity>0</DocSecurity>
  <Lines>1127</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158714</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Василий В. Гордеев</cp:lastModifiedBy>
  <cp:revision>10</cp:revision>
  <cp:lastPrinted>2017-03-30T07:10:00Z</cp:lastPrinted>
  <dcterms:created xsi:type="dcterms:W3CDTF">2017-03-22T11:56:00Z</dcterms:created>
  <dcterms:modified xsi:type="dcterms:W3CDTF">2017-03-30T07:12:00Z</dcterms:modified>
</cp:coreProperties>
</file>